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A0D" w:rsidRPr="00D32A0D" w:rsidRDefault="007D78EE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-452755</wp:posOffset>
            </wp:positionV>
            <wp:extent cx="657225" cy="809625"/>
            <wp:effectExtent l="0" t="0" r="9525" b="9525"/>
            <wp:wrapNone/>
            <wp:docPr id="2" name="Рисунок 2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do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A0D" w:rsidRPr="00251F53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4513">
        <w:rPr>
          <w:rFonts w:ascii="Times New Roman" w:hAnsi="Times New Roman"/>
          <w:sz w:val="28"/>
          <w:szCs w:val="28"/>
        </w:rPr>
        <w:t>П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О внесении в Думу города Владивостока проекта решения Думы </w:t>
      </w:r>
    </w:p>
    <w:p w:rsidR="004A713E" w:rsidRPr="000E0DF3" w:rsidRDefault="004A713E" w:rsidP="00C5384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DF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07CF5">
        <w:rPr>
          <w:rFonts w:ascii="Times New Roman" w:hAnsi="Times New Roman" w:cs="Times New Roman"/>
          <w:sz w:val="28"/>
          <w:szCs w:val="28"/>
        </w:rPr>
        <w:t xml:space="preserve">Владивостока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 внесении изменений в приложение к решению Думы города Вл</w:t>
      </w:r>
      <w:r w:rsidR="00C53840">
        <w:rPr>
          <w:rFonts w:ascii="Times New Roman" w:hAnsi="Times New Roman" w:cs="Times New Roman"/>
          <w:sz w:val="28"/>
          <w:szCs w:val="28"/>
        </w:rPr>
        <w:t xml:space="preserve">адивостока </w:t>
      </w:r>
      <w:r w:rsidR="00F37ADD">
        <w:rPr>
          <w:rFonts w:ascii="Times New Roman" w:hAnsi="Times New Roman" w:cs="Times New Roman"/>
          <w:sz w:val="28"/>
          <w:szCs w:val="28"/>
        </w:rPr>
        <w:t>от 27.02.2025 № 568</w:t>
      </w:r>
      <w:r w:rsidR="00C53840" w:rsidRPr="00AA4AE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3840">
        <w:rPr>
          <w:rFonts w:ascii="Times New Roman" w:hAnsi="Times New Roman" w:cs="Times New Roman"/>
          <w:sz w:val="28"/>
          <w:szCs w:val="28"/>
        </w:rPr>
        <w:t>«</w:t>
      </w:r>
      <w:r w:rsidR="00C53840" w:rsidRPr="00C53840">
        <w:rPr>
          <w:rFonts w:ascii="Times New Roman" w:hAnsi="Times New Roman" w:cs="Times New Roman"/>
          <w:sz w:val="28"/>
          <w:szCs w:val="28"/>
        </w:rPr>
        <w:t>Об утверждении условий приватизации муниципального имущества в городе Владивосток</w:t>
      </w:r>
      <w:r w:rsidR="00974982">
        <w:rPr>
          <w:rFonts w:ascii="Times New Roman" w:hAnsi="Times New Roman" w:cs="Times New Roman"/>
          <w:sz w:val="28"/>
          <w:szCs w:val="28"/>
        </w:rPr>
        <w:t>е</w:t>
      </w:r>
      <w:r w:rsidR="00C53840" w:rsidRPr="00C53840">
        <w:rPr>
          <w:rFonts w:ascii="Times New Roman" w:hAnsi="Times New Roman" w:cs="Times New Roman"/>
          <w:sz w:val="28"/>
          <w:szCs w:val="28"/>
        </w:rPr>
        <w:t xml:space="preserve"> </w:t>
      </w:r>
      <w:r w:rsidR="00F44426">
        <w:rPr>
          <w:rFonts w:ascii="Times New Roman" w:hAnsi="Times New Roman" w:cs="Times New Roman"/>
          <w:sz w:val="28"/>
          <w:szCs w:val="28"/>
        </w:rPr>
        <w:br/>
      </w:r>
      <w:r w:rsidR="00C53840" w:rsidRPr="00C53840">
        <w:rPr>
          <w:rFonts w:ascii="Times New Roman" w:hAnsi="Times New Roman" w:cs="Times New Roman"/>
          <w:sz w:val="28"/>
          <w:szCs w:val="28"/>
        </w:rPr>
        <w:t>на</w:t>
      </w:r>
      <w:r w:rsidR="00C53840">
        <w:rPr>
          <w:rFonts w:ascii="Times New Roman" w:hAnsi="Times New Roman" w:cs="Times New Roman"/>
          <w:sz w:val="28"/>
          <w:szCs w:val="28"/>
        </w:rPr>
        <w:t xml:space="preserve"> 202</w:t>
      </w:r>
      <w:r w:rsidR="00AA4AE5">
        <w:rPr>
          <w:rFonts w:ascii="Times New Roman" w:hAnsi="Times New Roman" w:cs="Times New Roman"/>
          <w:sz w:val="28"/>
          <w:szCs w:val="28"/>
        </w:rPr>
        <w:t>5</w:t>
      </w:r>
      <w:r w:rsidR="00C53840">
        <w:rPr>
          <w:rFonts w:ascii="Times New Roman" w:hAnsi="Times New Roman" w:cs="Times New Roman"/>
          <w:sz w:val="28"/>
          <w:szCs w:val="28"/>
        </w:rPr>
        <w:t>-202</w:t>
      </w:r>
      <w:r w:rsidR="00AA4AE5">
        <w:rPr>
          <w:rFonts w:ascii="Times New Roman" w:hAnsi="Times New Roman" w:cs="Times New Roman"/>
          <w:sz w:val="28"/>
          <w:szCs w:val="28"/>
        </w:rPr>
        <w:t>6</w:t>
      </w:r>
      <w:r w:rsidR="00C5384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0E0DF3">
        <w:rPr>
          <w:rFonts w:ascii="Times New Roman" w:hAnsi="Times New Roman" w:cs="Times New Roman"/>
          <w:sz w:val="28"/>
          <w:szCs w:val="28"/>
        </w:rPr>
        <w:t>»</w:t>
      </w:r>
    </w:p>
    <w:p w:rsidR="004A713E" w:rsidRPr="00D826D9" w:rsidRDefault="004A713E" w:rsidP="00A90AD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4002F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37 Устава города Владивостока,</w:t>
      </w:r>
      <w:r w:rsidR="00A90A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статьей 40 Регламента Думы города Владивостока</w:t>
      </w:r>
      <w:r w:rsidR="00A90AD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90AD9" w:rsidRPr="00A90AD9">
        <w:rPr>
          <w:rFonts w:ascii="Times New Roman" w:hAnsi="Times New Roman" w:cs="Times New Roman"/>
          <w:b w:val="0"/>
          <w:sz w:val="28"/>
          <w:szCs w:val="28"/>
        </w:rPr>
        <w:t>распоряжением администрации города Владивостока от 13.10.2025 № 4821-рл «О возложении о</w:t>
      </w:r>
      <w:r w:rsidR="00A90AD9">
        <w:rPr>
          <w:rFonts w:ascii="Times New Roman" w:hAnsi="Times New Roman" w:cs="Times New Roman"/>
          <w:b w:val="0"/>
          <w:sz w:val="28"/>
          <w:szCs w:val="28"/>
        </w:rPr>
        <w:t>бязанностей на Дмитриенко С.М.»</w:t>
      </w:r>
    </w:p>
    <w:p w:rsidR="004A713E" w:rsidRPr="00A90AD9" w:rsidRDefault="004A713E" w:rsidP="000E0DF3">
      <w:pPr>
        <w:spacing w:after="0" w:line="240" w:lineRule="auto"/>
        <w:rPr>
          <w:rFonts w:ascii="Times New Roman" w:hAnsi="Times New Roman"/>
          <w:sz w:val="20"/>
          <w:szCs w:val="28"/>
        </w:rPr>
      </w:pPr>
      <w:bookmarkStart w:id="0" w:name="_GoBack"/>
      <w:bookmarkEnd w:id="0"/>
    </w:p>
    <w:p w:rsidR="000E0DF3" w:rsidRPr="00A90AD9" w:rsidRDefault="000E0DF3" w:rsidP="000E0DF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A713E" w:rsidRDefault="004A713E" w:rsidP="000E0DF3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4A713E" w:rsidRPr="00AB1A4B" w:rsidRDefault="004A713E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AB1A4B" w:rsidRDefault="000E0DF3" w:rsidP="000E0D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1A21" w:rsidRPr="00231A21" w:rsidRDefault="005C3338" w:rsidP="004D6C21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1. 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приложение к решению Думы города Владивостока </w:t>
      </w:r>
      <w:r w:rsidR="00F37ADD" w:rsidRPr="00F37ADD">
        <w:rPr>
          <w:rFonts w:ascii="Times New Roman" w:hAnsi="Times New Roman" w:cs="Times New Roman"/>
          <w:b w:val="0"/>
          <w:sz w:val="28"/>
          <w:szCs w:val="28"/>
        </w:rPr>
        <w:t>от 27.02.2025 № 568</w:t>
      </w:r>
      <w:r w:rsidR="00F37ADD" w:rsidRPr="00794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«Об утверждении условий приватизации муниципального имущества в городе Владивосток</w:t>
      </w:r>
      <w:r w:rsidR="003A6705">
        <w:rPr>
          <w:rFonts w:ascii="Times New Roman" w:hAnsi="Times New Roman" w:cs="Times New Roman"/>
          <w:b w:val="0"/>
          <w:sz w:val="28"/>
          <w:szCs w:val="28"/>
        </w:rPr>
        <w:t>е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AA4AE5">
        <w:rPr>
          <w:rFonts w:ascii="Times New Roman" w:hAnsi="Times New Roman" w:cs="Times New Roman"/>
          <w:b w:val="0"/>
          <w:sz w:val="28"/>
          <w:szCs w:val="28"/>
        </w:rPr>
        <w:t>5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>-202</w:t>
      </w:r>
      <w:r w:rsidR="00AA4AE5">
        <w:rPr>
          <w:rFonts w:ascii="Times New Roman" w:hAnsi="Times New Roman" w:cs="Times New Roman"/>
          <w:b w:val="0"/>
          <w:sz w:val="28"/>
          <w:szCs w:val="28"/>
        </w:rPr>
        <w:t>6</w:t>
      </w:r>
      <w:r w:rsidR="00794A01" w:rsidRPr="00794A01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4D6C21" w:rsidRPr="004D6C21"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2. </w:t>
      </w:r>
      <w:r w:rsidR="004A713E">
        <w:rPr>
          <w:szCs w:val="28"/>
        </w:rPr>
        <w:t xml:space="preserve">Назначить представителем главы города при рассмотрении данного вопроса </w:t>
      </w:r>
      <w:r w:rsidR="00B47204">
        <w:rPr>
          <w:szCs w:val="28"/>
        </w:rPr>
        <w:t>Сухова А</w:t>
      </w:r>
      <w:r w:rsidR="006A5CAD">
        <w:rPr>
          <w:szCs w:val="28"/>
        </w:rPr>
        <w:t>.</w:t>
      </w:r>
      <w:r w:rsidR="00B47204">
        <w:rPr>
          <w:szCs w:val="28"/>
        </w:rPr>
        <w:t>Н.</w:t>
      </w:r>
      <w:r w:rsidR="004A713E">
        <w:rPr>
          <w:szCs w:val="28"/>
        </w:rPr>
        <w:t>, заместителя главы администрации.</w:t>
      </w:r>
    </w:p>
    <w:p w:rsidR="004A713E" w:rsidRDefault="005C3338" w:rsidP="004002FF">
      <w:pPr>
        <w:pStyle w:val="21"/>
        <w:spacing w:line="360" w:lineRule="auto"/>
        <w:rPr>
          <w:szCs w:val="28"/>
        </w:rPr>
      </w:pPr>
      <w:r>
        <w:rPr>
          <w:szCs w:val="28"/>
        </w:rPr>
        <w:t>3. </w:t>
      </w:r>
      <w:r w:rsidR="004A713E">
        <w:rPr>
          <w:szCs w:val="28"/>
        </w:rPr>
        <w:t xml:space="preserve">Настоящее постановление вступает в силу со дня </w:t>
      </w:r>
      <w:r w:rsidR="00EE566B">
        <w:rPr>
          <w:szCs w:val="28"/>
        </w:rPr>
        <w:t xml:space="preserve">его </w:t>
      </w:r>
      <w:r w:rsidR="004A713E">
        <w:rPr>
          <w:szCs w:val="28"/>
        </w:rPr>
        <w:t>подписания.</w:t>
      </w:r>
    </w:p>
    <w:p w:rsidR="004A713E" w:rsidRPr="005C3338" w:rsidRDefault="005C3338" w:rsidP="004002F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EE566B" w:rsidRPr="005C3338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4A713E" w:rsidRPr="005C3338">
        <w:rPr>
          <w:rFonts w:ascii="Times New Roman" w:hAnsi="Times New Roman"/>
          <w:sz w:val="28"/>
          <w:szCs w:val="28"/>
        </w:rPr>
        <w:t>настоящего постановления возложить</w:t>
      </w:r>
      <w:r w:rsidR="00C9204F">
        <w:rPr>
          <w:rFonts w:ascii="Times New Roman" w:hAnsi="Times New Roman"/>
          <w:sz w:val="28"/>
          <w:szCs w:val="28"/>
        </w:rPr>
        <w:br/>
      </w:r>
      <w:r w:rsidR="004A713E" w:rsidRPr="005C3338">
        <w:rPr>
          <w:rFonts w:ascii="Times New Roman" w:hAnsi="Times New Roman"/>
          <w:sz w:val="28"/>
          <w:szCs w:val="28"/>
        </w:rPr>
        <w:t xml:space="preserve">на заместителя главы администрации </w:t>
      </w:r>
      <w:r w:rsidR="00B47204" w:rsidRPr="00B47204">
        <w:rPr>
          <w:rFonts w:ascii="Times New Roman" w:hAnsi="Times New Roman"/>
          <w:sz w:val="28"/>
          <w:szCs w:val="28"/>
        </w:rPr>
        <w:t>Сухова А.Н.</w:t>
      </w:r>
    </w:p>
    <w:p w:rsidR="004A713E" w:rsidRPr="00EE566B" w:rsidRDefault="004A713E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68FB" w:rsidRDefault="00A90AD9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A90AD9">
        <w:rPr>
          <w:rFonts w:ascii="Times New Roman" w:hAnsi="Times New Roman"/>
          <w:sz w:val="28"/>
        </w:rPr>
        <w:t>И.о. главы города                                                                            С.М. Дмитриенко</w:t>
      </w:r>
    </w:p>
    <w:p w:rsidR="00A90AD9" w:rsidRDefault="00A90AD9" w:rsidP="000E0DF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623EF" w:rsidRPr="00A623EF" w:rsidRDefault="00A623EF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главы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от                        №           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</w:t>
      </w:r>
    </w:p>
    <w:p w:rsidR="00A623EF" w:rsidRPr="00A623EF" w:rsidRDefault="00A623EF" w:rsidP="00A623EF">
      <w:pPr>
        <w:tabs>
          <w:tab w:val="left" w:pos="5040"/>
          <w:tab w:val="left" w:pos="5220"/>
        </w:tabs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Проект подготовлен главой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3F57F4" w:rsidRPr="00A623EF" w:rsidRDefault="003F57F4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002FF" w:rsidRPr="00A623EF" w:rsidRDefault="004002FF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ДУМА ГОРОДА ВЛАДИВОСТОКА</w:t>
      </w:r>
    </w:p>
    <w:p w:rsidR="000E0DF3" w:rsidRPr="00A13410" w:rsidRDefault="000E0DF3" w:rsidP="00C16A7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РЕШЕНИЕ</w:t>
      </w:r>
    </w:p>
    <w:p w:rsidR="004002FF" w:rsidRDefault="004002FF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7F4" w:rsidRP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5179"/>
      </w:tblGrid>
      <w:tr w:rsidR="000E0DF3" w:rsidRPr="004002FF" w:rsidTr="00F968FB">
        <w:tc>
          <w:tcPr>
            <w:tcW w:w="4675" w:type="dxa"/>
            <w:shd w:val="clear" w:color="auto" w:fill="auto"/>
          </w:tcPr>
          <w:p w:rsidR="000E0DF3" w:rsidRPr="004002FF" w:rsidRDefault="00B941C0" w:rsidP="00AA4AE5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приложение к решению Думы города Владивостока </w:t>
            </w:r>
            <w:r w:rsidR="00F37ADD" w:rsidRPr="00F37ADD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27.02.2025 № 568</w:t>
            </w:r>
            <w:r w:rsidR="00F37ADD" w:rsidRPr="00794A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AA4AE5"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  <w:t xml:space="preserve"> 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 утверждении условий приватизации муниципального имущества в городе Владивосток</w:t>
            </w:r>
            <w:r w:rsidR="00696D68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</w:t>
            </w:r>
            <w:r w:rsidR="00AA4AE5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AA4AE5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B941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годы»</w:t>
            </w:r>
          </w:p>
        </w:tc>
        <w:tc>
          <w:tcPr>
            <w:tcW w:w="5179" w:type="dxa"/>
            <w:shd w:val="clear" w:color="auto" w:fill="auto"/>
          </w:tcPr>
          <w:p w:rsidR="000E0DF3" w:rsidRPr="004002FF" w:rsidRDefault="000E0DF3" w:rsidP="004002FF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DF3" w:rsidRDefault="000E0DF3" w:rsidP="00EE566B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DF3" w:rsidRPr="00A1338C" w:rsidRDefault="000E0DF3" w:rsidP="00E10C7A">
      <w:pPr>
        <w:tabs>
          <w:tab w:val="left" w:pos="36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338C">
        <w:rPr>
          <w:rFonts w:ascii="Times New Roman" w:hAnsi="Times New Roman"/>
          <w:sz w:val="28"/>
          <w:szCs w:val="28"/>
        </w:rPr>
        <w:t xml:space="preserve">В соответствии с </w:t>
      </w:r>
      <w:r w:rsidR="00A1338C" w:rsidRPr="00A1338C">
        <w:rPr>
          <w:rFonts w:ascii="Times New Roman" w:hAnsi="Times New Roman"/>
          <w:sz w:val="28"/>
          <w:szCs w:val="28"/>
        </w:rPr>
        <w:t xml:space="preserve">Федеральным  законом от 20.03.2025 </w:t>
      </w:r>
      <w:r w:rsidR="00A1338C">
        <w:rPr>
          <w:rFonts w:ascii="Times New Roman" w:hAnsi="Times New Roman"/>
          <w:sz w:val="28"/>
          <w:szCs w:val="28"/>
        </w:rPr>
        <w:t xml:space="preserve">№ </w:t>
      </w:r>
      <w:r w:rsidR="00A1338C" w:rsidRPr="00A1338C">
        <w:rPr>
          <w:rFonts w:ascii="Times New Roman" w:hAnsi="Times New Roman"/>
          <w:sz w:val="28"/>
          <w:szCs w:val="28"/>
        </w:rPr>
        <w:t>33-ФЗ</w:t>
      </w:r>
      <w:r w:rsidR="001D6F6C">
        <w:rPr>
          <w:rFonts w:ascii="Times New Roman" w:hAnsi="Times New Roman"/>
          <w:sz w:val="28"/>
          <w:szCs w:val="28"/>
        </w:rPr>
        <w:br/>
      </w:r>
      <w:r w:rsidR="00A1338C" w:rsidRPr="00A1338C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A1338C">
        <w:rPr>
          <w:rFonts w:ascii="Times New Roman" w:hAnsi="Times New Roman"/>
          <w:sz w:val="28"/>
          <w:szCs w:val="28"/>
        </w:rPr>
        <w:t xml:space="preserve">, </w:t>
      </w:r>
      <w:r w:rsidRPr="00A1338C">
        <w:rPr>
          <w:rFonts w:ascii="Times New Roman" w:hAnsi="Times New Roman"/>
          <w:sz w:val="28"/>
          <w:szCs w:val="28"/>
        </w:rPr>
        <w:t>Федеральным законом от 06.10.2003 № 131-ФЗ</w:t>
      </w:r>
      <w:r w:rsidR="00C9204F">
        <w:rPr>
          <w:rFonts w:ascii="Times New Roman" w:hAnsi="Times New Roman"/>
          <w:sz w:val="28"/>
          <w:szCs w:val="28"/>
        </w:rPr>
        <w:br/>
      </w:r>
      <w:r w:rsidRPr="00A1338C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имущества», решением Думы го</w:t>
      </w:r>
      <w:r w:rsidR="009A02F3" w:rsidRPr="00A1338C">
        <w:rPr>
          <w:rFonts w:ascii="Times New Roman" w:hAnsi="Times New Roman"/>
          <w:sz w:val="28"/>
          <w:szCs w:val="28"/>
        </w:rPr>
        <w:t>рода Владивостока от 23.04.2002</w:t>
      </w:r>
      <w:r w:rsidR="004B2E7A" w:rsidRPr="00A1338C">
        <w:rPr>
          <w:rFonts w:ascii="Times New Roman" w:hAnsi="Times New Roman"/>
          <w:sz w:val="28"/>
          <w:szCs w:val="28"/>
        </w:rPr>
        <w:t xml:space="preserve"> </w:t>
      </w:r>
      <w:r w:rsidRPr="00A1338C">
        <w:rPr>
          <w:rFonts w:ascii="Times New Roman" w:hAnsi="Times New Roman"/>
          <w:sz w:val="28"/>
          <w:szCs w:val="28"/>
        </w:rPr>
        <w:t>№ 82 «Об утверждении Положения о порядке проведения приватизации муниципального имущества в городе Владивостоке» Дума города</w:t>
      </w:r>
      <w:r w:rsidR="00726F09" w:rsidRPr="00A1338C">
        <w:rPr>
          <w:rFonts w:ascii="Times New Roman" w:hAnsi="Times New Roman"/>
          <w:sz w:val="28"/>
          <w:szCs w:val="28"/>
        </w:rPr>
        <w:t xml:space="preserve"> </w:t>
      </w:r>
      <w:r w:rsidRPr="00A1338C">
        <w:rPr>
          <w:rFonts w:ascii="Times New Roman" w:hAnsi="Times New Roman"/>
          <w:sz w:val="28"/>
          <w:szCs w:val="28"/>
        </w:rPr>
        <w:t>Владивостока</w:t>
      </w: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E10C7A" w:rsidRDefault="000E0DF3" w:rsidP="00C16A70">
      <w:pPr>
        <w:spacing w:after="0" w:line="240" w:lineRule="auto"/>
        <w:jc w:val="both"/>
        <w:rPr>
          <w:rFonts w:ascii="Times New Roman" w:hAnsi="Times New Roman"/>
        </w:rPr>
      </w:pPr>
    </w:p>
    <w:p w:rsidR="000E0DF3" w:rsidRPr="00C16A70" w:rsidRDefault="000E0DF3" w:rsidP="00C16A7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0E0DF3" w:rsidRPr="00C36974" w:rsidRDefault="000E0DF3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8FB" w:rsidRPr="00C36974" w:rsidRDefault="00F968FB" w:rsidP="00C16A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6BB" w:rsidRDefault="000E0DF3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1</w:t>
      </w:r>
      <w:r w:rsidR="00F968FB">
        <w:rPr>
          <w:rFonts w:ascii="Times New Roman" w:hAnsi="Times New Roman"/>
          <w:sz w:val="28"/>
        </w:rPr>
        <w:t xml:space="preserve">. </w:t>
      </w:r>
      <w:r w:rsidR="008B220A" w:rsidRPr="008B220A">
        <w:rPr>
          <w:rFonts w:ascii="Times New Roman" w:hAnsi="Times New Roman"/>
          <w:sz w:val="28"/>
        </w:rPr>
        <w:t xml:space="preserve">Внести в приложение к решению Думы города Владивостока </w:t>
      </w:r>
      <w:r w:rsidR="00072FB7">
        <w:rPr>
          <w:rFonts w:ascii="Times New Roman" w:hAnsi="Times New Roman"/>
          <w:sz w:val="28"/>
        </w:rPr>
        <w:br/>
      </w:r>
      <w:r w:rsidR="00F37ADD" w:rsidRPr="00F37ADD">
        <w:rPr>
          <w:rFonts w:ascii="Times New Roman" w:hAnsi="Times New Roman"/>
          <w:sz w:val="28"/>
          <w:szCs w:val="28"/>
        </w:rPr>
        <w:t>от 27.02.2025 № 568</w:t>
      </w:r>
      <w:r w:rsidR="00F37ADD" w:rsidRPr="00794A01">
        <w:rPr>
          <w:rFonts w:ascii="Times New Roman" w:hAnsi="Times New Roman"/>
          <w:b/>
          <w:sz w:val="28"/>
          <w:szCs w:val="28"/>
        </w:rPr>
        <w:t xml:space="preserve"> </w:t>
      </w:r>
      <w:r w:rsidR="008B220A" w:rsidRPr="008B220A">
        <w:rPr>
          <w:rFonts w:ascii="Times New Roman" w:hAnsi="Times New Roman"/>
          <w:sz w:val="28"/>
        </w:rPr>
        <w:t xml:space="preserve">«Об утверждении условий приватизации муниципального </w:t>
      </w:r>
      <w:r w:rsidR="008B220A" w:rsidRPr="008B220A">
        <w:rPr>
          <w:rFonts w:ascii="Times New Roman" w:hAnsi="Times New Roman"/>
          <w:sz w:val="28"/>
        </w:rPr>
        <w:lastRenderedPageBreak/>
        <w:t>имущества в городе Владивосток</w:t>
      </w:r>
      <w:r w:rsidR="001119D4">
        <w:rPr>
          <w:rFonts w:ascii="Times New Roman" w:hAnsi="Times New Roman"/>
          <w:sz w:val="28"/>
        </w:rPr>
        <w:t>е</w:t>
      </w:r>
      <w:r w:rsidR="008B220A" w:rsidRPr="008B220A">
        <w:rPr>
          <w:rFonts w:ascii="Times New Roman" w:hAnsi="Times New Roman"/>
          <w:sz w:val="28"/>
        </w:rPr>
        <w:t xml:space="preserve"> на 202</w:t>
      </w:r>
      <w:r w:rsidR="00AA4AE5">
        <w:rPr>
          <w:rFonts w:ascii="Times New Roman" w:hAnsi="Times New Roman"/>
          <w:sz w:val="28"/>
        </w:rPr>
        <w:t>5</w:t>
      </w:r>
      <w:r w:rsidR="008B220A" w:rsidRPr="008B220A">
        <w:rPr>
          <w:rFonts w:ascii="Times New Roman" w:hAnsi="Times New Roman"/>
          <w:sz w:val="28"/>
        </w:rPr>
        <w:t>-202</w:t>
      </w:r>
      <w:r w:rsidR="00AA4AE5">
        <w:rPr>
          <w:rFonts w:ascii="Times New Roman" w:hAnsi="Times New Roman"/>
          <w:sz w:val="28"/>
        </w:rPr>
        <w:t>6</w:t>
      </w:r>
      <w:r w:rsidR="008B220A" w:rsidRPr="008B220A">
        <w:rPr>
          <w:rFonts w:ascii="Times New Roman" w:hAnsi="Times New Roman"/>
          <w:sz w:val="28"/>
        </w:rPr>
        <w:t xml:space="preserve"> годы» следующие изменения:</w:t>
      </w:r>
      <w:r w:rsidR="00AA4AE5">
        <w:rPr>
          <w:rFonts w:ascii="Times New Roman" w:hAnsi="Times New Roman"/>
          <w:sz w:val="28"/>
        </w:rPr>
        <w:t xml:space="preserve"> </w:t>
      </w:r>
      <w:r w:rsidR="008B2369">
        <w:rPr>
          <w:rFonts w:ascii="Times New Roman" w:hAnsi="Times New Roman"/>
          <w:sz w:val="28"/>
        </w:rPr>
        <w:t>дополнить строк</w:t>
      </w:r>
      <w:r w:rsidR="00A607A2">
        <w:rPr>
          <w:rFonts w:ascii="Times New Roman" w:hAnsi="Times New Roman"/>
          <w:sz w:val="28"/>
        </w:rPr>
        <w:t>ой</w:t>
      </w:r>
      <w:r w:rsidR="000A1004">
        <w:rPr>
          <w:rFonts w:ascii="Times New Roman" w:hAnsi="Times New Roman"/>
          <w:sz w:val="28"/>
        </w:rPr>
        <w:t xml:space="preserve"> </w:t>
      </w:r>
      <w:r w:rsidR="00A607A2">
        <w:rPr>
          <w:rFonts w:ascii="Times New Roman" w:hAnsi="Times New Roman"/>
          <w:sz w:val="28"/>
        </w:rPr>
        <w:t>21</w:t>
      </w:r>
      <w:r w:rsidR="00AE41B9">
        <w:rPr>
          <w:rFonts w:ascii="Times New Roman" w:hAnsi="Times New Roman"/>
          <w:sz w:val="28"/>
        </w:rPr>
        <w:t xml:space="preserve"> сл</w:t>
      </w:r>
      <w:r w:rsidR="008B2369">
        <w:rPr>
          <w:rFonts w:ascii="Times New Roman" w:hAnsi="Times New Roman"/>
          <w:sz w:val="28"/>
        </w:rPr>
        <w:t>едующего содержания (приложение</w:t>
      </w:r>
      <w:r w:rsidR="00AA4AE5">
        <w:rPr>
          <w:rFonts w:ascii="Times New Roman" w:hAnsi="Times New Roman"/>
          <w:sz w:val="28"/>
        </w:rPr>
        <w:t>)</w:t>
      </w:r>
      <w:r w:rsidR="00AE41B9">
        <w:rPr>
          <w:rFonts w:ascii="Times New Roman" w:hAnsi="Times New Roman"/>
          <w:sz w:val="28"/>
        </w:rPr>
        <w:t>.</w:t>
      </w:r>
    </w:p>
    <w:p w:rsidR="003F57F4" w:rsidRPr="00C16A70" w:rsidRDefault="007556BB" w:rsidP="007556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F57F4" w:rsidRPr="00C16A70">
        <w:rPr>
          <w:rFonts w:ascii="Times New Roman" w:hAnsi="Times New Roman"/>
          <w:sz w:val="28"/>
          <w:szCs w:val="28"/>
        </w:rPr>
        <w:t>. Контроль</w:t>
      </w:r>
      <w:r w:rsidR="003F57F4">
        <w:rPr>
          <w:rFonts w:ascii="Times New Roman" w:hAnsi="Times New Roman"/>
          <w:sz w:val="28"/>
          <w:szCs w:val="28"/>
        </w:rPr>
        <w:t xml:space="preserve"> исполнения</w:t>
      </w:r>
      <w:r w:rsidR="003F57F4" w:rsidRPr="00C16A70">
        <w:rPr>
          <w:rFonts w:ascii="Times New Roman" w:hAnsi="Times New Roman"/>
          <w:sz w:val="28"/>
          <w:szCs w:val="28"/>
        </w:rPr>
        <w:t xml:space="preserve"> настоящего решения возложить на комитет по экономической политике и муниципальной собственности Думы города Влади</w:t>
      </w:r>
      <w:r w:rsidR="003F57F4">
        <w:rPr>
          <w:rFonts w:ascii="Times New Roman" w:hAnsi="Times New Roman"/>
          <w:sz w:val="28"/>
          <w:szCs w:val="28"/>
        </w:rPr>
        <w:t>востока (Васильев В.А.</w:t>
      </w:r>
      <w:r w:rsidR="003F57F4" w:rsidRPr="00C16A70">
        <w:rPr>
          <w:rFonts w:ascii="Times New Roman" w:hAnsi="Times New Roman"/>
          <w:sz w:val="28"/>
          <w:szCs w:val="28"/>
        </w:rPr>
        <w:t>).</w:t>
      </w:r>
    </w:p>
    <w:p w:rsidR="003F57F4" w:rsidRDefault="007556BB" w:rsidP="003F57F4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57F4" w:rsidRPr="00C16A7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3F57F4">
        <w:rPr>
          <w:rFonts w:ascii="Times New Roman" w:hAnsi="Times New Roman"/>
          <w:sz w:val="28"/>
          <w:szCs w:val="28"/>
        </w:rPr>
        <w:t>со дня его принятия.</w:t>
      </w:r>
    </w:p>
    <w:p w:rsidR="00C36974" w:rsidRDefault="00C3697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57F4" w:rsidRDefault="003F57F4" w:rsidP="003E5B78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E7A" w:rsidRPr="002E5761" w:rsidRDefault="00C16A70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</w:t>
      </w:r>
      <w:r w:rsidR="002E5761">
        <w:rPr>
          <w:rFonts w:ascii="Times New Roman" w:hAnsi="Times New Roman"/>
          <w:sz w:val="28"/>
          <w:szCs w:val="28"/>
        </w:rPr>
        <w:t xml:space="preserve">                     </w:t>
      </w:r>
      <w:r w:rsidR="003E5B78">
        <w:rPr>
          <w:rFonts w:ascii="Times New Roman" w:hAnsi="Times New Roman"/>
          <w:sz w:val="28"/>
          <w:szCs w:val="28"/>
        </w:rPr>
        <w:t xml:space="preserve"> </w:t>
      </w:r>
      <w:r w:rsidR="002E5761">
        <w:rPr>
          <w:rFonts w:ascii="Times New Roman" w:hAnsi="Times New Roman"/>
          <w:sz w:val="28"/>
          <w:szCs w:val="28"/>
        </w:rPr>
        <w:t xml:space="preserve">     А.П. Брик</w:t>
      </w:r>
      <w:r w:rsidR="003E5B78">
        <w:rPr>
          <w:rFonts w:ascii="Times New Roman" w:hAnsi="Times New Roman"/>
          <w:sz w:val="28"/>
          <w:szCs w:val="28"/>
        </w:rPr>
        <w:t xml:space="preserve"> </w:t>
      </w:r>
    </w:p>
    <w:sectPr w:rsidR="004B2E7A" w:rsidRPr="002E5761" w:rsidSect="00E10C7A">
      <w:headerReference w:type="default" dor:id="rId8"/>
      <w:pgSz w:w="11907" w:h="16840" w:code="9"/>
      <w:pgMar w:top="113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E64" w:rsidRDefault="000C1E64">
      <w:pPr>
        <w:spacing w:after="0" w:line="240" w:lineRule="auto"/>
      </w:pPr>
      <w:r>
        <w:separator/>
      </w:r>
    </w:p>
  </w:endnote>
  <w:endnote w:type="continuationSeparator" w:id="0">
    <w:p w:rsidR="000C1E64" w:rsidRDefault="000C1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E64" w:rsidRDefault="000C1E64">
      <w:pPr>
        <w:spacing w:after="0" w:line="240" w:lineRule="auto"/>
      </w:pPr>
      <w:r>
        <w:separator/>
      </w:r>
    </w:p>
  </w:footnote>
  <w:footnote w:type="continuationSeparator" w:id="0">
    <w:p w:rsidR="000C1E64" w:rsidRDefault="000C1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89" w:rsidRDefault="00776589" w:rsidP="00F968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90AD9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3E"/>
    <w:rsid w:val="000025E2"/>
    <w:rsid w:val="00005EC1"/>
    <w:rsid w:val="0001788C"/>
    <w:rsid w:val="00020B17"/>
    <w:rsid w:val="00024AAA"/>
    <w:rsid w:val="000273C6"/>
    <w:rsid w:val="00035D30"/>
    <w:rsid w:val="00040CCD"/>
    <w:rsid w:val="00044DCD"/>
    <w:rsid w:val="00045219"/>
    <w:rsid w:val="000502D0"/>
    <w:rsid w:val="00054A49"/>
    <w:rsid w:val="0007129B"/>
    <w:rsid w:val="00072FB7"/>
    <w:rsid w:val="00085001"/>
    <w:rsid w:val="00087FC1"/>
    <w:rsid w:val="000919A5"/>
    <w:rsid w:val="00091C57"/>
    <w:rsid w:val="000A1004"/>
    <w:rsid w:val="000A3A1C"/>
    <w:rsid w:val="000A3AAD"/>
    <w:rsid w:val="000A49EF"/>
    <w:rsid w:val="000A4D6E"/>
    <w:rsid w:val="000A538F"/>
    <w:rsid w:val="000A6853"/>
    <w:rsid w:val="000A6E78"/>
    <w:rsid w:val="000C0714"/>
    <w:rsid w:val="000C0F65"/>
    <w:rsid w:val="000C1BC4"/>
    <w:rsid w:val="000C1E07"/>
    <w:rsid w:val="000C1E64"/>
    <w:rsid w:val="000C464B"/>
    <w:rsid w:val="000C6C24"/>
    <w:rsid w:val="000D06CA"/>
    <w:rsid w:val="000D604D"/>
    <w:rsid w:val="000E0DF3"/>
    <w:rsid w:val="000E471D"/>
    <w:rsid w:val="000F3C3B"/>
    <w:rsid w:val="00101353"/>
    <w:rsid w:val="001119D4"/>
    <w:rsid w:val="00115BAB"/>
    <w:rsid w:val="00123779"/>
    <w:rsid w:val="001248C1"/>
    <w:rsid w:val="0014247B"/>
    <w:rsid w:val="00154D8D"/>
    <w:rsid w:val="00166874"/>
    <w:rsid w:val="00167767"/>
    <w:rsid w:val="00174579"/>
    <w:rsid w:val="001860E5"/>
    <w:rsid w:val="001B07F2"/>
    <w:rsid w:val="001B12A7"/>
    <w:rsid w:val="001C1070"/>
    <w:rsid w:val="001D6F6C"/>
    <w:rsid w:val="001E5AE1"/>
    <w:rsid w:val="001F62BE"/>
    <w:rsid w:val="002006F7"/>
    <w:rsid w:val="00211207"/>
    <w:rsid w:val="002157D1"/>
    <w:rsid w:val="00215C76"/>
    <w:rsid w:val="00222373"/>
    <w:rsid w:val="002230D7"/>
    <w:rsid w:val="00223DEC"/>
    <w:rsid w:val="002242F6"/>
    <w:rsid w:val="0023151C"/>
    <w:rsid w:val="00231A21"/>
    <w:rsid w:val="00234854"/>
    <w:rsid w:val="00234C47"/>
    <w:rsid w:val="002474F9"/>
    <w:rsid w:val="00251F53"/>
    <w:rsid w:val="0025357C"/>
    <w:rsid w:val="00254664"/>
    <w:rsid w:val="002577EC"/>
    <w:rsid w:val="00261D20"/>
    <w:rsid w:val="002628D1"/>
    <w:rsid w:val="0027407B"/>
    <w:rsid w:val="0028040B"/>
    <w:rsid w:val="002808DA"/>
    <w:rsid w:val="002B2FD3"/>
    <w:rsid w:val="002C4C23"/>
    <w:rsid w:val="002D2CD1"/>
    <w:rsid w:val="002D4A0E"/>
    <w:rsid w:val="002E39E9"/>
    <w:rsid w:val="002E4C3A"/>
    <w:rsid w:val="002E5761"/>
    <w:rsid w:val="002F31A9"/>
    <w:rsid w:val="003201B9"/>
    <w:rsid w:val="00324CB9"/>
    <w:rsid w:val="00335DF3"/>
    <w:rsid w:val="003378B0"/>
    <w:rsid w:val="00341D4C"/>
    <w:rsid w:val="00343B41"/>
    <w:rsid w:val="00344319"/>
    <w:rsid w:val="00344612"/>
    <w:rsid w:val="003450C3"/>
    <w:rsid w:val="00347393"/>
    <w:rsid w:val="00366FE2"/>
    <w:rsid w:val="00382DA0"/>
    <w:rsid w:val="00390B2F"/>
    <w:rsid w:val="00390F25"/>
    <w:rsid w:val="003A6705"/>
    <w:rsid w:val="003B0A94"/>
    <w:rsid w:val="003B4E3A"/>
    <w:rsid w:val="003B680C"/>
    <w:rsid w:val="003C16E7"/>
    <w:rsid w:val="003D3A17"/>
    <w:rsid w:val="003E5B78"/>
    <w:rsid w:val="003E5EA5"/>
    <w:rsid w:val="003F4513"/>
    <w:rsid w:val="003F57F4"/>
    <w:rsid w:val="004002FF"/>
    <w:rsid w:val="0040347B"/>
    <w:rsid w:val="004041E4"/>
    <w:rsid w:val="00411811"/>
    <w:rsid w:val="004121B1"/>
    <w:rsid w:val="004137B0"/>
    <w:rsid w:val="00417250"/>
    <w:rsid w:val="0042130C"/>
    <w:rsid w:val="00430056"/>
    <w:rsid w:val="00430281"/>
    <w:rsid w:val="0043211D"/>
    <w:rsid w:val="00437C9A"/>
    <w:rsid w:val="004409F5"/>
    <w:rsid w:val="00440FD0"/>
    <w:rsid w:val="00447124"/>
    <w:rsid w:val="00450506"/>
    <w:rsid w:val="00452B4E"/>
    <w:rsid w:val="00454856"/>
    <w:rsid w:val="00457C17"/>
    <w:rsid w:val="00457C64"/>
    <w:rsid w:val="00462FF2"/>
    <w:rsid w:val="00464529"/>
    <w:rsid w:val="00465594"/>
    <w:rsid w:val="0046589A"/>
    <w:rsid w:val="00467A28"/>
    <w:rsid w:val="00471023"/>
    <w:rsid w:val="0047199C"/>
    <w:rsid w:val="00472390"/>
    <w:rsid w:val="004734CB"/>
    <w:rsid w:val="0047791E"/>
    <w:rsid w:val="004838C3"/>
    <w:rsid w:val="00495893"/>
    <w:rsid w:val="00496E28"/>
    <w:rsid w:val="004A144D"/>
    <w:rsid w:val="004A2283"/>
    <w:rsid w:val="004A713E"/>
    <w:rsid w:val="004B18A6"/>
    <w:rsid w:val="004B2E7A"/>
    <w:rsid w:val="004B2E89"/>
    <w:rsid w:val="004C7151"/>
    <w:rsid w:val="004C7491"/>
    <w:rsid w:val="004D1109"/>
    <w:rsid w:val="004D6C21"/>
    <w:rsid w:val="004D7009"/>
    <w:rsid w:val="004E4499"/>
    <w:rsid w:val="004E6448"/>
    <w:rsid w:val="004E78C5"/>
    <w:rsid w:val="004F0911"/>
    <w:rsid w:val="004F1EE1"/>
    <w:rsid w:val="004F3A54"/>
    <w:rsid w:val="004F6911"/>
    <w:rsid w:val="004F6D56"/>
    <w:rsid w:val="00506B13"/>
    <w:rsid w:val="00510A94"/>
    <w:rsid w:val="00517D48"/>
    <w:rsid w:val="00522649"/>
    <w:rsid w:val="00524588"/>
    <w:rsid w:val="00526D32"/>
    <w:rsid w:val="005447E6"/>
    <w:rsid w:val="0054556D"/>
    <w:rsid w:val="00546B1B"/>
    <w:rsid w:val="00551038"/>
    <w:rsid w:val="00551BC7"/>
    <w:rsid w:val="005548F6"/>
    <w:rsid w:val="005564F8"/>
    <w:rsid w:val="0057534F"/>
    <w:rsid w:val="00583533"/>
    <w:rsid w:val="00587109"/>
    <w:rsid w:val="00590A1B"/>
    <w:rsid w:val="005A449B"/>
    <w:rsid w:val="005A4B6F"/>
    <w:rsid w:val="005A4C15"/>
    <w:rsid w:val="005B2A12"/>
    <w:rsid w:val="005B43D8"/>
    <w:rsid w:val="005B5993"/>
    <w:rsid w:val="005C1C23"/>
    <w:rsid w:val="005C3338"/>
    <w:rsid w:val="005D19AD"/>
    <w:rsid w:val="005D2B84"/>
    <w:rsid w:val="005D46CE"/>
    <w:rsid w:val="005D6951"/>
    <w:rsid w:val="005E0672"/>
    <w:rsid w:val="005E14C9"/>
    <w:rsid w:val="005E2C1D"/>
    <w:rsid w:val="005E39A4"/>
    <w:rsid w:val="005E437B"/>
    <w:rsid w:val="005F474E"/>
    <w:rsid w:val="00600B50"/>
    <w:rsid w:val="00604666"/>
    <w:rsid w:val="0060639A"/>
    <w:rsid w:val="00607CF5"/>
    <w:rsid w:val="00612ACF"/>
    <w:rsid w:val="00617486"/>
    <w:rsid w:val="0062332A"/>
    <w:rsid w:val="00624062"/>
    <w:rsid w:val="0065038D"/>
    <w:rsid w:val="00651DB5"/>
    <w:rsid w:val="00656594"/>
    <w:rsid w:val="00665A3E"/>
    <w:rsid w:val="00671229"/>
    <w:rsid w:val="00674000"/>
    <w:rsid w:val="00683304"/>
    <w:rsid w:val="00696D68"/>
    <w:rsid w:val="006A118F"/>
    <w:rsid w:val="006A31E9"/>
    <w:rsid w:val="006A5CAD"/>
    <w:rsid w:val="006C4046"/>
    <w:rsid w:val="006C4B84"/>
    <w:rsid w:val="006E1033"/>
    <w:rsid w:val="006E142C"/>
    <w:rsid w:val="006E19BC"/>
    <w:rsid w:val="006F4F3F"/>
    <w:rsid w:val="007019E5"/>
    <w:rsid w:val="00701A11"/>
    <w:rsid w:val="00701DC8"/>
    <w:rsid w:val="00702715"/>
    <w:rsid w:val="00712099"/>
    <w:rsid w:val="00715C25"/>
    <w:rsid w:val="00717CE0"/>
    <w:rsid w:val="00717EEF"/>
    <w:rsid w:val="00720E4D"/>
    <w:rsid w:val="00721860"/>
    <w:rsid w:val="00723B98"/>
    <w:rsid w:val="00726F09"/>
    <w:rsid w:val="00733CAE"/>
    <w:rsid w:val="00735ABD"/>
    <w:rsid w:val="0073709B"/>
    <w:rsid w:val="00740131"/>
    <w:rsid w:val="00746659"/>
    <w:rsid w:val="00751384"/>
    <w:rsid w:val="007556BB"/>
    <w:rsid w:val="00756C50"/>
    <w:rsid w:val="00765CBD"/>
    <w:rsid w:val="007708F3"/>
    <w:rsid w:val="00776589"/>
    <w:rsid w:val="00781C1A"/>
    <w:rsid w:val="0078240D"/>
    <w:rsid w:val="0079078B"/>
    <w:rsid w:val="00792321"/>
    <w:rsid w:val="00794A01"/>
    <w:rsid w:val="007A1B0C"/>
    <w:rsid w:val="007B0D10"/>
    <w:rsid w:val="007B4B59"/>
    <w:rsid w:val="007B7982"/>
    <w:rsid w:val="007D40B5"/>
    <w:rsid w:val="007D78EE"/>
    <w:rsid w:val="007E1D03"/>
    <w:rsid w:val="007E7331"/>
    <w:rsid w:val="007F77CD"/>
    <w:rsid w:val="0080790A"/>
    <w:rsid w:val="00821369"/>
    <w:rsid w:val="008218CD"/>
    <w:rsid w:val="00822797"/>
    <w:rsid w:val="00823A6A"/>
    <w:rsid w:val="008255E2"/>
    <w:rsid w:val="0083182C"/>
    <w:rsid w:val="008318EF"/>
    <w:rsid w:val="008377FA"/>
    <w:rsid w:val="00841D50"/>
    <w:rsid w:val="0084780A"/>
    <w:rsid w:val="00847ECD"/>
    <w:rsid w:val="008554B1"/>
    <w:rsid w:val="00856F73"/>
    <w:rsid w:val="00874AB5"/>
    <w:rsid w:val="00881802"/>
    <w:rsid w:val="00887F8B"/>
    <w:rsid w:val="00890BE3"/>
    <w:rsid w:val="008921FA"/>
    <w:rsid w:val="00894A91"/>
    <w:rsid w:val="00897947"/>
    <w:rsid w:val="008A6BEA"/>
    <w:rsid w:val="008A7BF9"/>
    <w:rsid w:val="008B220A"/>
    <w:rsid w:val="008B2369"/>
    <w:rsid w:val="008B3FC7"/>
    <w:rsid w:val="008C368B"/>
    <w:rsid w:val="008C7479"/>
    <w:rsid w:val="008D7490"/>
    <w:rsid w:val="008E029C"/>
    <w:rsid w:val="008E5C3F"/>
    <w:rsid w:val="008F2E30"/>
    <w:rsid w:val="0090041C"/>
    <w:rsid w:val="009048D6"/>
    <w:rsid w:val="0091424E"/>
    <w:rsid w:val="00924CE0"/>
    <w:rsid w:val="00936226"/>
    <w:rsid w:val="00941763"/>
    <w:rsid w:val="00946E9E"/>
    <w:rsid w:val="00947B1F"/>
    <w:rsid w:val="009511B5"/>
    <w:rsid w:val="009538ED"/>
    <w:rsid w:val="00955317"/>
    <w:rsid w:val="00956DC9"/>
    <w:rsid w:val="00960593"/>
    <w:rsid w:val="00971658"/>
    <w:rsid w:val="00971A20"/>
    <w:rsid w:val="0097436E"/>
    <w:rsid w:val="00974982"/>
    <w:rsid w:val="00976DC1"/>
    <w:rsid w:val="00981D00"/>
    <w:rsid w:val="0098503F"/>
    <w:rsid w:val="009907F1"/>
    <w:rsid w:val="00996E0B"/>
    <w:rsid w:val="00997559"/>
    <w:rsid w:val="009A02F3"/>
    <w:rsid w:val="009A1BF6"/>
    <w:rsid w:val="009A39BA"/>
    <w:rsid w:val="009A3F23"/>
    <w:rsid w:val="009A6EA5"/>
    <w:rsid w:val="009B0315"/>
    <w:rsid w:val="009B1209"/>
    <w:rsid w:val="009C32EC"/>
    <w:rsid w:val="009C5A09"/>
    <w:rsid w:val="009C5C87"/>
    <w:rsid w:val="009D149D"/>
    <w:rsid w:val="009D3C96"/>
    <w:rsid w:val="009D74FB"/>
    <w:rsid w:val="009E5C61"/>
    <w:rsid w:val="00A010A0"/>
    <w:rsid w:val="00A0411C"/>
    <w:rsid w:val="00A067DB"/>
    <w:rsid w:val="00A11072"/>
    <w:rsid w:val="00A1338C"/>
    <w:rsid w:val="00A13410"/>
    <w:rsid w:val="00A1537B"/>
    <w:rsid w:val="00A20C91"/>
    <w:rsid w:val="00A34D78"/>
    <w:rsid w:val="00A42141"/>
    <w:rsid w:val="00A46DB2"/>
    <w:rsid w:val="00A53694"/>
    <w:rsid w:val="00A5570F"/>
    <w:rsid w:val="00A563C2"/>
    <w:rsid w:val="00A56D93"/>
    <w:rsid w:val="00A57118"/>
    <w:rsid w:val="00A606EE"/>
    <w:rsid w:val="00A607A2"/>
    <w:rsid w:val="00A623EF"/>
    <w:rsid w:val="00A64688"/>
    <w:rsid w:val="00A74175"/>
    <w:rsid w:val="00A81D91"/>
    <w:rsid w:val="00A85143"/>
    <w:rsid w:val="00A90AD9"/>
    <w:rsid w:val="00AA1D35"/>
    <w:rsid w:val="00AA4AE5"/>
    <w:rsid w:val="00AA666C"/>
    <w:rsid w:val="00AA6757"/>
    <w:rsid w:val="00AA6FDF"/>
    <w:rsid w:val="00AB1A4B"/>
    <w:rsid w:val="00AB3F78"/>
    <w:rsid w:val="00AB6896"/>
    <w:rsid w:val="00AC5D44"/>
    <w:rsid w:val="00AD081A"/>
    <w:rsid w:val="00AE41B9"/>
    <w:rsid w:val="00AF2424"/>
    <w:rsid w:val="00AF4B54"/>
    <w:rsid w:val="00AF4D14"/>
    <w:rsid w:val="00B179F9"/>
    <w:rsid w:val="00B4192A"/>
    <w:rsid w:val="00B42BF8"/>
    <w:rsid w:val="00B47204"/>
    <w:rsid w:val="00B503A3"/>
    <w:rsid w:val="00B5074D"/>
    <w:rsid w:val="00B55FD3"/>
    <w:rsid w:val="00B603F8"/>
    <w:rsid w:val="00B63DEB"/>
    <w:rsid w:val="00B64829"/>
    <w:rsid w:val="00B671B3"/>
    <w:rsid w:val="00B8572B"/>
    <w:rsid w:val="00B908E1"/>
    <w:rsid w:val="00B92431"/>
    <w:rsid w:val="00B92597"/>
    <w:rsid w:val="00B93275"/>
    <w:rsid w:val="00B941C0"/>
    <w:rsid w:val="00BA11D7"/>
    <w:rsid w:val="00BB28B0"/>
    <w:rsid w:val="00BB592B"/>
    <w:rsid w:val="00BB618B"/>
    <w:rsid w:val="00BC3078"/>
    <w:rsid w:val="00BD3D2C"/>
    <w:rsid w:val="00BD6C18"/>
    <w:rsid w:val="00BE113B"/>
    <w:rsid w:val="00BE47B2"/>
    <w:rsid w:val="00BF62CB"/>
    <w:rsid w:val="00C00380"/>
    <w:rsid w:val="00C162BF"/>
    <w:rsid w:val="00C16A70"/>
    <w:rsid w:val="00C16F0C"/>
    <w:rsid w:val="00C36974"/>
    <w:rsid w:val="00C37771"/>
    <w:rsid w:val="00C421F8"/>
    <w:rsid w:val="00C433EA"/>
    <w:rsid w:val="00C53840"/>
    <w:rsid w:val="00C657E6"/>
    <w:rsid w:val="00C71D05"/>
    <w:rsid w:val="00C76193"/>
    <w:rsid w:val="00C817CE"/>
    <w:rsid w:val="00C837BE"/>
    <w:rsid w:val="00C9204F"/>
    <w:rsid w:val="00C94B7A"/>
    <w:rsid w:val="00CA29DC"/>
    <w:rsid w:val="00CA5958"/>
    <w:rsid w:val="00CA7247"/>
    <w:rsid w:val="00CB181C"/>
    <w:rsid w:val="00CC0590"/>
    <w:rsid w:val="00CC1348"/>
    <w:rsid w:val="00CC20B2"/>
    <w:rsid w:val="00CC43AE"/>
    <w:rsid w:val="00CC5414"/>
    <w:rsid w:val="00CD57D7"/>
    <w:rsid w:val="00CD5857"/>
    <w:rsid w:val="00CD6181"/>
    <w:rsid w:val="00CE7998"/>
    <w:rsid w:val="00CE7D7F"/>
    <w:rsid w:val="00CF1645"/>
    <w:rsid w:val="00CF2FF3"/>
    <w:rsid w:val="00CF755D"/>
    <w:rsid w:val="00D07A5A"/>
    <w:rsid w:val="00D13052"/>
    <w:rsid w:val="00D26BB0"/>
    <w:rsid w:val="00D32A0D"/>
    <w:rsid w:val="00D40A8C"/>
    <w:rsid w:val="00D40D10"/>
    <w:rsid w:val="00D42A2B"/>
    <w:rsid w:val="00D455F4"/>
    <w:rsid w:val="00D50A4D"/>
    <w:rsid w:val="00D61C94"/>
    <w:rsid w:val="00D66209"/>
    <w:rsid w:val="00D826D9"/>
    <w:rsid w:val="00D92016"/>
    <w:rsid w:val="00D96EFA"/>
    <w:rsid w:val="00DA52C7"/>
    <w:rsid w:val="00DA6D27"/>
    <w:rsid w:val="00DD7C33"/>
    <w:rsid w:val="00DE149C"/>
    <w:rsid w:val="00DF5013"/>
    <w:rsid w:val="00E042F2"/>
    <w:rsid w:val="00E050B5"/>
    <w:rsid w:val="00E07F2B"/>
    <w:rsid w:val="00E10C7A"/>
    <w:rsid w:val="00E21674"/>
    <w:rsid w:val="00E22904"/>
    <w:rsid w:val="00E27CFB"/>
    <w:rsid w:val="00E31ADA"/>
    <w:rsid w:val="00E35503"/>
    <w:rsid w:val="00E50B43"/>
    <w:rsid w:val="00E53DD1"/>
    <w:rsid w:val="00E6425A"/>
    <w:rsid w:val="00E64849"/>
    <w:rsid w:val="00E83992"/>
    <w:rsid w:val="00E84D47"/>
    <w:rsid w:val="00E875F5"/>
    <w:rsid w:val="00E8789E"/>
    <w:rsid w:val="00E95017"/>
    <w:rsid w:val="00EA17C9"/>
    <w:rsid w:val="00EC3B13"/>
    <w:rsid w:val="00ED354B"/>
    <w:rsid w:val="00ED6AD6"/>
    <w:rsid w:val="00ED76FC"/>
    <w:rsid w:val="00EE566B"/>
    <w:rsid w:val="00F05605"/>
    <w:rsid w:val="00F108D0"/>
    <w:rsid w:val="00F3182A"/>
    <w:rsid w:val="00F3244A"/>
    <w:rsid w:val="00F37ADD"/>
    <w:rsid w:val="00F42BCC"/>
    <w:rsid w:val="00F4319D"/>
    <w:rsid w:val="00F44426"/>
    <w:rsid w:val="00F5244B"/>
    <w:rsid w:val="00F52A82"/>
    <w:rsid w:val="00F60C4F"/>
    <w:rsid w:val="00F64CFF"/>
    <w:rsid w:val="00F6613B"/>
    <w:rsid w:val="00F74336"/>
    <w:rsid w:val="00F85961"/>
    <w:rsid w:val="00F873FC"/>
    <w:rsid w:val="00F93DBB"/>
    <w:rsid w:val="00F94521"/>
    <w:rsid w:val="00F968FB"/>
    <w:rsid w:val="00FB14CE"/>
    <w:rsid w:val="00FB51F5"/>
    <w:rsid w:val="00FC53E2"/>
    <w:rsid w:val="00FC7151"/>
    <w:rsid w:val="00FD4360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33E0"/>
  <w15:docId w15:val="{DEC22C03-6431-40B6-BDDF-039976D8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88;&#1080;&#1074;&#1072;&#1090;&#1080;&#1079;&#1072;&#1094;&#1080;&#1103;\2014-2016\&#1059;&#1057;&#1051;&#1054;&#1042;&#1048;&#1071;\08.10.2015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89A98-2A8F-4536-BFE6-3AC0300A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1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Екатерина Владимировна Мазур</cp:lastModifiedBy>
  <cp:revision>2</cp:revision>
  <cp:lastPrinted>2025-10-15T06:27:00Z</cp:lastPrinted>
  <dcterms:created xsi:type="dcterms:W3CDTF">2025-10-15T06:28:00Z</dcterms:created>
  <dcterms:modified xsi:type="dcterms:W3CDTF">2025-10-15T06:28:00Z</dcterms:modified>
</cp:coreProperties>
</file>