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1E" w:rsidRDefault="00F579E0" w:rsidP="00F72A1E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A1E" w:rsidRDefault="00F72A1E" w:rsidP="00F72A1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F72A1E" w:rsidRDefault="00F72A1E" w:rsidP="00F72A1E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F72A1E" w:rsidRDefault="00F72A1E" w:rsidP="00F72A1E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F72A1E" w:rsidRDefault="00F72A1E" w:rsidP="00F72A1E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F72A1E" w:rsidTr="00F72A1E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A1E" w:rsidRDefault="00F72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F72A1E" w:rsidRDefault="00F72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F72A1E" w:rsidRDefault="00F72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A1E" w:rsidRDefault="00F72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C317B" w:rsidRPr="008D1579" w:rsidRDefault="00CC317B" w:rsidP="00CC317B">
      <w:pPr>
        <w:spacing w:after="0" w:line="240" w:lineRule="auto"/>
        <w:rPr>
          <w:sz w:val="28"/>
          <w:szCs w:val="28"/>
        </w:rPr>
      </w:pPr>
    </w:p>
    <w:p w:rsidR="00DD7B07" w:rsidRPr="005861C8" w:rsidRDefault="00992BBE" w:rsidP="005861C8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О внесении в Думу города Владивостока проекта решения Думы города Владивостока «</w:t>
      </w:r>
      <w:r w:rsidR="00DD7B07" w:rsidRPr="00DD7B07">
        <w:rPr>
          <w:rFonts w:ascii="Times New Roman" w:hAnsi="Times New Roman"/>
          <w:b/>
          <w:bCs/>
          <w:kern w:val="32"/>
          <w:sz w:val="28"/>
          <w:szCs w:val="28"/>
        </w:rPr>
        <w:t>О принятии муниципального правового акта города Владивостока «О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</w:t>
      </w:r>
      <w:r w:rsidR="00226B8C">
        <w:rPr>
          <w:rFonts w:ascii="Times New Roman" w:hAnsi="Times New Roman"/>
          <w:b/>
          <w:bCs/>
          <w:kern w:val="32"/>
          <w:sz w:val="28"/>
          <w:szCs w:val="28"/>
        </w:rPr>
        <w:t>адивостоке на 2025 и 2026 годы»</w:t>
      </w:r>
    </w:p>
    <w:p w:rsidR="00CC317B" w:rsidRPr="008D1579" w:rsidRDefault="00CC317B" w:rsidP="00CC31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A1E" w:rsidRDefault="00F72A1E" w:rsidP="00D2421D">
      <w:pPr>
        <w:pStyle w:val="1"/>
        <w:spacing w:before="0" w:after="0" w:line="348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06.10.2003 № 131-ФЗ                    «Об общих принципах организации местного самоуправления в Российской Федерации», статьей 37 Устава города Владивос</w:t>
      </w:r>
      <w:r w:rsidR="009A7B79">
        <w:rPr>
          <w:rFonts w:ascii="Times New Roman" w:hAnsi="Times New Roman" w:cs="Times New Roman"/>
          <w:b w:val="0"/>
          <w:sz w:val="28"/>
          <w:szCs w:val="28"/>
        </w:rPr>
        <w:t xml:space="preserve">тока, статьей 40 </w:t>
      </w:r>
      <w:r>
        <w:rPr>
          <w:rFonts w:ascii="Times New Roman" w:hAnsi="Times New Roman" w:cs="Times New Roman"/>
          <w:b w:val="0"/>
          <w:sz w:val="28"/>
          <w:szCs w:val="28"/>
        </w:rPr>
        <w:t>Регламента Думы города Владивостока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A1E" w:rsidRDefault="00F72A1E" w:rsidP="00F72A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0CE2" w:rsidRDefault="00F72A1E" w:rsidP="00D2421D">
      <w:pPr>
        <w:pStyle w:val="1"/>
        <w:tabs>
          <w:tab w:val="left" w:pos="720"/>
        </w:tabs>
        <w:spacing w:before="0" w:after="0" w:line="34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F73D98" w:rsidRPr="00F73D98">
        <w:rPr>
          <w:rFonts w:ascii="Times New Roman" w:hAnsi="Times New Roman" w:cs="Times New Roman"/>
          <w:b w:val="0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992BBE">
        <w:rPr>
          <w:rFonts w:ascii="Times New Roman" w:hAnsi="Times New Roman" w:cs="Times New Roman"/>
          <w:b w:val="0"/>
          <w:sz w:val="28"/>
          <w:szCs w:val="28"/>
        </w:rPr>
        <w:t>в Думу города Владивостока проект решения Думы города Владивостока «</w:t>
      </w:r>
      <w:r w:rsidR="00DD7B07" w:rsidRPr="00DD7B07">
        <w:rPr>
          <w:rFonts w:ascii="Times New Roman" w:hAnsi="Times New Roman" w:cs="Times New Roman"/>
          <w:b w:val="0"/>
          <w:sz w:val="28"/>
          <w:szCs w:val="28"/>
        </w:rPr>
        <w:t>О принятии муниципального правового акта города Владивостока «О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</w:t>
      </w:r>
      <w:r w:rsidR="00226B8C">
        <w:rPr>
          <w:rFonts w:ascii="Times New Roman" w:hAnsi="Times New Roman" w:cs="Times New Roman"/>
          <w:b w:val="0"/>
          <w:sz w:val="28"/>
          <w:szCs w:val="28"/>
        </w:rPr>
        <w:t>адивостоке на 2025 и 2026 годы»</w:t>
      </w:r>
      <w:r w:rsidR="00DD7B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0CE2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992BBE" w:rsidRDefault="00594AB4" w:rsidP="00992BBE">
      <w:pPr>
        <w:pStyle w:val="21"/>
        <w:spacing w:line="348" w:lineRule="auto"/>
        <w:rPr>
          <w:szCs w:val="28"/>
        </w:rPr>
      </w:pPr>
      <w:r>
        <w:rPr>
          <w:szCs w:val="28"/>
        </w:rPr>
        <w:t>2</w:t>
      </w:r>
      <w:r w:rsidR="00992BBE">
        <w:rPr>
          <w:szCs w:val="28"/>
        </w:rPr>
        <w:t>. Назначить представителем главы города при рассмотрении данного вопроса Сухова А.Н., заместителя главы администрации.</w:t>
      </w:r>
    </w:p>
    <w:p w:rsidR="00992BBE" w:rsidRDefault="00012E82" w:rsidP="00992BBE">
      <w:pPr>
        <w:pStyle w:val="21"/>
        <w:spacing w:line="348" w:lineRule="auto"/>
        <w:rPr>
          <w:szCs w:val="28"/>
        </w:rPr>
      </w:pPr>
      <w:r>
        <w:rPr>
          <w:szCs w:val="28"/>
        </w:rPr>
        <w:t>3</w:t>
      </w:r>
      <w:r w:rsidR="00992BBE">
        <w:rPr>
          <w:szCs w:val="28"/>
        </w:rPr>
        <w:t>. Настоящее постановление вступает в силу со дня его подписания.</w:t>
      </w:r>
    </w:p>
    <w:p w:rsidR="00F72A1E" w:rsidRDefault="00012E82" w:rsidP="00D2421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72A1E" w:rsidRPr="00836EB3">
        <w:rPr>
          <w:rFonts w:ascii="Times New Roman" w:hAnsi="Times New Roman"/>
          <w:sz w:val="28"/>
          <w:szCs w:val="28"/>
        </w:rPr>
        <w:t xml:space="preserve">. Контроль исполнения настоящего постановления возложить на заместителя главы администрации </w:t>
      </w:r>
      <w:r w:rsidR="009A7B79" w:rsidRPr="009A7B79">
        <w:rPr>
          <w:rFonts w:ascii="Times New Roman" w:hAnsi="Times New Roman"/>
          <w:sz w:val="28"/>
          <w:szCs w:val="28"/>
        </w:rPr>
        <w:t>Сухова А.Н</w:t>
      </w:r>
      <w:r w:rsidR="009A7B79">
        <w:rPr>
          <w:rFonts w:ascii="Times New Roman" w:hAnsi="Times New Roman"/>
          <w:sz w:val="28"/>
          <w:szCs w:val="28"/>
        </w:rPr>
        <w:t>.</w:t>
      </w:r>
    </w:p>
    <w:p w:rsidR="00AF6E81" w:rsidRDefault="00AF6E81" w:rsidP="00D2421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B79" w:rsidRDefault="007D25EE" w:rsidP="00D2421D">
      <w:pPr>
        <w:spacing w:after="0" w:line="34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72A1E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            </w:t>
      </w:r>
      <w:r w:rsidR="00F72A1E">
        <w:rPr>
          <w:rFonts w:ascii="Times New Roman" w:hAnsi="Times New Roman"/>
          <w:sz w:val="28"/>
          <w:szCs w:val="28"/>
        </w:rPr>
        <w:tab/>
      </w:r>
      <w:r w:rsidR="006A7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36EB3">
        <w:rPr>
          <w:rFonts w:ascii="Times New Roman" w:hAnsi="Times New Roman"/>
          <w:sz w:val="28"/>
          <w:szCs w:val="28"/>
        </w:rPr>
        <w:t>К.В. Шестаков</w:t>
      </w:r>
    </w:p>
    <w:p w:rsidR="00992BBE" w:rsidRDefault="00415D1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92BBE" w:rsidRDefault="00992BBE" w:rsidP="00992BB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Приложение</w:t>
      </w:r>
    </w:p>
    <w:p w:rsidR="00992BBE" w:rsidRDefault="00992BBE" w:rsidP="00992B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 постановлению главы</w:t>
      </w:r>
    </w:p>
    <w:p w:rsidR="00D02144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Владивостока </w:t>
      </w: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____________№_____</w:t>
      </w:r>
    </w:p>
    <w:p w:rsidR="00992BBE" w:rsidRPr="006A7EA5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подготовлен </w:t>
      </w: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главой города Владивостока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ДУМА ГОРОДА ВЛАДИВОСТОКА</w:t>
      </w:r>
    </w:p>
    <w:p w:rsidR="00992BBE" w:rsidRDefault="00992BBE" w:rsidP="00992B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92BBE" w:rsidRDefault="00992BBE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РЕШЕНИЕ</w:t>
      </w:r>
    </w:p>
    <w:p w:rsidR="00D02144" w:rsidRDefault="00D02144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992BBE" w:rsidRPr="00415D1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917"/>
      </w:tblGrid>
      <w:tr w:rsidR="00992BBE" w:rsidTr="00C71827">
        <w:tc>
          <w:tcPr>
            <w:tcW w:w="3936" w:type="dxa"/>
            <w:vAlign w:val="center"/>
            <w:hideMark/>
          </w:tcPr>
          <w:p w:rsidR="00992BBE" w:rsidRDefault="00992BBE" w:rsidP="00C71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принятии муниципального правового акта города Владивостока «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приложение к муниципальному правовому акту города Владивостока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03.12.2024 № 140-МПА 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«Программа приватизации муниципального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мущества в городе Владивостоке 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2025 и 2026 годы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917" w:type="dxa"/>
            <w:vAlign w:val="center"/>
          </w:tcPr>
          <w:p w:rsidR="00992BBE" w:rsidRDefault="00992BBE" w:rsidP="00C71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6E3CAE" w:rsidRDefault="00992BBE" w:rsidP="00D0214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с Гражданским кодексом Российской Федерации, Земельным кодексом Российской Федерации, Федеральным законом                          от 06.10.2003 № 131-ФЗ «Об общих принципах организации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местного самоуправления в Российской Федерации», Федеральным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законом от 21.12.2001 № 178-ФЗ «О приватизации государственного и муниципального имущества»,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города Владивостока, муниципальным правовым актом города Владивостока от 30.05.2012 № 370-МПА 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«Порядок управления и распоряжения муниципальным имуществом 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Владивостока»,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решением Думы города Владивостока от 23.04.2002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№ 82 «Об утверждении Положения о порядке проведения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приватизации муниципального имущества в городе Владивостоке» Дума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415D1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РЕШИЛА: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992BBE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1. Принять муниципальный правовой акт города Владивостока 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приложение к муниципальному правовому акту города Владивостока от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 xml:space="preserve">.2024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140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-МПА «Программа приватизации муниципального имущества в городе Владивостоке на 2025 и 2026 годы»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92BBE" w:rsidRPr="00CA45A9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2. Направить указанный муниципальный правовой акт главе города Владивостока для подписания, обнародования и размещения на 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 xml:space="preserve">официальном сайте Российской Федерации в информационно-телекоммуникационной сети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>Интернет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037137">
        <w:rPr>
          <w:rFonts w:ascii="Times New Roman" w:eastAsia="Times New Roman" w:hAnsi="Times New Roman"/>
          <w:sz w:val="28"/>
          <w:szCs w:val="20"/>
          <w:lang w:eastAsia="ru-RU"/>
        </w:rPr>
        <w:t xml:space="preserve">для размещения информации о проведении торгов 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>www.torgi.gov.ru</w:t>
      </w:r>
      <w:r w:rsidRPr="00CA45A9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992BBE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 Настоящее решение вступает в силу со дня его принятия.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                                                                                      А.П. Брик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B40CE2" w:rsidP="00F72A1E">
      <w:pPr>
        <w:pStyle w:val="ac"/>
        <w:ind w:firstLine="0"/>
        <w:rPr>
          <w:szCs w:val="28"/>
        </w:rPr>
      </w:pPr>
      <w:r>
        <w:rPr>
          <w:szCs w:val="28"/>
        </w:rPr>
        <w:lastRenderedPageBreak/>
        <w:t>М</w:t>
      </w:r>
      <w:r w:rsidR="00F72A1E">
        <w:rPr>
          <w:szCs w:val="28"/>
        </w:rPr>
        <w:t>УНИЦИПАЛЬНЫЙ ПРАВОВОЙ АКТ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ВЛАДИВОСТОКА</w:t>
      </w:r>
    </w:p>
    <w:p w:rsidR="00CC317B" w:rsidRDefault="00CC317B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4AB4" w:rsidRDefault="00594AB4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2A1E" w:rsidRDefault="00CE36EF" w:rsidP="00F72A1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E36EF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приложение к муниципальному правовому акту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орода Владивостока от 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.2024 № 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140</w:t>
      </w:r>
      <w:r w:rsidRPr="00CE36EF">
        <w:rPr>
          <w:rFonts w:ascii="Times New Roman" w:hAnsi="Times New Roman" w:cs="Times New Roman"/>
          <w:b w:val="0"/>
          <w:sz w:val="28"/>
          <w:szCs w:val="28"/>
        </w:rPr>
        <w:t>-МПА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72A1E">
        <w:rPr>
          <w:rFonts w:ascii="Times New Roman" w:hAnsi="Times New Roman" w:cs="Times New Roman"/>
          <w:b w:val="0"/>
          <w:sz w:val="28"/>
          <w:szCs w:val="28"/>
        </w:rPr>
        <w:t>Программа приватизации муниципального имуществ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7E3945">
        <w:rPr>
          <w:rFonts w:ascii="Times New Roman" w:hAnsi="Times New Roman" w:cs="Times New Roman"/>
          <w:b w:val="0"/>
          <w:sz w:val="28"/>
          <w:szCs w:val="28"/>
        </w:rPr>
        <w:t>в городе Владивостоке на 2025 и 2026</w:t>
      </w:r>
      <w:r w:rsidR="00F72A1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0242C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94AB4" w:rsidRDefault="00594AB4" w:rsidP="00F72A1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94AB4" w:rsidRDefault="00594AB4" w:rsidP="00F72A1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72A1E" w:rsidRDefault="00F72A1E" w:rsidP="00F72A1E">
      <w:pPr>
        <w:pStyle w:val="2"/>
        <w:ind w:firstLine="708"/>
        <w:jc w:val="left"/>
        <w:rPr>
          <w:b w:val="0"/>
        </w:rPr>
      </w:pPr>
      <w:r>
        <w:rPr>
          <w:b w:val="0"/>
        </w:rPr>
        <w:t>Принят Думой го</w:t>
      </w:r>
      <w:r w:rsidR="0086499F">
        <w:rPr>
          <w:b w:val="0"/>
        </w:rPr>
        <w:t xml:space="preserve">рода </w:t>
      </w:r>
      <w:r w:rsidR="0022550D">
        <w:rPr>
          <w:b w:val="0"/>
        </w:rPr>
        <w:t>Владивостока   «___</w:t>
      </w:r>
      <w:r w:rsidR="00CC317B">
        <w:rPr>
          <w:b w:val="0"/>
        </w:rPr>
        <w:t>_____</w:t>
      </w:r>
      <w:r w:rsidR="0022550D">
        <w:rPr>
          <w:b w:val="0"/>
        </w:rPr>
        <w:t xml:space="preserve">_ » </w:t>
      </w:r>
      <w:r w:rsidR="00D77499">
        <w:rPr>
          <w:b w:val="0"/>
        </w:rPr>
        <w:t xml:space="preserve"> </w:t>
      </w:r>
      <w:r w:rsidR="00CA45A9">
        <w:rPr>
          <w:b w:val="0"/>
        </w:rPr>
        <w:t>202</w:t>
      </w:r>
      <w:r w:rsidR="006406A0">
        <w:rPr>
          <w:b w:val="0"/>
        </w:rPr>
        <w:t xml:space="preserve">5 </w:t>
      </w:r>
      <w:r>
        <w:rPr>
          <w:b w:val="0"/>
        </w:rPr>
        <w:t>года</w:t>
      </w:r>
    </w:p>
    <w:p w:rsidR="00594AB4" w:rsidRDefault="00594AB4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4AB4" w:rsidRDefault="00594AB4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A1E" w:rsidRPr="00F36983" w:rsidRDefault="00F72A1E" w:rsidP="00F3698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E36EF" w:rsidRPr="00CE36EF">
        <w:rPr>
          <w:sz w:val="28"/>
          <w:szCs w:val="28"/>
        </w:rPr>
        <w:t>Внести в приложение к муниципальному правовому акту г</w:t>
      </w:r>
      <w:r w:rsidR="00CE36EF">
        <w:rPr>
          <w:sz w:val="28"/>
          <w:szCs w:val="28"/>
        </w:rPr>
        <w:t xml:space="preserve">орода Владивостока от </w:t>
      </w:r>
      <w:r w:rsidR="00BE3328">
        <w:rPr>
          <w:sz w:val="28"/>
          <w:szCs w:val="28"/>
        </w:rPr>
        <w:t>03</w:t>
      </w:r>
      <w:r w:rsidR="00CE36EF">
        <w:rPr>
          <w:sz w:val="28"/>
          <w:szCs w:val="28"/>
        </w:rPr>
        <w:t>.1</w:t>
      </w:r>
      <w:r w:rsidR="00BE3328">
        <w:rPr>
          <w:sz w:val="28"/>
          <w:szCs w:val="28"/>
        </w:rPr>
        <w:t>2</w:t>
      </w:r>
      <w:r w:rsidR="00CE36EF">
        <w:rPr>
          <w:sz w:val="28"/>
          <w:szCs w:val="28"/>
        </w:rPr>
        <w:t xml:space="preserve">.2024 № </w:t>
      </w:r>
      <w:r w:rsidR="00BE3328">
        <w:rPr>
          <w:sz w:val="28"/>
          <w:szCs w:val="28"/>
        </w:rPr>
        <w:t>140</w:t>
      </w:r>
      <w:r w:rsidR="00CE36EF" w:rsidRPr="00CE36EF">
        <w:rPr>
          <w:sz w:val="28"/>
          <w:szCs w:val="28"/>
        </w:rPr>
        <w:t xml:space="preserve">-МПА «Программа приватизации муниципального имущества в городе Владивостоке на </w:t>
      </w:r>
      <w:r w:rsidR="00CE36EF">
        <w:rPr>
          <w:sz w:val="28"/>
          <w:szCs w:val="28"/>
        </w:rPr>
        <w:t xml:space="preserve">2025 и 2026 </w:t>
      </w:r>
      <w:r w:rsidR="00CE36EF" w:rsidRPr="00CE36EF">
        <w:rPr>
          <w:sz w:val="28"/>
          <w:szCs w:val="28"/>
        </w:rPr>
        <w:t>годы» следующие изменения:</w:t>
      </w:r>
      <w:r w:rsidR="00FF0E0B">
        <w:rPr>
          <w:sz w:val="28"/>
          <w:szCs w:val="28"/>
        </w:rPr>
        <w:t xml:space="preserve"> </w:t>
      </w:r>
      <w:r w:rsidR="008D1579">
        <w:rPr>
          <w:sz w:val="28"/>
        </w:rPr>
        <w:t>дополнить строк</w:t>
      </w:r>
      <w:r w:rsidR="00786C38">
        <w:rPr>
          <w:sz w:val="28"/>
        </w:rPr>
        <w:t>ой</w:t>
      </w:r>
      <w:r w:rsidR="008D1579">
        <w:rPr>
          <w:sz w:val="28"/>
        </w:rPr>
        <w:t xml:space="preserve"> </w:t>
      </w:r>
      <w:r w:rsidR="007E6F93">
        <w:rPr>
          <w:sz w:val="28"/>
        </w:rPr>
        <w:t xml:space="preserve"> </w:t>
      </w:r>
      <w:r w:rsidR="00786C38">
        <w:rPr>
          <w:sz w:val="28"/>
        </w:rPr>
        <w:t>42</w:t>
      </w:r>
      <w:r w:rsidR="008D1579">
        <w:rPr>
          <w:sz w:val="28"/>
        </w:rPr>
        <w:t xml:space="preserve"> следующего содержания: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869"/>
        <w:gridCol w:w="2562"/>
        <w:gridCol w:w="1522"/>
      </w:tblGrid>
      <w:tr w:rsidR="00463EF4" w:rsidRPr="002E0185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EF4" w:rsidRPr="00A335F1" w:rsidRDefault="00786C38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  <w:r w:rsidR="00FD2B8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B80" w:rsidRDefault="00FD2B80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Приморский край</w:t>
            </w:r>
            <w:r w:rsidRPr="00FD2B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FD2B80" w:rsidRDefault="00FD2B80" w:rsidP="00F63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Владивосток</w:t>
            </w:r>
            <w:r w:rsidRPr="00FD2B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63EF4" w:rsidRPr="00956495" w:rsidRDefault="00FD2B80" w:rsidP="0078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2B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71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="00F71D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86C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Океанский, д. 111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956495" w:rsidRDefault="007E6F93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786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D927E9" w:rsidRDefault="00F71D1A" w:rsidP="00F63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нежилые помещения</w:t>
            </w:r>
            <w:r w:rsidR="00594AB4"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432F3" w:rsidRPr="00D927E9" w:rsidRDefault="00786C38" w:rsidP="0078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подвал на </w:t>
            </w:r>
            <w:proofErr w:type="spellStart"/>
            <w:r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- 6.25, цокольный этаж, подвал на </w:t>
            </w:r>
            <w:proofErr w:type="spellStart"/>
            <w:r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>. - 3.05, 1</w:t>
            </w:r>
            <w:r w:rsidR="00F71D1A"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этаж,</w:t>
            </w:r>
          </w:p>
          <w:p w:rsidR="00786C38" w:rsidRPr="00D927E9" w:rsidRDefault="00786C38" w:rsidP="0078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  <w:r w:rsidR="009432F3"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</w:t>
            </w:r>
            <w:bookmarkStart w:id="0" w:name="_GoBack"/>
            <w:bookmarkEnd w:id="0"/>
            <w:r w:rsidR="009432F3"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>аж</w:t>
            </w:r>
            <w:r w:rsidR="000133ED" w:rsidRPr="00D927E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:rsidR="00041A32" w:rsidRPr="00956495" w:rsidRDefault="00041A32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25:28:</w:t>
            </w:r>
            <w:r w:rsidR="007E6F93"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86C38"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E6F93"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786C38"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786C38" w:rsidRPr="00D92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202FD9" w:rsidRDefault="00786C38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аренда </w:t>
            </w:r>
            <w:r w:rsidR="00DB5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DB5167" w:rsidRPr="00DB5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нежилые помещения первого этажа площадью 1048,9 кв. м, второго этажа площадью 671,1 кв. м</w:t>
            </w:r>
            <w:r w:rsidR="00DB51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сроком действия по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14.09.2049 </w:t>
            </w:r>
          </w:p>
        </w:tc>
      </w:tr>
    </w:tbl>
    <w:p w:rsidR="00594AB4" w:rsidRDefault="00594AB4" w:rsidP="00594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BBE" w:rsidRDefault="00992BBE" w:rsidP="00594A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Настоящий муниципальный правовой а</w:t>
      </w:r>
      <w:proofErr w:type="gramStart"/>
      <w:r>
        <w:rPr>
          <w:rFonts w:ascii="Times New Roman" w:hAnsi="Times New Roman"/>
          <w:sz w:val="28"/>
          <w:szCs w:val="28"/>
        </w:rPr>
        <w:t>кт вст</w:t>
      </w:r>
      <w:proofErr w:type="gramEnd"/>
      <w:r>
        <w:rPr>
          <w:rFonts w:ascii="Times New Roman" w:hAnsi="Times New Roman"/>
          <w:sz w:val="28"/>
          <w:szCs w:val="28"/>
        </w:rPr>
        <w:t>упает в силу со дня его официального опубликования.</w:t>
      </w:r>
    </w:p>
    <w:p w:rsidR="00992BBE" w:rsidRDefault="00992BBE" w:rsidP="00992B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6983" w:rsidRPr="005861C8" w:rsidRDefault="00F36983" w:rsidP="00992B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92BBE" w:rsidRDefault="00992BBE" w:rsidP="00CC31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К.В. Шестаков</w:t>
      </w:r>
    </w:p>
    <w:p w:rsidR="00CC317B" w:rsidRDefault="00CC317B" w:rsidP="00CC3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983" w:rsidRDefault="00F36983" w:rsidP="00CC3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2BBE" w:rsidRDefault="00992BBE" w:rsidP="00CC3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Владивосток</w:t>
      </w:r>
    </w:p>
    <w:p w:rsidR="00992BBE" w:rsidRDefault="00992BBE" w:rsidP="00CC3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_____________2025 года</w:t>
      </w:r>
    </w:p>
    <w:p w:rsidR="004D0F86" w:rsidRDefault="00992BBE" w:rsidP="00992BB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№___________</w:t>
      </w:r>
    </w:p>
    <w:sectPr w:rsidR="004D0F86" w:rsidSect="005A5B4E">
      <w:headerReference w:type="default" r:id="rId10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F8" w:rsidRDefault="00E41CF8">
      <w:pPr>
        <w:spacing w:after="0" w:line="240" w:lineRule="auto"/>
      </w:pPr>
      <w:r>
        <w:separator/>
      </w:r>
    </w:p>
  </w:endnote>
  <w:endnote w:type="continuationSeparator" w:id="0">
    <w:p w:rsidR="00E41CF8" w:rsidRDefault="00E41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F8" w:rsidRDefault="00E41CF8">
      <w:pPr>
        <w:spacing w:after="0" w:line="240" w:lineRule="auto"/>
      </w:pPr>
      <w:r>
        <w:separator/>
      </w:r>
    </w:p>
  </w:footnote>
  <w:footnote w:type="continuationSeparator" w:id="0">
    <w:p w:rsidR="00E41CF8" w:rsidRDefault="00E41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E83" w:rsidRDefault="007B5E8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927E9">
      <w:rPr>
        <w:noProof/>
      </w:rPr>
      <w:t>4</w:t>
    </w:r>
    <w:r>
      <w:fldChar w:fldCharType="end"/>
    </w:r>
  </w:p>
  <w:p w:rsidR="007B5E83" w:rsidRDefault="007B5E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1C93"/>
    <w:rsid w:val="000025E2"/>
    <w:rsid w:val="000053AD"/>
    <w:rsid w:val="00005EC1"/>
    <w:rsid w:val="0001240C"/>
    <w:rsid w:val="00012E82"/>
    <w:rsid w:val="000133ED"/>
    <w:rsid w:val="00020B17"/>
    <w:rsid w:val="00021DAB"/>
    <w:rsid w:val="00024B63"/>
    <w:rsid w:val="000253B4"/>
    <w:rsid w:val="000273C6"/>
    <w:rsid w:val="00032A35"/>
    <w:rsid w:val="00033D36"/>
    <w:rsid w:val="00035142"/>
    <w:rsid w:val="00035D30"/>
    <w:rsid w:val="00037137"/>
    <w:rsid w:val="00040ACC"/>
    <w:rsid w:val="00040CCD"/>
    <w:rsid w:val="00041A32"/>
    <w:rsid w:val="00042CFF"/>
    <w:rsid w:val="00043963"/>
    <w:rsid w:val="000442F9"/>
    <w:rsid w:val="00044DCD"/>
    <w:rsid w:val="00045219"/>
    <w:rsid w:val="000502D0"/>
    <w:rsid w:val="0005104B"/>
    <w:rsid w:val="000516CA"/>
    <w:rsid w:val="00056168"/>
    <w:rsid w:val="0005762D"/>
    <w:rsid w:val="00057F2F"/>
    <w:rsid w:val="0006000B"/>
    <w:rsid w:val="00060EB8"/>
    <w:rsid w:val="0006182C"/>
    <w:rsid w:val="00061B8F"/>
    <w:rsid w:val="00062D2C"/>
    <w:rsid w:val="00063A9F"/>
    <w:rsid w:val="0007129B"/>
    <w:rsid w:val="00071612"/>
    <w:rsid w:val="000766D2"/>
    <w:rsid w:val="00076A77"/>
    <w:rsid w:val="000774C7"/>
    <w:rsid w:val="00080093"/>
    <w:rsid w:val="0008196D"/>
    <w:rsid w:val="00083887"/>
    <w:rsid w:val="00083BA6"/>
    <w:rsid w:val="00085001"/>
    <w:rsid w:val="00087FC1"/>
    <w:rsid w:val="000919A5"/>
    <w:rsid w:val="00091C57"/>
    <w:rsid w:val="000926CD"/>
    <w:rsid w:val="00097025"/>
    <w:rsid w:val="000A3A1C"/>
    <w:rsid w:val="000A3AAD"/>
    <w:rsid w:val="000A49EF"/>
    <w:rsid w:val="000A538F"/>
    <w:rsid w:val="000A5603"/>
    <w:rsid w:val="000A61DE"/>
    <w:rsid w:val="000A6853"/>
    <w:rsid w:val="000A6D41"/>
    <w:rsid w:val="000A6E78"/>
    <w:rsid w:val="000A7E8A"/>
    <w:rsid w:val="000B1B06"/>
    <w:rsid w:val="000B6B9B"/>
    <w:rsid w:val="000B7996"/>
    <w:rsid w:val="000C0714"/>
    <w:rsid w:val="000C0F65"/>
    <w:rsid w:val="000C16D9"/>
    <w:rsid w:val="000C1BC4"/>
    <w:rsid w:val="000C1E07"/>
    <w:rsid w:val="000C4610"/>
    <w:rsid w:val="000C464B"/>
    <w:rsid w:val="000C796B"/>
    <w:rsid w:val="000D033F"/>
    <w:rsid w:val="000D06CA"/>
    <w:rsid w:val="000D3B95"/>
    <w:rsid w:val="000D4134"/>
    <w:rsid w:val="000D604D"/>
    <w:rsid w:val="000D6AAE"/>
    <w:rsid w:val="000E03D7"/>
    <w:rsid w:val="000E13A5"/>
    <w:rsid w:val="000E13CE"/>
    <w:rsid w:val="000E3531"/>
    <w:rsid w:val="000E471D"/>
    <w:rsid w:val="000E4C76"/>
    <w:rsid w:val="000E5C5E"/>
    <w:rsid w:val="000E681E"/>
    <w:rsid w:val="000F3C3B"/>
    <w:rsid w:val="000F6D1C"/>
    <w:rsid w:val="00101353"/>
    <w:rsid w:val="00106EC3"/>
    <w:rsid w:val="00115BAB"/>
    <w:rsid w:val="00123779"/>
    <w:rsid w:val="001255A7"/>
    <w:rsid w:val="001273A2"/>
    <w:rsid w:val="001279EB"/>
    <w:rsid w:val="001314D2"/>
    <w:rsid w:val="00131A76"/>
    <w:rsid w:val="0015099F"/>
    <w:rsid w:val="0015141B"/>
    <w:rsid w:val="001519A3"/>
    <w:rsid w:val="00154238"/>
    <w:rsid w:val="00154D8D"/>
    <w:rsid w:val="00156EA1"/>
    <w:rsid w:val="00165A90"/>
    <w:rsid w:val="00165C1B"/>
    <w:rsid w:val="00166874"/>
    <w:rsid w:val="00167F5B"/>
    <w:rsid w:val="00174579"/>
    <w:rsid w:val="001751B2"/>
    <w:rsid w:val="00180E58"/>
    <w:rsid w:val="00183C83"/>
    <w:rsid w:val="001860E5"/>
    <w:rsid w:val="0019001B"/>
    <w:rsid w:val="0019433F"/>
    <w:rsid w:val="00194374"/>
    <w:rsid w:val="00194AE5"/>
    <w:rsid w:val="00195253"/>
    <w:rsid w:val="001962B2"/>
    <w:rsid w:val="001A32EC"/>
    <w:rsid w:val="001A636A"/>
    <w:rsid w:val="001B07F2"/>
    <w:rsid w:val="001B5C16"/>
    <w:rsid w:val="001B5EC0"/>
    <w:rsid w:val="001C0643"/>
    <w:rsid w:val="001C1070"/>
    <w:rsid w:val="001C2077"/>
    <w:rsid w:val="001C5865"/>
    <w:rsid w:val="001D0EF8"/>
    <w:rsid w:val="001D1B0A"/>
    <w:rsid w:val="001D35B9"/>
    <w:rsid w:val="001D3DE2"/>
    <w:rsid w:val="001D5A72"/>
    <w:rsid w:val="001E227B"/>
    <w:rsid w:val="001E5AE1"/>
    <w:rsid w:val="001F0F44"/>
    <w:rsid w:val="001F297C"/>
    <w:rsid w:val="001F5C74"/>
    <w:rsid w:val="001F7520"/>
    <w:rsid w:val="002006F7"/>
    <w:rsid w:val="0020242C"/>
    <w:rsid w:val="00202FD9"/>
    <w:rsid w:val="00203CAA"/>
    <w:rsid w:val="00204146"/>
    <w:rsid w:val="00207E67"/>
    <w:rsid w:val="00211207"/>
    <w:rsid w:val="00212DE7"/>
    <w:rsid w:val="002157D1"/>
    <w:rsid w:val="00215C76"/>
    <w:rsid w:val="0022088D"/>
    <w:rsid w:val="002214A0"/>
    <w:rsid w:val="00221D33"/>
    <w:rsid w:val="00222373"/>
    <w:rsid w:val="00223C89"/>
    <w:rsid w:val="00223DEC"/>
    <w:rsid w:val="002242F6"/>
    <w:rsid w:val="002254C6"/>
    <w:rsid w:val="0022550D"/>
    <w:rsid w:val="00226B8C"/>
    <w:rsid w:val="00226EBE"/>
    <w:rsid w:val="002304A6"/>
    <w:rsid w:val="0023151C"/>
    <w:rsid w:val="00233607"/>
    <w:rsid w:val="00236A4A"/>
    <w:rsid w:val="002432A3"/>
    <w:rsid w:val="002442F2"/>
    <w:rsid w:val="0024477F"/>
    <w:rsid w:val="00245782"/>
    <w:rsid w:val="002474F9"/>
    <w:rsid w:val="0025357C"/>
    <w:rsid w:val="00254664"/>
    <w:rsid w:val="00255F23"/>
    <w:rsid w:val="002577EC"/>
    <w:rsid w:val="00261D20"/>
    <w:rsid w:val="00261DF5"/>
    <w:rsid w:val="002628D1"/>
    <w:rsid w:val="00263E23"/>
    <w:rsid w:val="0026592C"/>
    <w:rsid w:val="00267002"/>
    <w:rsid w:val="00270DE9"/>
    <w:rsid w:val="00271332"/>
    <w:rsid w:val="0027407B"/>
    <w:rsid w:val="00274A26"/>
    <w:rsid w:val="002751C2"/>
    <w:rsid w:val="0027773A"/>
    <w:rsid w:val="0028040B"/>
    <w:rsid w:val="0028041A"/>
    <w:rsid w:val="002808DA"/>
    <w:rsid w:val="00282098"/>
    <w:rsid w:val="002839D1"/>
    <w:rsid w:val="002859BA"/>
    <w:rsid w:val="00285C2C"/>
    <w:rsid w:val="00286932"/>
    <w:rsid w:val="00287FB3"/>
    <w:rsid w:val="00293A9B"/>
    <w:rsid w:val="00294484"/>
    <w:rsid w:val="002974B5"/>
    <w:rsid w:val="002A00B7"/>
    <w:rsid w:val="002A095A"/>
    <w:rsid w:val="002A1FC5"/>
    <w:rsid w:val="002A7F87"/>
    <w:rsid w:val="002B1BDD"/>
    <w:rsid w:val="002B25F4"/>
    <w:rsid w:val="002B2B2E"/>
    <w:rsid w:val="002B64DC"/>
    <w:rsid w:val="002B77BF"/>
    <w:rsid w:val="002C1299"/>
    <w:rsid w:val="002C44E8"/>
    <w:rsid w:val="002C4C23"/>
    <w:rsid w:val="002C5795"/>
    <w:rsid w:val="002C5B88"/>
    <w:rsid w:val="002D1717"/>
    <w:rsid w:val="002D2CD1"/>
    <w:rsid w:val="002D39EE"/>
    <w:rsid w:val="002D4A0E"/>
    <w:rsid w:val="002D5192"/>
    <w:rsid w:val="002D5432"/>
    <w:rsid w:val="002D5FE6"/>
    <w:rsid w:val="002D6655"/>
    <w:rsid w:val="002D6A9C"/>
    <w:rsid w:val="002E0185"/>
    <w:rsid w:val="002E04E0"/>
    <w:rsid w:val="002E06BC"/>
    <w:rsid w:val="002E2DF5"/>
    <w:rsid w:val="002E39E9"/>
    <w:rsid w:val="002E492C"/>
    <w:rsid w:val="002E4AC0"/>
    <w:rsid w:val="002E4C3A"/>
    <w:rsid w:val="002E5554"/>
    <w:rsid w:val="002E6151"/>
    <w:rsid w:val="002F0455"/>
    <w:rsid w:val="002F0729"/>
    <w:rsid w:val="002F0889"/>
    <w:rsid w:val="002F1412"/>
    <w:rsid w:val="002F1EB8"/>
    <w:rsid w:val="002F2021"/>
    <w:rsid w:val="002F202C"/>
    <w:rsid w:val="002F31A9"/>
    <w:rsid w:val="002F3631"/>
    <w:rsid w:val="002F3AD5"/>
    <w:rsid w:val="003070CC"/>
    <w:rsid w:val="00310BB9"/>
    <w:rsid w:val="0031473A"/>
    <w:rsid w:val="003160DF"/>
    <w:rsid w:val="003201B9"/>
    <w:rsid w:val="003210C7"/>
    <w:rsid w:val="00322A4A"/>
    <w:rsid w:val="003232AD"/>
    <w:rsid w:val="003234FB"/>
    <w:rsid w:val="00324CB9"/>
    <w:rsid w:val="00325C89"/>
    <w:rsid w:val="00330DEC"/>
    <w:rsid w:val="00334AB6"/>
    <w:rsid w:val="00335058"/>
    <w:rsid w:val="00335F91"/>
    <w:rsid w:val="00336807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5053E"/>
    <w:rsid w:val="003510FC"/>
    <w:rsid w:val="00352FC1"/>
    <w:rsid w:val="00353FA4"/>
    <w:rsid w:val="0035430F"/>
    <w:rsid w:val="00355AA0"/>
    <w:rsid w:val="00355F08"/>
    <w:rsid w:val="003570BF"/>
    <w:rsid w:val="003613D8"/>
    <w:rsid w:val="0036296E"/>
    <w:rsid w:val="00362B63"/>
    <w:rsid w:val="00363F3C"/>
    <w:rsid w:val="00366FE2"/>
    <w:rsid w:val="0037196B"/>
    <w:rsid w:val="00373F31"/>
    <w:rsid w:val="0037433B"/>
    <w:rsid w:val="00374F5A"/>
    <w:rsid w:val="00375A64"/>
    <w:rsid w:val="00375F6F"/>
    <w:rsid w:val="00380591"/>
    <w:rsid w:val="0038471F"/>
    <w:rsid w:val="00384EC2"/>
    <w:rsid w:val="003866D8"/>
    <w:rsid w:val="00390B2F"/>
    <w:rsid w:val="00390E0F"/>
    <w:rsid w:val="00390F25"/>
    <w:rsid w:val="00393F61"/>
    <w:rsid w:val="00396127"/>
    <w:rsid w:val="00397EBE"/>
    <w:rsid w:val="003A28B1"/>
    <w:rsid w:val="003A78F9"/>
    <w:rsid w:val="003B0A94"/>
    <w:rsid w:val="003B4E3A"/>
    <w:rsid w:val="003B6088"/>
    <w:rsid w:val="003B680C"/>
    <w:rsid w:val="003C16E7"/>
    <w:rsid w:val="003C613C"/>
    <w:rsid w:val="003C62DE"/>
    <w:rsid w:val="003D13EC"/>
    <w:rsid w:val="003D1C4C"/>
    <w:rsid w:val="003D1D03"/>
    <w:rsid w:val="003D3A17"/>
    <w:rsid w:val="003D7B20"/>
    <w:rsid w:val="003E37E6"/>
    <w:rsid w:val="003E5EA5"/>
    <w:rsid w:val="003F4513"/>
    <w:rsid w:val="003F4B8C"/>
    <w:rsid w:val="003F61B0"/>
    <w:rsid w:val="003F6325"/>
    <w:rsid w:val="003F6A7D"/>
    <w:rsid w:val="003F79EE"/>
    <w:rsid w:val="0040107C"/>
    <w:rsid w:val="00403132"/>
    <w:rsid w:val="0040347B"/>
    <w:rsid w:val="004041E4"/>
    <w:rsid w:val="00405EF2"/>
    <w:rsid w:val="0040798E"/>
    <w:rsid w:val="00411811"/>
    <w:rsid w:val="004137B0"/>
    <w:rsid w:val="004139A8"/>
    <w:rsid w:val="00415D1E"/>
    <w:rsid w:val="00417250"/>
    <w:rsid w:val="00423493"/>
    <w:rsid w:val="00426977"/>
    <w:rsid w:val="00430281"/>
    <w:rsid w:val="0043386B"/>
    <w:rsid w:val="00434C29"/>
    <w:rsid w:val="00436B77"/>
    <w:rsid w:val="0043740A"/>
    <w:rsid w:val="00437C9A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38D9"/>
    <w:rsid w:val="00454856"/>
    <w:rsid w:val="00455117"/>
    <w:rsid w:val="00455DA0"/>
    <w:rsid w:val="00457C17"/>
    <w:rsid w:val="00457C64"/>
    <w:rsid w:val="00460702"/>
    <w:rsid w:val="00460D09"/>
    <w:rsid w:val="00462FF2"/>
    <w:rsid w:val="00463EF4"/>
    <w:rsid w:val="00464529"/>
    <w:rsid w:val="0046589A"/>
    <w:rsid w:val="00467A28"/>
    <w:rsid w:val="004704BE"/>
    <w:rsid w:val="00471023"/>
    <w:rsid w:val="00472390"/>
    <w:rsid w:val="004734CB"/>
    <w:rsid w:val="0047791E"/>
    <w:rsid w:val="00480679"/>
    <w:rsid w:val="004838C3"/>
    <w:rsid w:val="00484A55"/>
    <w:rsid w:val="00484C1A"/>
    <w:rsid w:val="00487FAC"/>
    <w:rsid w:val="00490F8E"/>
    <w:rsid w:val="00491D7E"/>
    <w:rsid w:val="00491E1D"/>
    <w:rsid w:val="00495B0E"/>
    <w:rsid w:val="00495EC6"/>
    <w:rsid w:val="00496E28"/>
    <w:rsid w:val="004A144D"/>
    <w:rsid w:val="004A4D07"/>
    <w:rsid w:val="004A55F4"/>
    <w:rsid w:val="004A738B"/>
    <w:rsid w:val="004B18A6"/>
    <w:rsid w:val="004B2E89"/>
    <w:rsid w:val="004B37EC"/>
    <w:rsid w:val="004C1C9A"/>
    <w:rsid w:val="004C1F8D"/>
    <w:rsid w:val="004C202E"/>
    <w:rsid w:val="004C7151"/>
    <w:rsid w:val="004C7491"/>
    <w:rsid w:val="004D0F86"/>
    <w:rsid w:val="004D2908"/>
    <w:rsid w:val="004D5F16"/>
    <w:rsid w:val="004D7009"/>
    <w:rsid w:val="004E278A"/>
    <w:rsid w:val="004E4499"/>
    <w:rsid w:val="004E65C4"/>
    <w:rsid w:val="004E6A64"/>
    <w:rsid w:val="004F0F84"/>
    <w:rsid w:val="004F1EE1"/>
    <w:rsid w:val="004F4FF8"/>
    <w:rsid w:val="004F6911"/>
    <w:rsid w:val="004F6D56"/>
    <w:rsid w:val="00500539"/>
    <w:rsid w:val="00500E36"/>
    <w:rsid w:val="00503CE4"/>
    <w:rsid w:val="00504F44"/>
    <w:rsid w:val="00505A9B"/>
    <w:rsid w:val="00510A94"/>
    <w:rsid w:val="005123E4"/>
    <w:rsid w:val="00513A72"/>
    <w:rsid w:val="005163D5"/>
    <w:rsid w:val="00517D48"/>
    <w:rsid w:val="0052049C"/>
    <w:rsid w:val="005239F6"/>
    <w:rsid w:val="00524588"/>
    <w:rsid w:val="0052581B"/>
    <w:rsid w:val="005369E6"/>
    <w:rsid w:val="00536F02"/>
    <w:rsid w:val="00540C9B"/>
    <w:rsid w:val="00544618"/>
    <w:rsid w:val="005447E6"/>
    <w:rsid w:val="00544880"/>
    <w:rsid w:val="00544D44"/>
    <w:rsid w:val="00544E0A"/>
    <w:rsid w:val="005454A0"/>
    <w:rsid w:val="00545BA9"/>
    <w:rsid w:val="0055021A"/>
    <w:rsid w:val="005505C7"/>
    <w:rsid w:val="00551038"/>
    <w:rsid w:val="0055237B"/>
    <w:rsid w:val="0055258B"/>
    <w:rsid w:val="00552CE5"/>
    <w:rsid w:val="00554829"/>
    <w:rsid w:val="005548F6"/>
    <w:rsid w:val="00554EEC"/>
    <w:rsid w:val="0055647D"/>
    <w:rsid w:val="005564F8"/>
    <w:rsid w:val="005625ED"/>
    <w:rsid w:val="00565C72"/>
    <w:rsid w:val="00571315"/>
    <w:rsid w:val="005716DF"/>
    <w:rsid w:val="0057772A"/>
    <w:rsid w:val="0057795B"/>
    <w:rsid w:val="00583533"/>
    <w:rsid w:val="005861C8"/>
    <w:rsid w:val="00587109"/>
    <w:rsid w:val="00590A1B"/>
    <w:rsid w:val="005919A6"/>
    <w:rsid w:val="00594AB4"/>
    <w:rsid w:val="00597021"/>
    <w:rsid w:val="00597BB4"/>
    <w:rsid w:val="005A1BA3"/>
    <w:rsid w:val="005A449B"/>
    <w:rsid w:val="005A4B6F"/>
    <w:rsid w:val="005A5B4E"/>
    <w:rsid w:val="005B11E2"/>
    <w:rsid w:val="005B2025"/>
    <w:rsid w:val="005B29F9"/>
    <w:rsid w:val="005B3C55"/>
    <w:rsid w:val="005B5EDF"/>
    <w:rsid w:val="005B7E88"/>
    <w:rsid w:val="005C0CB7"/>
    <w:rsid w:val="005C1C23"/>
    <w:rsid w:val="005C2AFC"/>
    <w:rsid w:val="005C32A2"/>
    <w:rsid w:val="005C357D"/>
    <w:rsid w:val="005C4C93"/>
    <w:rsid w:val="005C7A4B"/>
    <w:rsid w:val="005D1ABC"/>
    <w:rsid w:val="005D2B84"/>
    <w:rsid w:val="005D3475"/>
    <w:rsid w:val="005D46CE"/>
    <w:rsid w:val="005D6696"/>
    <w:rsid w:val="005D716E"/>
    <w:rsid w:val="005E11C7"/>
    <w:rsid w:val="005E2C1D"/>
    <w:rsid w:val="005E39A4"/>
    <w:rsid w:val="005E437B"/>
    <w:rsid w:val="005E4B68"/>
    <w:rsid w:val="005F474E"/>
    <w:rsid w:val="005F71CD"/>
    <w:rsid w:val="00600B50"/>
    <w:rsid w:val="00601466"/>
    <w:rsid w:val="0060203D"/>
    <w:rsid w:val="0060284B"/>
    <w:rsid w:val="00603CED"/>
    <w:rsid w:val="00604666"/>
    <w:rsid w:val="00605B5E"/>
    <w:rsid w:val="006062F4"/>
    <w:rsid w:val="0060639A"/>
    <w:rsid w:val="00610A56"/>
    <w:rsid w:val="006119CF"/>
    <w:rsid w:val="00612291"/>
    <w:rsid w:val="006133A9"/>
    <w:rsid w:val="00617486"/>
    <w:rsid w:val="0062332A"/>
    <w:rsid w:val="00624062"/>
    <w:rsid w:val="00624558"/>
    <w:rsid w:val="00624A26"/>
    <w:rsid w:val="0062505C"/>
    <w:rsid w:val="00626961"/>
    <w:rsid w:val="0063276E"/>
    <w:rsid w:val="00632D61"/>
    <w:rsid w:val="006338E1"/>
    <w:rsid w:val="006356F4"/>
    <w:rsid w:val="006406A0"/>
    <w:rsid w:val="006420F6"/>
    <w:rsid w:val="0064347D"/>
    <w:rsid w:val="0065038D"/>
    <w:rsid w:val="00651DB5"/>
    <w:rsid w:val="00652021"/>
    <w:rsid w:val="00652512"/>
    <w:rsid w:val="00653AF1"/>
    <w:rsid w:val="00654F53"/>
    <w:rsid w:val="0065693B"/>
    <w:rsid w:val="00661240"/>
    <w:rsid w:val="00661378"/>
    <w:rsid w:val="00662EC3"/>
    <w:rsid w:val="00663DA9"/>
    <w:rsid w:val="00664705"/>
    <w:rsid w:val="00665A3E"/>
    <w:rsid w:val="006702D1"/>
    <w:rsid w:val="00672F9D"/>
    <w:rsid w:val="0068441D"/>
    <w:rsid w:val="006910DB"/>
    <w:rsid w:val="0069123A"/>
    <w:rsid w:val="00691AE6"/>
    <w:rsid w:val="00694DF8"/>
    <w:rsid w:val="00695B7D"/>
    <w:rsid w:val="006A03AD"/>
    <w:rsid w:val="006A17ED"/>
    <w:rsid w:val="006A31E9"/>
    <w:rsid w:val="006A5E40"/>
    <w:rsid w:val="006A760C"/>
    <w:rsid w:val="006A76B1"/>
    <w:rsid w:val="006A7EA5"/>
    <w:rsid w:val="006B28CC"/>
    <w:rsid w:val="006B41B9"/>
    <w:rsid w:val="006B49BD"/>
    <w:rsid w:val="006B4EF4"/>
    <w:rsid w:val="006B5750"/>
    <w:rsid w:val="006C1121"/>
    <w:rsid w:val="006C4046"/>
    <w:rsid w:val="006C5FEB"/>
    <w:rsid w:val="006C65ED"/>
    <w:rsid w:val="006D2965"/>
    <w:rsid w:val="006D3108"/>
    <w:rsid w:val="006E1033"/>
    <w:rsid w:val="006E142C"/>
    <w:rsid w:val="006E19BC"/>
    <w:rsid w:val="006E32A8"/>
    <w:rsid w:val="006E3CAE"/>
    <w:rsid w:val="006F07E2"/>
    <w:rsid w:val="006F2AA0"/>
    <w:rsid w:val="006F4F3F"/>
    <w:rsid w:val="006F557B"/>
    <w:rsid w:val="006F7876"/>
    <w:rsid w:val="006F79C6"/>
    <w:rsid w:val="007011BB"/>
    <w:rsid w:val="007019E5"/>
    <w:rsid w:val="00701A11"/>
    <w:rsid w:val="00702259"/>
    <w:rsid w:val="00702715"/>
    <w:rsid w:val="00704276"/>
    <w:rsid w:val="00705D35"/>
    <w:rsid w:val="00707AA5"/>
    <w:rsid w:val="00714164"/>
    <w:rsid w:val="00717EEF"/>
    <w:rsid w:val="00720FB8"/>
    <w:rsid w:val="0072487D"/>
    <w:rsid w:val="00724B42"/>
    <w:rsid w:val="00725605"/>
    <w:rsid w:val="0073207D"/>
    <w:rsid w:val="00733246"/>
    <w:rsid w:val="0073335E"/>
    <w:rsid w:val="00733CAE"/>
    <w:rsid w:val="007352BD"/>
    <w:rsid w:val="00735AF6"/>
    <w:rsid w:val="00735B5D"/>
    <w:rsid w:val="007369C5"/>
    <w:rsid w:val="0073709B"/>
    <w:rsid w:val="00743EFB"/>
    <w:rsid w:val="007453F3"/>
    <w:rsid w:val="00746659"/>
    <w:rsid w:val="007565F6"/>
    <w:rsid w:val="00756C50"/>
    <w:rsid w:val="0076348D"/>
    <w:rsid w:val="00763A02"/>
    <w:rsid w:val="00764BF5"/>
    <w:rsid w:val="00765CBD"/>
    <w:rsid w:val="007666C7"/>
    <w:rsid w:val="00767EA5"/>
    <w:rsid w:val="007701AA"/>
    <w:rsid w:val="0077120E"/>
    <w:rsid w:val="007722B1"/>
    <w:rsid w:val="00772958"/>
    <w:rsid w:val="00774DCC"/>
    <w:rsid w:val="0078240D"/>
    <w:rsid w:val="00786C38"/>
    <w:rsid w:val="00787522"/>
    <w:rsid w:val="00792321"/>
    <w:rsid w:val="00792E94"/>
    <w:rsid w:val="00795E22"/>
    <w:rsid w:val="007972F9"/>
    <w:rsid w:val="007A1B0C"/>
    <w:rsid w:val="007A1D65"/>
    <w:rsid w:val="007A2CF1"/>
    <w:rsid w:val="007A31D8"/>
    <w:rsid w:val="007A55DC"/>
    <w:rsid w:val="007B06C4"/>
    <w:rsid w:val="007B0D10"/>
    <w:rsid w:val="007B0EE0"/>
    <w:rsid w:val="007B2BBB"/>
    <w:rsid w:val="007B4630"/>
    <w:rsid w:val="007B4B59"/>
    <w:rsid w:val="007B5E83"/>
    <w:rsid w:val="007C48AC"/>
    <w:rsid w:val="007C6519"/>
    <w:rsid w:val="007C6A3D"/>
    <w:rsid w:val="007C74FB"/>
    <w:rsid w:val="007D03B0"/>
    <w:rsid w:val="007D25EE"/>
    <w:rsid w:val="007D40B5"/>
    <w:rsid w:val="007D6099"/>
    <w:rsid w:val="007D74D1"/>
    <w:rsid w:val="007E11E1"/>
    <w:rsid w:val="007E1D03"/>
    <w:rsid w:val="007E262D"/>
    <w:rsid w:val="007E2736"/>
    <w:rsid w:val="007E3303"/>
    <w:rsid w:val="007E35D0"/>
    <w:rsid w:val="007E3945"/>
    <w:rsid w:val="007E6F93"/>
    <w:rsid w:val="007E7C97"/>
    <w:rsid w:val="007F0793"/>
    <w:rsid w:val="007F08ED"/>
    <w:rsid w:val="007F3AFD"/>
    <w:rsid w:val="007F58E0"/>
    <w:rsid w:val="007F6012"/>
    <w:rsid w:val="007F6DD1"/>
    <w:rsid w:val="007F77CD"/>
    <w:rsid w:val="008029B2"/>
    <w:rsid w:val="0080790A"/>
    <w:rsid w:val="0081068A"/>
    <w:rsid w:val="008153EE"/>
    <w:rsid w:val="00821169"/>
    <w:rsid w:val="00821369"/>
    <w:rsid w:val="008218CD"/>
    <w:rsid w:val="00823A6A"/>
    <w:rsid w:val="008255E2"/>
    <w:rsid w:val="0082600E"/>
    <w:rsid w:val="00827778"/>
    <w:rsid w:val="008318EF"/>
    <w:rsid w:val="00831FB5"/>
    <w:rsid w:val="00832223"/>
    <w:rsid w:val="00832D9F"/>
    <w:rsid w:val="00833AAA"/>
    <w:rsid w:val="00834B9F"/>
    <w:rsid w:val="00835A3E"/>
    <w:rsid w:val="00836A02"/>
    <w:rsid w:val="00836EB3"/>
    <w:rsid w:val="00837335"/>
    <w:rsid w:val="008377FA"/>
    <w:rsid w:val="00841D50"/>
    <w:rsid w:val="00844702"/>
    <w:rsid w:val="00844E5A"/>
    <w:rsid w:val="00852B1E"/>
    <w:rsid w:val="00854D0D"/>
    <w:rsid w:val="00854DAC"/>
    <w:rsid w:val="008554B1"/>
    <w:rsid w:val="00856F73"/>
    <w:rsid w:val="0086499F"/>
    <w:rsid w:val="008665BE"/>
    <w:rsid w:val="00867A8C"/>
    <w:rsid w:val="00872159"/>
    <w:rsid w:val="0087286A"/>
    <w:rsid w:val="00874387"/>
    <w:rsid w:val="00874630"/>
    <w:rsid w:val="00874AB5"/>
    <w:rsid w:val="00881802"/>
    <w:rsid w:val="00882755"/>
    <w:rsid w:val="00885179"/>
    <w:rsid w:val="0088599E"/>
    <w:rsid w:val="00887962"/>
    <w:rsid w:val="00887F8B"/>
    <w:rsid w:val="00890AED"/>
    <w:rsid w:val="00892B12"/>
    <w:rsid w:val="00893E13"/>
    <w:rsid w:val="008955D9"/>
    <w:rsid w:val="008A6BEA"/>
    <w:rsid w:val="008B0993"/>
    <w:rsid w:val="008B29B6"/>
    <w:rsid w:val="008B4C4B"/>
    <w:rsid w:val="008C1C77"/>
    <w:rsid w:val="008C3409"/>
    <w:rsid w:val="008C368B"/>
    <w:rsid w:val="008C7479"/>
    <w:rsid w:val="008D02A6"/>
    <w:rsid w:val="008D0E7B"/>
    <w:rsid w:val="008D1579"/>
    <w:rsid w:val="008D1E7C"/>
    <w:rsid w:val="008D1E8F"/>
    <w:rsid w:val="008D238F"/>
    <w:rsid w:val="008D32EF"/>
    <w:rsid w:val="008D7490"/>
    <w:rsid w:val="008E029C"/>
    <w:rsid w:val="008E0EBB"/>
    <w:rsid w:val="008E5C3F"/>
    <w:rsid w:val="008E61D7"/>
    <w:rsid w:val="008E6578"/>
    <w:rsid w:val="008F2E30"/>
    <w:rsid w:val="00901EA3"/>
    <w:rsid w:val="0090465C"/>
    <w:rsid w:val="009048D6"/>
    <w:rsid w:val="009055CC"/>
    <w:rsid w:val="009069F8"/>
    <w:rsid w:val="0090739B"/>
    <w:rsid w:val="00912797"/>
    <w:rsid w:val="0091424E"/>
    <w:rsid w:val="00914B69"/>
    <w:rsid w:val="00914C72"/>
    <w:rsid w:val="009153C7"/>
    <w:rsid w:val="00915584"/>
    <w:rsid w:val="00915B0E"/>
    <w:rsid w:val="00915DC1"/>
    <w:rsid w:val="00921C56"/>
    <w:rsid w:val="00923831"/>
    <w:rsid w:val="00924869"/>
    <w:rsid w:val="00924CE0"/>
    <w:rsid w:val="00931245"/>
    <w:rsid w:val="00933FFB"/>
    <w:rsid w:val="00935DB1"/>
    <w:rsid w:val="009373F8"/>
    <w:rsid w:val="00940735"/>
    <w:rsid w:val="009408C2"/>
    <w:rsid w:val="00942474"/>
    <w:rsid w:val="009432F3"/>
    <w:rsid w:val="00947183"/>
    <w:rsid w:val="00947513"/>
    <w:rsid w:val="00947B1F"/>
    <w:rsid w:val="009511B5"/>
    <w:rsid w:val="00956495"/>
    <w:rsid w:val="00960593"/>
    <w:rsid w:val="00961702"/>
    <w:rsid w:val="00962FFC"/>
    <w:rsid w:val="0096340C"/>
    <w:rsid w:val="009642D3"/>
    <w:rsid w:val="00966E95"/>
    <w:rsid w:val="00971658"/>
    <w:rsid w:val="00972C7E"/>
    <w:rsid w:val="0097436E"/>
    <w:rsid w:val="00976DC1"/>
    <w:rsid w:val="0097712F"/>
    <w:rsid w:val="00977CD9"/>
    <w:rsid w:val="009814BF"/>
    <w:rsid w:val="00981D00"/>
    <w:rsid w:val="00990E22"/>
    <w:rsid w:val="00991A4E"/>
    <w:rsid w:val="00992BBE"/>
    <w:rsid w:val="00996E0B"/>
    <w:rsid w:val="009A3566"/>
    <w:rsid w:val="009A3F23"/>
    <w:rsid w:val="009A6EA5"/>
    <w:rsid w:val="009A7B79"/>
    <w:rsid w:val="009B1209"/>
    <w:rsid w:val="009B4910"/>
    <w:rsid w:val="009C298C"/>
    <w:rsid w:val="009C2D66"/>
    <w:rsid w:val="009C32EC"/>
    <w:rsid w:val="009C4E65"/>
    <w:rsid w:val="009C55F7"/>
    <w:rsid w:val="009C588D"/>
    <w:rsid w:val="009D149D"/>
    <w:rsid w:val="009D1622"/>
    <w:rsid w:val="009D18C3"/>
    <w:rsid w:val="009D1B64"/>
    <w:rsid w:val="009D29D6"/>
    <w:rsid w:val="009D5435"/>
    <w:rsid w:val="009D5BA1"/>
    <w:rsid w:val="009D74FB"/>
    <w:rsid w:val="009E17B4"/>
    <w:rsid w:val="009E2088"/>
    <w:rsid w:val="009E2CA6"/>
    <w:rsid w:val="009E42A7"/>
    <w:rsid w:val="009E55D7"/>
    <w:rsid w:val="009E55F2"/>
    <w:rsid w:val="009E5C61"/>
    <w:rsid w:val="009E6156"/>
    <w:rsid w:val="009E651F"/>
    <w:rsid w:val="009F129F"/>
    <w:rsid w:val="009F32E3"/>
    <w:rsid w:val="009F7223"/>
    <w:rsid w:val="009F7AA6"/>
    <w:rsid w:val="009F7F1E"/>
    <w:rsid w:val="00A010A0"/>
    <w:rsid w:val="00A0277A"/>
    <w:rsid w:val="00A0411C"/>
    <w:rsid w:val="00A051F0"/>
    <w:rsid w:val="00A067DB"/>
    <w:rsid w:val="00A07707"/>
    <w:rsid w:val="00A10B0C"/>
    <w:rsid w:val="00A1175F"/>
    <w:rsid w:val="00A121AB"/>
    <w:rsid w:val="00A136AF"/>
    <w:rsid w:val="00A147C1"/>
    <w:rsid w:val="00A16CB1"/>
    <w:rsid w:val="00A205F2"/>
    <w:rsid w:val="00A20C91"/>
    <w:rsid w:val="00A22FB9"/>
    <w:rsid w:val="00A26CE3"/>
    <w:rsid w:val="00A26F9A"/>
    <w:rsid w:val="00A302A5"/>
    <w:rsid w:val="00A335F1"/>
    <w:rsid w:val="00A33B46"/>
    <w:rsid w:val="00A353AC"/>
    <w:rsid w:val="00A36383"/>
    <w:rsid w:val="00A3786D"/>
    <w:rsid w:val="00A3795B"/>
    <w:rsid w:val="00A42141"/>
    <w:rsid w:val="00A44E9A"/>
    <w:rsid w:val="00A51D70"/>
    <w:rsid w:val="00A52431"/>
    <w:rsid w:val="00A53831"/>
    <w:rsid w:val="00A53BD8"/>
    <w:rsid w:val="00A5570F"/>
    <w:rsid w:val="00A563C2"/>
    <w:rsid w:val="00A57118"/>
    <w:rsid w:val="00A5734E"/>
    <w:rsid w:val="00A606EE"/>
    <w:rsid w:val="00A60ABD"/>
    <w:rsid w:val="00A61921"/>
    <w:rsid w:val="00A6302D"/>
    <w:rsid w:val="00A64688"/>
    <w:rsid w:val="00A65943"/>
    <w:rsid w:val="00A733B4"/>
    <w:rsid w:val="00A74175"/>
    <w:rsid w:val="00A8010D"/>
    <w:rsid w:val="00A857D8"/>
    <w:rsid w:val="00A87B05"/>
    <w:rsid w:val="00A87D68"/>
    <w:rsid w:val="00A91157"/>
    <w:rsid w:val="00A92D0F"/>
    <w:rsid w:val="00A92DF2"/>
    <w:rsid w:val="00A947BB"/>
    <w:rsid w:val="00A97D7F"/>
    <w:rsid w:val="00AA1BC3"/>
    <w:rsid w:val="00AA1D35"/>
    <w:rsid w:val="00AA281D"/>
    <w:rsid w:val="00AA666C"/>
    <w:rsid w:val="00AA6EA5"/>
    <w:rsid w:val="00AA7294"/>
    <w:rsid w:val="00AB0C20"/>
    <w:rsid w:val="00AB1001"/>
    <w:rsid w:val="00AB1719"/>
    <w:rsid w:val="00AB494B"/>
    <w:rsid w:val="00AB51C5"/>
    <w:rsid w:val="00AB6896"/>
    <w:rsid w:val="00AB778F"/>
    <w:rsid w:val="00AC5D44"/>
    <w:rsid w:val="00AD1377"/>
    <w:rsid w:val="00AD2F73"/>
    <w:rsid w:val="00AD740B"/>
    <w:rsid w:val="00AE24FF"/>
    <w:rsid w:val="00AE6943"/>
    <w:rsid w:val="00AF1650"/>
    <w:rsid w:val="00AF18D8"/>
    <w:rsid w:val="00AF1D52"/>
    <w:rsid w:val="00AF2424"/>
    <w:rsid w:val="00AF38A8"/>
    <w:rsid w:val="00AF440A"/>
    <w:rsid w:val="00AF4466"/>
    <w:rsid w:val="00AF4B54"/>
    <w:rsid w:val="00AF4D14"/>
    <w:rsid w:val="00AF6E81"/>
    <w:rsid w:val="00B000FD"/>
    <w:rsid w:val="00B02841"/>
    <w:rsid w:val="00B04CDF"/>
    <w:rsid w:val="00B07223"/>
    <w:rsid w:val="00B10FF9"/>
    <w:rsid w:val="00B14847"/>
    <w:rsid w:val="00B17703"/>
    <w:rsid w:val="00B1779D"/>
    <w:rsid w:val="00B179F9"/>
    <w:rsid w:val="00B21E66"/>
    <w:rsid w:val="00B22BEA"/>
    <w:rsid w:val="00B26455"/>
    <w:rsid w:val="00B268E4"/>
    <w:rsid w:val="00B26A50"/>
    <w:rsid w:val="00B31198"/>
    <w:rsid w:val="00B35853"/>
    <w:rsid w:val="00B37DBD"/>
    <w:rsid w:val="00B40A78"/>
    <w:rsid w:val="00B40CE2"/>
    <w:rsid w:val="00B4192A"/>
    <w:rsid w:val="00B441CB"/>
    <w:rsid w:val="00B47449"/>
    <w:rsid w:val="00B503A3"/>
    <w:rsid w:val="00B5074D"/>
    <w:rsid w:val="00B51760"/>
    <w:rsid w:val="00B52E9D"/>
    <w:rsid w:val="00B55FD3"/>
    <w:rsid w:val="00B603F8"/>
    <w:rsid w:val="00B61FE9"/>
    <w:rsid w:val="00B62741"/>
    <w:rsid w:val="00B66DEE"/>
    <w:rsid w:val="00B73F7D"/>
    <w:rsid w:val="00B7418D"/>
    <w:rsid w:val="00B744AD"/>
    <w:rsid w:val="00B74DDD"/>
    <w:rsid w:val="00B75518"/>
    <w:rsid w:val="00B77EE8"/>
    <w:rsid w:val="00B8008D"/>
    <w:rsid w:val="00B83261"/>
    <w:rsid w:val="00B832FA"/>
    <w:rsid w:val="00B8363B"/>
    <w:rsid w:val="00B8572B"/>
    <w:rsid w:val="00B8589B"/>
    <w:rsid w:val="00B8599B"/>
    <w:rsid w:val="00B908E1"/>
    <w:rsid w:val="00B92431"/>
    <w:rsid w:val="00B93275"/>
    <w:rsid w:val="00B95AF0"/>
    <w:rsid w:val="00B97A48"/>
    <w:rsid w:val="00BA11D7"/>
    <w:rsid w:val="00BA4290"/>
    <w:rsid w:val="00BA4A18"/>
    <w:rsid w:val="00BB28B0"/>
    <w:rsid w:val="00BB5629"/>
    <w:rsid w:val="00BB592B"/>
    <w:rsid w:val="00BB618B"/>
    <w:rsid w:val="00BB6FDE"/>
    <w:rsid w:val="00BC2974"/>
    <w:rsid w:val="00BC412E"/>
    <w:rsid w:val="00BC4386"/>
    <w:rsid w:val="00BC4A87"/>
    <w:rsid w:val="00BC4E0D"/>
    <w:rsid w:val="00BC596A"/>
    <w:rsid w:val="00BC6F2C"/>
    <w:rsid w:val="00BC7851"/>
    <w:rsid w:val="00BD08AA"/>
    <w:rsid w:val="00BD1366"/>
    <w:rsid w:val="00BD1CB7"/>
    <w:rsid w:val="00BD5C1F"/>
    <w:rsid w:val="00BD67F1"/>
    <w:rsid w:val="00BD6C18"/>
    <w:rsid w:val="00BE0AAC"/>
    <w:rsid w:val="00BE113B"/>
    <w:rsid w:val="00BE225E"/>
    <w:rsid w:val="00BE255B"/>
    <w:rsid w:val="00BE3328"/>
    <w:rsid w:val="00BE47B2"/>
    <w:rsid w:val="00BF2CD0"/>
    <w:rsid w:val="00BF62CB"/>
    <w:rsid w:val="00BF762B"/>
    <w:rsid w:val="00BF7DA5"/>
    <w:rsid w:val="00C00CE2"/>
    <w:rsid w:val="00C012BC"/>
    <w:rsid w:val="00C02753"/>
    <w:rsid w:val="00C03246"/>
    <w:rsid w:val="00C05A53"/>
    <w:rsid w:val="00C12664"/>
    <w:rsid w:val="00C12F03"/>
    <w:rsid w:val="00C13197"/>
    <w:rsid w:val="00C169F2"/>
    <w:rsid w:val="00C173C9"/>
    <w:rsid w:val="00C21790"/>
    <w:rsid w:val="00C260B7"/>
    <w:rsid w:val="00C33613"/>
    <w:rsid w:val="00C350FA"/>
    <w:rsid w:val="00C35F54"/>
    <w:rsid w:val="00C35FA2"/>
    <w:rsid w:val="00C365C6"/>
    <w:rsid w:val="00C367EA"/>
    <w:rsid w:val="00C36A83"/>
    <w:rsid w:val="00C37771"/>
    <w:rsid w:val="00C37889"/>
    <w:rsid w:val="00C37E20"/>
    <w:rsid w:val="00C421F8"/>
    <w:rsid w:val="00C433EA"/>
    <w:rsid w:val="00C4527A"/>
    <w:rsid w:val="00C46106"/>
    <w:rsid w:val="00C606F3"/>
    <w:rsid w:val="00C636C6"/>
    <w:rsid w:val="00C67DCB"/>
    <w:rsid w:val="00C71D05"/>
    <w:rsid w:val="00C73F98"/>
    <w:rsid w:val="00C742F1"/>
    <w:rsid w:val="00C76193"/>
    <w:rsid w:val="00C76EF3"/>
    <w:rsid w:val="00C817CE"/>
    <w:rsid w:val="00C82164"/>
    <w:rsid w:val="00C8327A"/>
    <w:rsid w:val="00C835C7"/>
    <w:rsid w:val="00C837BE"/>
    <w:rsid w:val="00C8642A"/>
    <w:rsid w:val="00C90AE4"/>
    <w:rsid w:val="00C91EB7"/>
    <w:rsid w:val="00C94B7A"/>
    <w:rsid w:val="00C979E3"/>
    <w:rsid w:val="00CA1C0B"/>
    <w:rsid w:val="00CA2175"/>
    <w:rsid w:val="00CA3408"/>
    <w:rsid w:val="00CA45A9"/>
    <w:rsid w:val="00CA4D3A"/>
    <w:rsid w:val="00CA57B3"/>
    <w:rsid w:val="00CA7247"/>
    <w:rsid w:val="00CB181C"/>
    <w:rsid w:val="00CB6868"/>
    <w:rsid w:val="00CB784D"/>
    <w:rsid w:val="00CC1348"/>
    <w:rsid w:val="00CC20B2"/>
    <w:rsid w:val="00CC22E4"/>
    <w:rsid w:val="00CC317B"/>
    <w:rsid w:val="00CC43AE"/>
    <w:rsid w:val="00CC5414"/>
    <w:rsid w:val="00CC6500"/>
    <w:rsid w:val="00CD242B"/>
    <w:rsid w:val="00CD3DD7"/>
    <w:rsid w:val="00CD4A77"/>
    <w:rsid w:val="00CD4D6A"/>
    <w:rsid w:val="00CD57D7"/>
    <w:rsid w:val="00CD5857"/>
    <w:rsid w:val="00CD5D8B"/>
    <w:rsid w:val="00CD6181"/>
    <w:rsid w:val="00CE2D0A"/>
    <w:rsid w:val="00CE2FAF"/>
    <w:rsid w:val="00CE36EF"/>
    <w:rsid w:val="00CE7D7F"/>
    <w:rsid w:val="00CF0D5E"/>
    <w:rsid w:val="00CF2FBA"/>
    <w:rsid w:val="00CF2FF3"/>
    <w:rsid w:val="00CF48AF"/>
    <w:rsid w:val="00CF67AE"/>
    <w:rsid w:val="00CF7476"/>
    <w:rsid w:val="00CF755D"/>
    <w:rsid w:val="00D01BD1"/>
    <w:rsid w:val="00D01E0A"/>
    <w:rsid w:val="00D02144"/>
    <w:rsid w:val="00D066C9"/>
    <w:rsid w:val="00D07897"/>
    <w:rsid w:val="00D104F1"/>
    <w:rsid w:val="00D10B83"/>
    <w:rsid w:val="00D128CC"/>
    <w:rsid w:val="00D13052"/>
    <w:rsid w:val="00D15F96"/>
    <w:rsid w:val="00D1638B"/>
    <w:rsid w:val="00D17978"/>
    <w:rsid w:val="00D2421D"/>
    <w:rsid w:val="00D24778"/>
    <w:rsid w:val="00D24F72"/>
    <w:rsid w:val="00D263D0"/>
    <w:rsid w:val="00D26BA5"/>
    <w:rsid w:val="00D26BB0"/>
    <w:rsid w:val="00D27D24"/>
    <w:rsid w:val="00D30AD8"/>
    <w:rsid w:val="00D32A0D"/>
    <w:rsid w:val="00D34B75"/>
    <w:rsid w:val="00D408BD"/>
    <w:rsid w:val="00D40D10"/>
    <w:rsid w:val="00D42A2B"/>
    <w:rsid w:val="00D431DD"/>
    <w:rsid w:val="00D43A51"/>
    <w:rsid w:val="00D455F4"/>
    <w:rsid w:val="00D515C1"/>
    <w:rsid w:val="00D60BD6"/>
    <w:rsid w:val="00D61C94"/>
    <w:rsid w:val="00D622FD"/>
    <w:rsid w:val="00D634AD"/>
    <w:rsid w:val="00D66209"/>
    <w:rsid w:val="00D668DF"/>
    <w:rsid w:val="00D72770"/>
    <w:rsid w:val="00D72E0F"/>
    <w:rsid w:val="00D74B9D"/>
    <w:rsid w:val="00D763A7"/>
    <w:rsid w:val="00D7729A"/>
    <w:rsid w:val="00D77499"/>
    <w:rsid w:val="00D77FAA"/>
    <w:rsid w:val="00D82FC6"/>
    <w:rsid w:val="00D877AF"/>
    <w:rsid w:val="00D92016"/>
    <w:rsid w:val="00D921CB"/>
    <w:rsid w:val="00D927E9"/>
    <w:rsid w:val="00D93926"/>
    <w:rsid w:val="00D95343"/>
    <w:rsid w:val="00D960F7"/>
    <w:rsid w:val="00D97F2F"/>
    <w:rsid w:val="00DA215B"/>
    <w:rsid w:val="00DA3D72"/>
    <w:rsid w:val="00DA52C7"/>
    <w:rsid w:val="00DA5400"/>
    <w:rsid w:val="00DA6D27"/>
    <w:rsid w:val="00DB5167"/>
    <w:rsid w:val="00DB7216"/>
    <w:rsid w:val="00DB72BF"/>
    <w:rsid w:val="00DC45F9"/>
    <w:rsid w:val="00DC5799"/>
    <w:rsid w:val="00DD16B0"/>
    <w:rsid w:val="00DD201A"/>
    <w:rsid w:val="00DD5099"/>
    <w:rsid w:val="00DD60FD"/>
    <w:rsid w:val="00DD7312"/>
    <w:rsid w:val="00DD7390"/>
    <w:rsid w:val="00DD7B07"/>
    <w:rsid w:val="00DE1079"/>
    <w:rsid w:val="00DE1081"/>
    <w:rsid w:val="00DE1D42"/>
    <w:rsid w:val="00DE6A7E"/>
    <w:rsid w:val="00DF1B4B"/>
    <w:rsid w:val="00DF5013"/>
    <w:rsid w:val="00E044EF"/>
    <w:rsid w:val="00E050B5"/>
    <w:rsid w:val="00E10AE9"/>
    <w:rsid w:val="00E14A1E"/>
    <w:rsid w:val="00E14FC2"/>
    <w:rsid w:val="00E14FCD"/>
    <w:rsid w:val="00E15655"/>
    <w:rsid w:val="00E2044C"/>
    <w:rsid w:val="00E21674"/>
    <w:rsid w:val="00E216E7"/>
    <w:rsid w:val="00E224A6"/>
    <w:rsid w:val="00E22904"/>
    <w:rsid w:val="00E24DA8"/>
    <w:rsid w:val="00E25260"/>
    <w:rsid w:val="00E27CBE"/>
    <w:rsid w:val="00E27CFB"/>
    <w:rsid w:val="00E32355"/>
    <w:rsid w:val="00E32928"/>
    <w:rsid w:val="00E34A5F"/>
    <w:rsid w:val="00E35A72"/>
    <w:rsid w:val="00E41CF8"/>
    <w:rsid w:val="00E42939"/>
    <w:rsid w:val="00E42CD6"/>
    <w:rsid w:val="00E47525"/>
    <w:rsid w:val="00E47A51"/>
    <w:rsid w:val="00E50B43"/>
    <w:rsid w:val="00E51E64"/>
    <w:rsid w:val="00E53F77"/>
    <w:rsid w:val="00E56F2A"/>
    <w:rsid w:val="00E63BDD"/>
    <w:rsid w:val="00E63F4D"/>
    <w:rsid w:val="00E645C7"/>
    <w:rsid w:val="00E64849"/>
    <w:rsid w:val="00E65683"/>
    <w:rsid w:val="00E83992"/>
    <w:rsid w:val="00E84164"/>
    <w:rsid w:val="00E84D47"/>
    <w:rsid w:val="00E85181"/>
    <w:rsid w:val="00E86F6E"/>
    <w:rsid w:val="00E875F5"/>
    <w:rsid w:val="00E8789E"/>
    <w:rsid w:val="00E93E3D"/>
    <w:rsid w:val="00E97D39"/>
    <w:rsid w:val="00EA39E5"/>
    <w:rsid w:val="00EA64A1"/>
    <w:rsid w:val="00EA699B"/>
    <w:rsid w:val="00EB190C"/>
    <w:rsid w:val="00EC269E"/>
    <w:rsid w:val="00EC3B13"/>
    <w:rsid w:val="00EC7FAB"/>
    <w:rsid w:val="00ED26CB"/>
    <w:rsid w:val="00ED354B"/>
    <w:rsid w:val="00ED4198"/>
    <w:rsid w:val="00ED4920"/>
    <w:rsid w:val="00ED5569"/>
    <w:rsid w:val="00ED6AD6"/>
    <w:rsid w:val="00ED76FC"/>
    <w:rsid w:val="00EE3AAE"/>
    <w:rsid w:val="00EE4E3D"/>
    <w:rsid w:val="00EF3794"/>
    <w:rsid w:val="00EF3EE5"/>
    <w:rsid w:val="00EF4B9E"/>
    <w:rsid w:val="00EF5161"/>
    <w:rsid w:val="00EF7E69"/>
    <w:rsid w:val="00F015FE"/>
    <w:rsid w:val="00F05605"/>
    <w:rsid w:val="00F05B88"/>
    <w:rsid w:val="00F108D0"/>
    <w:rsid w:val="00F114FD"/>
    <w:rsid w:val="00F1387C"/>
    <w:rsid w:val="00F2071E"/>
    <w:rsid w:val="00F25B0B"/>
    <w:rsid w:val="00F27223"/>
    <w:rsid w:val="00F3557C"/>
    <w:rsid w:val="00F368C0"/>
    <w:rsid w:val="00F36983"/>
    <w:rsid w:val="00F3787C"/>
    <w:rsid w:val="00F429C4"/>
    <w:rsid w:val="00F42BCC"/>
    <w:rsid w:val="00F4319D"/>
    <w:rsid w:val="00F459E0"/>
    <w:rsid w:val="00F50831"/>
    <w:rsid w:val="00F51EE3"/>
    <w:rsid w:val="00F5244B"/>
    <w:rsid w:val="00F524E2"/>
    <w:rsid w:val="00F52A82"/>
    <w:rsid w:val="00F55EDC"/>
    <w:rsid w:val="00F55F51"/>
    <w:rsid w:val="00F579E0"/>
    <w:rsid w:val="00F60C4F"/>
    <w:rsid w:val="00F631D7"/>
    <w:rsid w:val="00F63BAF"/>
    <w:rsid w:val="00F64CFF"/>
    <w:rsid w:val="00F66869"/>
    <w:rsid w:val="00F710D5"/>
    <w:rsid w:val="00F71B93"/>
    <w:rsid w:val="00F71D1A"/>
    <w:rsid w:val="00F72A1E"/>
    <w:rsid w:val="00F73D98"/>
    <w:rsid w:val="00F747FB"/>
    <w:rsid w:val="00F7523C"/>
    <w:rsid w:val="00F75A5D"/>
    <w:rsid w:val="00F75D63"/>
    <w:rsid w:val="00F7675F"/>
    <w:rsid w:val="00F81641"/>
    <w:rsid w:val="00F84982"/>
    <w:rsid w:val="00F85961"/>
    <w:rsid w:val="00F86F1B"/>
    <w:rsid w:val="00F873FC"/>
    <w:rsid w:val="00F8790C"/>
    <w:rsid w:val="00F91DB7"/>
    <w:rsid w:val="00F93DBB"/>
    <w:rsid w:val="00F94521"/>
    <w:rsid w:val="00F94E52"/>
    <w:rsid w:val="00F95278"/>
    <w:rsid w:val="00FA14BF"/>
    <w:rsid w:val="00FA4699"/>
    <w:rsid w:val="00FA6E23"/>
    <w:rsid w:val="00FB09C1"/>
    <w:rsid w:val="00FB2546"/>
    <w:rsid w:val="00FB51F5"/>
    <w:rsid w:val="00FC1E37"/>
    <w:rsid w:val="00FC53E2"/>
    <w:rsid w:val="00FC68CD"/>
    <w:rsid w:val="00FC69D4"/>
    <w:rsid w:val="00FD08FF"/>
    <w:rsid w:val="00FD09B0"/>
    <w:rsid w:val="00FD11F1"/>
    <w:rsid w:val="00FD2B80"/>
    <w:rsid w:val="00FD4360"/>
    <w:rsid w:val="00FD445A"/>
    <w:rsid w:val="00FD68E5"/>
    <w:rsid w:val="00FD7D08"/>
    <w:rsid w:val="00FE2346"/>
    <w:rsid w:val="00FE36A8"/>
    <w:rsid w:val="00FE590D"/>
    <w:rsid w:val="00FE6F63"/>
    <w:rsid w:val="00FF016E"/>
    <w:rsid w:val="00FF0E0B"/>
    <w:rsid w:val="00FF10D8"/>
    <w:rsid w:val="00FF1819"/>
    <w:rsid w:val="00FF22FB"/>
    <w:rsid w:val="00FF2714"/>
    <w:rsid w:val="00FF51D4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unhideWhenUsed/>
    <w:rsid w:val="00CA45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iPriority w:val="99"/>
    <w:unhideWhenUsed/>
    <w:rsid w:val="00CA45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99176-F671-47B5-B7B5-1A566C9D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63</TotalTime>
  <Pages>4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Юлия Вячеславовна Трошина</cp:lastModifiedBy>
  <cp:revision>30</cp:revision>
  <cp:lastPrinted>2021-01-29T04:29:00Z</cp:lastPrinted>
  <dcterms:created xsi:type="dcterms:W3CDTF">2025-01-12T22:32:00Z</dcterms:created>
  <dcterms:modified xsi:type="dcterms:W3CDTF">2025-06-10T04:48:00Z</dcterms:modified>
</cp:coreProperties>
</file>