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80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>Приложение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  <w:r w:rsidR="00D00E8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Pr="0020544D" w:rsidRDefault="0020544D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2835"/>
        <w:gridCol w:w="1843"/>
        <w:gridCol w:w="2126"/>
        <w:gridCol w:w="1701"/>
      </w:tblGrid>
      <w:tr w:rsidR="00DA760F" w:rsidRPr="003031C0" w:rsidTr="00C90EF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Pr="00DA760F" w:rsidRDefault="00996DD2" w:rsidP="00CE5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E5E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A760F" w:rsidRPr="00DA76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DA760F" w:rsidP="00DA7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DA760F" w:rsidRPr="00DA760F" w:rsidRDefault="00DA760F" w:rsidP="00CE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  <w:r w:rsidR="00CE5EEF">
              <w:rPr>
                <w:rFonts w:ascii="Times New Roman" w:hAnsi="Times New Roman"/>
                <w:sz w:val="24"/>
                <w:szCs w:val="24"/>
              </w:rPr>
              <w:t>ул. Прапорщика Комарова, д.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CE5EEF" w:rsidP="002C4F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Default="00DA760F" w:rsidP="005C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  <w:r w:rsidR="009E5E3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A760F" w:rsidRPr="00DA760F" w:rsidRDefault="00DA760F" w:rsidP="005C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>1 этаж</w:t>
            </w:r>
            <w:r w:rsidR="009E5E3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A760F" w:rsidRPr="00DA760F" w:rsidRDefault="00DA760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>25:28:</w:t>
            </w:r>
            <w:r w:rsidR="00CE5EEF">
              <w:rPr>
                <w:rFonts w:ascii="Times New Roman" w:hAnsi="Times New Roman"/>
                <w:sz w:val="24"/>
                <w:szCs w:val="24"/>
              </w:rPr>
              <w:t>020012:413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CE5EEF" w:rsidP="00303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1 614 040,56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Default="00CE5EEF" w:rsidP="00A01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5E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аукцион, в случае признания аукциона несостоявшимся - продажа посредством публичного предложения в электронной форме с ценой первоначального предложения в срок не позднее трех месяцев со дня признания аукциона несостоявшимся</w:t>
            </w:r>
            <w:r w:rsidR="003B72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22B84" w:rsidRPr="00DA760F" w:rsidRDefault="003B7255" w:rsidP="003B72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требований охранного обязательства объекта культурного наследия регионального значения, утвержденного приказом инспекции по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охране объектов культурного на</w:t>
            </w:r>
            <w:r w:rsidR="004709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следия Приморского края от 14.10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№ 236 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Pr="00DA760F" w:rsidRDefault="00A017FE" w:rsidP="00EC5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открытая</w:t>
            </w:r>
          </w:p>
        </w:tc>
      </w:tr>
      <w:tr w:rsidR="00CE5EEF" w:rsidRPr="00DA760F" w:rsidTr="008F490F">
        <w:trPr>
          <w:trHeight w:val="11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EF" w:rsidRPr="00DA760F" w:rsidRDefault="00CE5EEF" w:rsidP="00CE5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  <w:r w:rsidRPr="00DA76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 г. Владивосток, ул. Воропаева, д. 33Б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- склада, кадастровый номер 25:28:000000:21630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14 119 787,00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EEF" w:rsidRPr="00DA760F" w:rsidRDefault="00CE5EEF" w:rsidP="003B72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5E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EEF" w:rsidRPr="00DA760F" w:rsidTr="008F490F">
        <w:trPr>
          <w:trHeight w:val="11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 г. Владивосток, ул. Воропаева, д. 33б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Default="00CE5EEF" w:rsidP="00CE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участок, кадастровый номер 25:28:010041:6152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EEF" w:rsidRPr="00DA760F" w:rsidRDefault="00CE5EEF" w:rsidP="00C0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p w:rsidR="00405A50" w:rsidRDefault="00405A50" w:rsidP="002A0E1D">
      <w:pPr>
        <w:pBdr>
          <w:bottom w:val="single" w:sz="4" w:space="1" w:color="auto"/>
        </w:pBdr>
      </w:pPr>
    </w:p>
    <w:p w:rsidR="002A0E1D" w:rsidRDefault="002A0E1D" w:rsidP="00376DC5"/>
    <w:sectPr w:rsidR="002A0E1D" w:rsidSect="00CC5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284" w:right="1134" w:bottom="426" w:left="1418" w:header="286" w:footer="709" w:gutter="0"/>
      <w:pgNumType w:start="9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1F" w:rsidRDefault="007A691F">
      <w:pPr>
        <w:spacing w:after="0" w:line="240" w:lineRule="auto"/>
      </w:pPr>
      <w:r>
        <w:separator/>
      </w:r>
    </w:p>
  </w:endnote>
  <w:endnote w:type="continuationSeparator" w:id="0">
    <w:p w:rsidR="007A691F" w:rsidRDefault="007A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1F" w:rsidRDefault="007A691F">
      <w:pPr>
        <w:spacing w:after="0" w:line="240" w:lineRule="auto"/>
      </w:pPr>
      <w:r>
        <w:separator/>
      </w:r>
    </w:p>
  </w:footnote>
  <w:footnote w:type="continuationSeparator" w:id="0">
    <w:p w:rsidR="007A691F" w:rsidRDefault="007A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Pr="00B251E7" w:rsidRDefault="007B5E83">
    <w:pPr>
      <w:pStyle w:val="a3"/>
      <w:jc w:val="center"/>
      <w:rPr>
        <w:rFonts w:ascii="Times New Roman" w:hAnsi="Times New Roman"/>
      </w:rPr>
    </w:pPr>
    <w:r w:rsidRPr="00B251E7">
      <w:rPr>
        <w:rFonts w:ascii="Times New Roman" w:hAnsi="Times New Roman"/>
      </w:rPr>
      <w:fldChar w:fldCharType="begin"/>
    </w:r>
    <w:r w:rsidRPr="00B251E7">
      <w:rPr>
        <w:rFonts w:ascii="Times New Roman" w:hAnsi="Times New Roman"/>
      </w:rPr>
      <w:instrText>PAGE   \* MERGEFORMAT</w:instrText>
    </w:r>
    <w:r w:rsidRPr="00B251E7">
      <w:rPr>
        <w:rFonts w:ascii="Times New Roman" w:hAnsi="Times New Roman"/>
      </w:rPr>
      <w:fldChar w:fldCharType="separate"/>
    </w:r>
    <w:r w:rsidR="00470992">
      <w:rPr>
        <w:rFonts w:ascii="Times New Roman" w:hAnsi="Times New Roman"/>
        <w:noProof/>
      </w:rPr>
      <w:t>10</w:t>
    </w:r>
    <w:r w:rsidRPr="00B251E7">
      <w:rPr>
        <w:rFonts w:ascii="Times New Roman" w:hAnsi="Times New Roman"/>
      </w:rPr>
      <w:fldChar w:fldCharType="end"/>
    </w:r>
  </w:p>
  <w:p w:rsidR="007B5E83" w:rsidRDefault="007B5E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645" w:rsidRDefault="000B564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 w:rsidR="00C62F43">
      <w:rPr>
        <w:rFonts w:ascii="Times New Roman" w:hAnsi="Times New Roman"/>
      </w:rPr>
      <w:t>4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1643D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1E0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564E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33B3"/>
    <w:rsid w:val="000C4610"/>
    <w:rsid w:val="000C464B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3C3B"/>
    <w:rsid w:val="00101353"/>
    <w:rsid w:val="00102AD3"/>
    <w:rsid w:val="001057EA"/>
    <w:rsid w:val="00106222"/>
    <w:rsid w:val="0011030D"/>
    <w:rsid w:val="00115BAB"/>
    <w:rsid w:val="00123779"/>
    <w:rsid w:val="001255A7"/>
    <w:rsid w:val="001273A2"/>
    <w:rsid w:val="00131A76"/>
    <w:rsid w:val="001351DA"/>
    <w:rsid w:val="0015099F"/>
    <w:rsid w:val="0015190B"/>
    <w:rsid w:val="001519A3"/>
    <w:rsid w:val="00151FCA"/>
    <w:rsid w:val="00152A98"/>
    <w:rsid w:val="00154238"/>
    <w:rsid w:val="00154D8D"/>
    <w:rsid w:val="00156EA1"/>
    <w:rsid w:val="0015753E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C9"/>
    <w:rsid w:val="001B07F2"/>
    <w:rsid w:val="001B31F6"/>
    <w:rsid w:val="001B58F1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03AC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77D3C"/>
    <w:rsid w:val="0028040B"/>
    <w:rsid w:val="0028041A"/>
    <w:rsid w:val="002808DA"/>
    <w:rsid w:val="00282098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7F4D"/>
    <w:rsid w:val="002B25F4"/>
    <w:rsid w:val="002B2B2E"/>
    <w:rsid w:val="002B64DC"/>
    <w:rsid w:val="002C1299"/>
    <w:rsid w:val="002C29DD"/>
    <w:rsid w:val="002C431C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85"/>
    <w:rsid w:val="002E06BC"/>
    <w:rsid w:val="002E295B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11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1236"/>
    <w:rsid w:val="00333840"/>
    <w:rsid w:val="00334AB6"/>
    <w:rsid w:val="00335058"/>
    <w:rsid w:val="00335F91"/>
    <w:rsid w:val="00336AD1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5F08"/>
    <w:rsid w:val="00356A09"/>
    <w:rsid w:val="003613D8"/>
    <w:rsid w:val="0036296E"/>
    <w:rsid w:val="00362B63"/>
    <w:rsid w:val="00366FE2"/>
    <w:rsid w:val="00373F31"/>
    <w:rsid w:val="003744F6"/>
    <w:rsid w:val="00374F5A"/>
    <w:rsid w:val="00375A64"/>
    <w:rsid w:val="00375F6F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E3A"/>
    <w:rsid w:val="003B6088"/>
    <w:rsid w:val="003B680C"/>
    <w:rsid w:val="003B7255"/>
    <w:rsid w:val="003C16E7"/>
    <w:rsid w:val="003C2118"/>
    <w:rsid w:val="003C358F"/>
    <w:rsid w:val="003C3F55"/>
    <w:rsid w:val="003C613C"/>
    <w:rsid w:val="003C62DE"/>
    <w:rsid w:val="003D1C4C"/>
    <w:rsid w:val="003D3A17"/>
    <w:rsid w:val="003D6A3B"/>
    <w:rsid w:val="003D7B20"/>
    <w:rsid w:val="003E2D0F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099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4D07"/>
    <w:rsid w:val="004A54BE"/>
    <w:rsid w:val="004A55F4"/>
    <w:rsid w:val="004A738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1B5"/>
    <w:rsid w:val="00503CE4"/>
    <w:rsid w:val="00505A9B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0AE2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7E88"/>
    <w:rsid w:val="005C128A"/>
    <w:rsid w:val="005C1C23"/>
    <w:rsid w:val="005C2AFC"/>
    <w:rsid w:val="005C357D"/>
    <w:rsid w:val="005C4C93"/>
    <w:rsid w:val="005C4ECE"/>
    <w:rsid w:val="005C4FC2"/>
    <w:rsid w:val="005C6236"/>
    <w:rsid w:val="005C7A4B"/>
    <w:rsid w:val="005D1ABC"/>
    <w:rsid w:val="005D2B84"/>
    <w:rsid w:val="005D33C8"/>
    <w:rsid w:val="005D3475"/>
    <w:rsid w:val="005D46CE"/>
    <w:rsid w:val="005D6696"/>
    <w:rsid w:val="005D716E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6178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910DB"/>
    <w:rsid w:val="0069123A"/>
    <w:rsid w:val="00694DF8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9BC"/>
    <w:rsid w:val="006E2584"/>
    <w:rsid w:val="006E32A8"/>
    <w:rsid w:val="006E3B62"/>
    <w:rsid w:val="006E3DCE"/>
    <w:rsid w:val="006F020F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040E"/>
    <w:rsid w:val="0073207D"/>
    <w:rsid w:val="00733246"/>
    <w:rsid w:val="00733CAE"/>
    <w:rsid w:val="007352BD"/>
    <w:rsid w:val="00735964"/>
    <w:rsid w:val="00735AF6"/>
    <w:rsid w:val="007362E7"/>
    <w:rsid w:val="00736BBF"/>
    <w:rsid w:val="0073709B"/>
    <w:rsid w:val="00742F89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8240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A691F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103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2159"/>
    <w:rsid w:val="0087286A"/>
    <w:rsid w:val="00872E22"/>
    <w:rsid w:val="0087405A"/>
    <w:rsid w:val="00874387"/>
    <w:rsid w:val="00874630"/>
    <w:rsid w:val="00874AB5"/>
    <w:rsid w:val="00875321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32EF"/>
    <w:rsid w:val="008D3485"/>
    <w:rsid w:val="008D7490"/>
    <w:rsid w:val="008E029C"/>
    <w:rsid w:val="008E4DFF"/>
    <w:rsid w:val="008E5C3F"/>
    <w:rsid w:val="008E6578"/>
    <w:rsid w:val="008F2E30"/>
    <w:rsid w:val="008F5D4D"/>
    <w:rsid w:val="0090465C"/>
    <w:rsid w:val="009048D6"/>
    <w:rsid w:val="009055CC"/>
    <w:rsid w:val="009069F8"/>
    <w:rsid w:val="009079BD"/>
    <w:rsid w:val="00907C2D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905"/>
    <w:rsid w:val="00916D94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4EFE"/>
    <w:rsid w:val="00976DC1"/>
    <w:rsid w:val="0097712F"/>
    <w:rsid w:val="00977CD9"/>
    <w:rsid w:val="00977FB1"/>
    <w:rsid w:val="00981D00"/>
    <w:rsid w:val="00982798"/>
    <w:rsid w:val="00990E22"/>
    <w:rsid w:val="00991A4E"/>
    <w:rsid w:val="00996DD2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5E33"/>
    <w:rsid w:val="009E6156"/>
    <w:rsid w:val="009F1DB9"/>
    <w:rsid w:val="009F26F5"/>
    <w:rsid w:val="009F32E3"/>
    <w:rsid w:val="009F7223"/>
    <w:rsid w:val="009F7AA6"/>
    <w:rsid w:val="009F7F1E"/>
    <w:rsid w:val="00A010A0"/>
    <w:rsid w:val="00A017FE"/>
    <w:rsid w:val="00A0277A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B84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2C4"/>
    <w:rsid w:val="00BF762B"/>
    <w:rsid w:val="00C002DB"/>
    <w:rsid w:val="00C00CE2"/>
    <w:rsid w:val="00C012BC"/>
    <w:rsid w:val="00C02753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57AC"/>
    <w:rsid w:val="00C27C00"/>
    <w:rsid w:val="00C350FA"/>
    <w:rsid w:val="00C35FA2"/>
    <w:rsid w:val="00C36547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606F3"/>
    <w:rsid w:val="00C62F43"/>
    <w:rsid w:val="00C636C6"/>
    <w:rsid w:val="00C67DCB"/>
    <w:rsid w:val="00C71D05"/>
    <w:rsid w:val="00C73F98"/>
    <w:rsid w:val="00C76193"/>
    <w:rsid w:val="00C76EF3"/>
    <w:rsid w:val="00C817CE"/>
    <w:rsid w:val="00C817EC"/>
    <w:rsid w:val="00C82164"/>
    <w:rsid w:val="00C824C1"/>
    <w:rsid w:val="00C8327A"/>
    <w:rsid w:val="00C837BE"/>
    <w:rsid w:val="00C8642A"/>
    <w:rsid w:val="00C86F10"/>
    <w:rsid w:val="00C90EF6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5912"/>
    <w:rsid w:val="00CC6500"/>
    <w:rsid w:val="00CC7DD7"/>
    <w:rsid w:val="00CD242B"/>
    <w:rsid w:val="00CD3DD7"/>
    <w:rsid w:val="00CD4A77"/>
    <w:rsid w:val="00CD4AA4"/>
    <w:rsid w:val="00CD4D6A"/>
    <w:rsid w:val="00CD57D7"/>
    <w:rsid w:val="00CD5857"/>
    <w:rsid w:val="00CD5D8B"/>
    <w:rsid w:val="00CD6181"/>
    <w:rsid w:val="00CD65EA"/>
    <w:rsid w:val="00CE22B4"/>
    <w:rsid w:val="00CE2D0A"/>
    <w:rsid w:val="00CE2FAF"/>
    <w:rsid w:val="00CE5EEF"/>
    <w:rsid w:val="00CE7D7F"/>
    <w:rsid w:val="00CF0D5E"/>
    <w:rsid w:val="00CF26FE"/>
    <w:rsid w:val="00CF2FBA"/>
    <w:rsid w:val="00CF2FF3"/>
    <w:rsid w:val="00CF67AE"/>
    <w:rsid w:val="00CF755D"/>
    <w:rsid w:val="00D00E80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7978"/>
    <w:rsid w:val="00D201C9"/>
    <w:rsid w:val="00D24778"/>
    <w:rsid w:val="00D25A75"/>
    <w:rsid w:val="00D25C13"/>
    <w:rsid w:val="00D263D0"/>
    <w:rsid w:val="00D26BB0"/>
    <w:rsid w:val="00D27D24"/>
    <w:rsid w:val="00D30AD8"/>
    <w:rsid w:val="00D30DF2"/>
    <w:rsid w:val="00D32A0D"/>
    <w:rsid w:val="00D34B75"/>
    <w:rsid w:val="00D408BD"/>
    <w:rsid w:val="00D40D10"/>
    <w:rsid w:val="00D42A2B"/>
    <w:rsid w:val="00D431DD"/>
    <w:rsid w:val="00D43572"/>
    <w:rsid w:val="00D455F4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60F"/>
    <w:rsid w:val="00DA7D29"/>
    <w:rsid w:val="00DB7216"/>
    <w:rsid w:val="00DC20A3"/>
    <w:rsid w:val="00DC26C2"/>
    <w:rsid w:val="00DC3AED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2939"/>
    <w:rsid w:val="00E47525"/>
    <w:rsid w:val="00E50B43"/>
    <w:rsid w:val="00E51C3C"/>
    <w:rsid w:val="00E51E64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7D39"/>
    <w:rsid w:val="00EA15D7"/>
    <w:rsid w:val="00EA274E"/>
    <w:rsid w:val="00EA39E5"/>
    <w:rsid w:val="00EA5EB5"/>
    <w:rsid w:val="00EA64A1"/>
    <w:rsid w:val="00EA699B"/>
    <w:rsid w:val="00EC269E"/>
    <w:rsid w:val="00EC364D"/>
    <w:rsid w:val="00EC3B13"/>
    <w:rsid w:val="00EC3E0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27E38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057B7-ECFF-43BB-AA53-0F742DCF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100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Маргарита Александровна Лехно</cp:lastModifiedBy>
  <cp:revision>29</cp:revision>
  <cp:lastPrinted>2019-11-13T00:12:00Z</cp:lastPrinted>
  <dcterms:created xsi:type="dcterms:W3CDTF">2024-05-03T08:23:00Z</dcterms:created>
  <dcterms:modified xsi:type="dcterms:W3CDTF">2025-05-28T01:33:00Z</dcterms:modified>
</cp:coreProperties>
</file>