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130B18" w:rsidRDefault="00896805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B18">
        <w:rPr>
          <w:noProof/>
          <w:lang w:eastAsia="ru-RU"/>
        </w:rPr>
        <w:drawing>
          <wp:inline distT="0" distB="0" distL="0" distR="0" wp14:anchorId="0CD35DF8" wp14:editId="23C8A453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130B18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Pr="00130B18" w:rsidRDefault="004C7491" w:rsidP="00B8572B">
      <w:pPr>
        <w:pStyle w:val="a6"/>
        <w:rPr>
          <w:sz w:val="30"/>
          <w:szCs w:val="30"/>
        </w:rPr>
      </w:pPr>
      <w:r w:rsidRPr="00130B18">
        <w:rPr>
          <w:sz w:val="30"/>
          <w:szCs w:val="30"/>
        </w:rPr>
        <w:t>ГЛАВА</w:t>
      </w:r>
      <w:r w:rsidR="003F4513" w:rsidRPr="00130B18">
        <w:rPr>
          <w:sz w:val="30"/>
          <w:szCs w:val="30"/>
        </w:rPr>
        <w:t xml:space="preserve">  </w:t>
      </w:r>
    </w:p>
    <w:p w:rsidR="00E875F5" w:rsidRPr="00130B18" w:rsidRDefault="003F4513" w:rsidP="00B8572B">
      <w:pPr>
        <w:pStyle w:val="2"/>
        <w:rPr>
          <w:sz w:val="30"/>
          <w:szCs w:val="30"/>
        </w:rPr>
      </w:pPr>
      <w:r w:rsidRPr="00130B18">
        <w:rPr>
          <w:sz w:val="30"/>
          <w:szCs w:val="30"/>
        </w:rPr>
        <w:t>ГОРОДА  ВЛАДИВОСТОКА</w:t>
      </w:r>
    </w:p>
    <w:p w:rsidR="003F4513" w:rsidRPr="00130B18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30B18">
        <w:rPr>
          <w:rFonts w:ascii="Times New Roman" w:hAnsi="Times New Roman"/>
          <w:sz w:val="28"/>
          <w:szCs w:val="28"/>
        </w:rPr>
        <w:t>П</w:t>
      </w:r>
      <w:proofErr w:type="gramEnd"/>
      <w:r w:rsidRPr="00130B18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130B18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671FD3" w:rsidRPr="00130B18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130B18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130B18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B18">
              <w:rPr>
                <w:rFonts w:ascii="Times New Roman" w:hAnsi="Times New Roman"/>
              </w:rPr>
              <w:t>г.</w:t>
            </w:r>
            <w:r w:rsidR="003F4513" w:rsidRPr="00130B18">
              <w:rPr>
                <w:rFonts w:ascii="Times New Roman" w:hAnsi="Times New Roman"/>
              </w:rPr>
              <w:t> </w:t>
            </w:r>
            <w:r w:rsidRPr="00130B18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130B18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0B18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130B18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666C" w:rsidRPr="00130B18" w:rsidRDefault="00AA666C" w:rsidP="00E30C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C44" w:rsidRDefault="00780C44" w:rsidP="00E30C2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0C2A" w:rsidRPr="00E30C2A" w:rsidRDefault="00E30C2A" w:rsidP="00E30C2A"/>
    <w:p w:rsidR="004146FB" w:rsidRPr="00337A76" w:rsidRDefault="004146FB" w:rsidP="00E30C2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0B18">
        <w:rPr>
          <w:rFonts w:ascii="Times New Roman" w:hAnsi="Times New Roman"/>
          <w:sz w:val="28"/>
          <w:szCs w:val="28"/>
        </w:rPr>
        <w:t xml:space="preserve">О </w:t>
      </w:r>
      <w:r w:rsidRPr="00405464">
        <w:rPr>
          <w:rFonts w:ascii="Times New Roman" w:hAnsi="Times New Roman"/>
          <w:sz w:val="28"/>
          <w:szCs w:val="28"/>
        </w:rPr>
        <w:t xml:space="preserve">внесении в Думу </w:t>
      </w:r>
      <w:proofErr w:type="gramStart"/>
      <w:r w:rsidRPr="00405464">
        <w:rPr>
          <w:rFonts w:ascii="Times New Roman" w:hAnsi="Times New Roman"/>
          <w:sz w:val="28"/>
          <w:szCs w:val="28"/>
        </w:rPr>
        <w:t>города Владивостока проекта решения Думы города</w:t>
      </w:r>
      <w:proofErr w:type="gramEnd"/>
      <w:r w:rsidRPr="00405464">
        <w:rPr>
          <w:rFonts w:ascii="Times New Roman" w:hAnsi="Times New Roman"/>
          <w:sz w:val="28"/>
          <w:szCs w:val="28"/>
        </w:rPr>
        <w:t xml:space="preserve"> Владивостока «О принятии муниципального правового акта города </w:t>
      </w:r>
      <w:r w:rsidRPr="00337A76">
        <w:rPr>
          <w:rFonts w:ascii="Times New Roman" w:hAnsi="Times New Roman"/>
          <w:sz w:val="28"/>
          <w:szCs w:val="28"/>
        </w:rPr>
        <w:t>Владивостока «</w:t>
      </w:r>
      <w:r w:rsidR="00D55B65" w:rsidRPr="00337A7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751B6F" w:rsidRPr="00337A76">
        <w:rPr>
          <w:rFonts w:ascii="Times New Roman" w:hAnsi="Times New Roman"/>
          <w:sz w:val="28"/>
          <w:szCs w:val="28"/>
        </w:rPr>
        <w:t>муниципальн</w:t>
      </w:r>
      <w:r w:rsidR="00405464" w:rsidRPr="00337A76">
        <w:rPr>
          <w:rFonts w:ascii="Times New Roman" w:hAnsi="Times New Roman"/>
          <w:sz w:val="28"/>
          <w:szCs w:val="28"/>
        </w:rPr>
        <w:t>ый</w:t>
      </w:r>
      <w:r w:rsidR="00751B6F" w:rsidRPr="00337A76">
        <w:rPr>
          <w:rFonts w:ascii="Times New Roman" w:hAnsi="Times New Roman"/>
          <w:sz w:val="28"/>
          <w:szCs w:val="28"/>
        </w:rPr>
        <w:t xml:space="preserve"> правово</w:t>
      </w:r>
      <w:r w:rsidR="00405464" w:rsidRPr="00337A76">
        <w:rPr>
          <w:rFonts w:ascii="Times New Roman" w:hAnsi="Times New Roman"/>
          <w:sz w:val="28"/>
          <w:szCs w:val="28"/>
        </w:rPr>
        <w:t>й</w:t>
      </w:r>
      <w:r w:rsidR="00D55B65" w:rsidRPr="00337A76">
        <w:rPr>
          <w:rFonts w:ascii="Times New Roman" w:hAnsi="Times New Roman"/>
          <w:sz w:val="28"/>
          <w:szCs w:val="28"/>
        </w:rPr>
        <w:t xml:space="preserve"> акт </w:t>
      </w:r>
      <w:r w:rsidR="005C2A36" w:rsidRPr="00337A76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D55B65" w:rsidRPr="00337A76">
        <w:rPr>
          <w:rFonts w:ascii="Times New Roman" w:hAnsi="Times New Roman"/>
          <w:sz w:val="28"/>
          <w:szCs w:val="28"/>
        </w:rPr>
        <w:t>от 0</w:t>
      </w:r>
      <w:r w:rsidR="00405464" w:rsidRPr="00337A76">
        <w:rPr>
          <w:rFonts w:ascii="Times New Roman" w:hAnsi="Times New Roman"/>
          <w:sz w:val="28"/>
          <w:szCs w:val="28"/>
        </w:rPr>
        <w:t>9</w:t>
      </w:r>
      <w:r w:rsidR="00D55B65" w:rsidRPr="00337A76">
        <w:rPr>
          <w:rFonts w:ascii="Times New Roman" w:hAnsi="Times New Roman"/>
          <w:sz w:val="28"/>
          <w:szCs w:val="28"/>
        </w:rPr>
        <w:t>.</w:t>
      </w:r>
      <w:r w:rsidR="00405464" w:rsidRPr="00337A76">
        <w:rPr>
          <w:rFonts w:ascii="Times New Roman" w:hAnsi="Times New Roman"/>
          <w:sz w:val="28"/>
          <w:szCs w:val="28"/>
        </w:rPr>
        <w:t>09</w:t>
      </w:r>
      <w:r w:rsidR="00D55B65" w:rsidRPr="00337A76">
        <w:rPr>
          <w:rFonts w:ascii="Times New Roman" w:hAnsi="Times New Roman"/>
          <w:sz w:val="28"/>
          <w:szCs w:val="28"/>
        </w:rPr>
        <w:t>.20</w:t>
      </w:r>
      <w:r w:rsidR="00405464" w:rsidRPr="00337A76">
        <w:rPr>
          <w:rFonts w:ascii="Times New Roman" w:hAnsi="Times New Roman"/>
          <w:sz w:val="28"/>
          <w:szCs w:val="28"/>
        </w:rPr>
        <w:t>08</w:t>
      </w:r>
      <w:r w:rsidR="00D55B65" w:rsidRPr="00337A76">
        <w:rPr>
          <w:rFonts w:ascii="Times New Roman" w:hAnsi="Times New Roman"/>
          <w:sz w:val="28"/>
          <w:szCs w:val="28"/>
        </w:rPr>
        <w:t xml:space="preserve"> № </w:t>
      </w:r>
      <w:r w:rsidR="00405464" w:rsidRPr="00337A76">
        <w:rPr>
          <w:rFonts w:ascii="Times New Roman" w:hAnsi="Times New Roman"/>
          <w:sz w:val="28"/>
          <w:szCs w:val="28"/>
        </w:rPr>
        <w:t>49</w:t>
      </w:r>
      <w:r w:rsidR="00D55B65" w:rsidRPr="00337A76">
        <w:rPr>
          <w:rFonts w:ascii="Times New Roman" w:hAnsi="Times New Roman"/>
          <w:sz w:val="28"/>
          <w:szCs w:val="28"/>
        </w:rPr>
        <w:t>-МПА «</w:t>
      </w:r>
      <w:r w:rsidR="00405464" w:rsidRPr="00337A76">
        <w:rPr>
          <w:rFonts w:ascii="Times New Roman" w:hAnsi="Times New Roman"/>
          <w:sz w:val="28"/>
          <w:szCs w:val="28"/>
        </w:rPr>
        <w:t>Порядок принятия решений об установлении тарифов на услуги (работы) муниципальных предприятий и казенных учреждений на территории города Владивостока</w:t>
      </w:r>
      <w:r w:rsidR="00D55B65" w:rsidRPr="00337A76">
        <w:rPr>
          <w:rFonts w:ascii="Times New Roman" w:hAnsi="Times New Roman"/>
          <w:sz w:val="28"/>
          <w:szCs w:val="28"/>
        </w:rPr>
        <w:t>»</w:t>
      </w:r>
    </w:p>
    <w:p w:rsidR="004146FB" w:rsidRPr="00337A76" w:rsidRDefault="004146FB" w:rsidP="00E30C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C44" w:rsidRPr="00337A76" w:rsidRDefault="00780C44" w:rsidP="00E30C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6FB" w:rsidRPr="00337A76" w:rsidRDefault="004146FB" w:rsidP="004146FB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37A76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06.10.2003 № 131-ФЗ                   «Об общих принципах организации местного самоуправления в Российской Федерации», статьей 37 Устава города Владивостока, статьей 40 Регламента Думы города Владивостока </w:t>
      </w:r>
    </w:p>
    <w:p w:rsidR="004146FB" w:rsidRPr="00337A76" w:rsidRDefault="004146FB" w:rsidP="00780C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0C44" w:rsidRPr="00405464" w:rsidRDefault="00780C44" w:rsidP="00780C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46FB" w:rsidRPr="00405464" w:rsidRDefault="004146FB" w:rsidP="00780C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5464">
        <w:rPr>
          <w:rFonts w:ascii="Times New Roman" w:hAnsi="Times New Roman"/>
          <w:sz w:val="28"/>
          <w:szCs w:val="28"/>
        </w:rPr>
        <w:t>п</w:t>
      </w:r>
      <w:proofErr w:type="gramEnd"/>
      <w:r w:rsidRPr="00405464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146FB" w:rsidRPr="00405464" w:rsidRDefault="004146FB" w:rsidP="00780C4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355452" w:rsidRDefault="00780C44" w:rsidP="00780C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6FB" w:rsidRPr="00864DBB" w:rsidRDefault="004146FB" w:rsidP="004146FB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452">
        <w:rPr>
          <w:rFonts w:ascii="Times New Roman" w:hAnsi="Times New Roman"/>
          <w:b w:val="0"/>
          <w:sz w:val="28"/>
          <w:szCs w:val="28"/>
        </w:rPr>
        <w:t>1. Внести в Думу города Владивостока проект решения Думы           города Владивостока «О принятии муниципального правового акта           города Владивостока «</w:t>
      </w:r>
      <w:r w:rsidR="00355452" w:rsidRPr="00355452">
        <w:rPr>
          <w:rFonts w:ascii="Times New Roman" w:hAnsi="Times New Roman"/>
          <w:b w:val="0"/>
          <w:sz w:val="28"/>
          <w:szCs w:val="28"/>
        </w:rPr>
        <w:t xml:space="preserve">О </w:t>
      </w:r>
      <w:r w:rsidR="00355452" w:rsidRPr="00864DBB">
        <w:rPr>
          <w:rFonts w:ascii="Times New Roman" w:hAnsi="Times New Roman"/>
          <w:b w:val="0"/>
          <w:sz w:val="28"/>
          <w:szCs w:val="28"/>
        </w:rPr>
        <w:t xml:space="preserve">внесении изменений в муниципальный правовой акт города Владивостока от 09.09.2008 № 49-МПА «Порядок принятия решений </w:t>
      </w:r>
      <w:r w:rsidR="00355452" w:rsidRPr="00864DBB">
        <w:rPr>
          <w:rFonts w:ascii="Times New Roman" w:hAnsi="Times New Roman"/>
          <w:b w:val="0"/>
          <w:sz w:val="28"/>
          <w:szCs w:val="28"/>
        </w:rPr>
        <w:br/>
        <w:t xml:space="preserve">об установлении тарифов на услуги (работы) муниципальных предприятий </w:t>
      </w:r>
      <w:r w:rsidR="00355452" w:rsidRPr="00864DBB">
        <w:rPr>
          <w:rFonts w:ascii="Times New Roman" w:hAnsi="Times New Roman"/>
          <w:b w:val="0"/>
          <w:sz w:val="28"/>
          <w:szCs w:val="28"/>
        </w:rPr>
        <w:br/>
        <w:t>и казенных учреждений на территории города Владивостока</w:t>
      </w:r>
      <w:r w:rsidR="00D55B65" w:rsidRPr="00864DBB">
        <w:rPr>
          <w:rFonts w:ascii="Times New Roman" w:hAnsi="Times New Roman"/>
          <w:b w:val="0"/>
          <w:sz w:val="28"/>
          <w:szCs w:val="28"/>
        </w:rPr>
        <w:t>»</w:t>
      </w:r>
      <w:r w:rsidRPr="00864DBB">
        <w:rPr>
          <w:rFonts w:ascii="Times New Roman" w:hAnsi="Times New Roman"/>
          <w:b w:val="0"/>
          <w:sz w:val="28"/>
          <w:szCs w:val="28"/>
        </w:rPr>
        <w:t xml:space="preserve"> (прилагается).</w:t>
      </w:r>
    </w:p>
    <w:p w:rsidR="004146FB" w:rsidRPr="00864DBB" w:rsidRDefault="004146FB" w:rsidP="004146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BB">
        <w:rPr>
          <w:rFonts w:ascii="Times New Roman" w:hAnsi="Times New Roman"/>
          <w:sz w:val="28"/>
          <w:szCs w:val="28"/>
        </w:rPr>
        <w:t xml:space="preserve">2. </w:t>
      </w:r>
      <w:r w:rsidRPr="00314DDA">
        <w:rPr>
          <w:rFonts w:ascii="Times New Roman" w:hAnsi="Times New Roman"/>
          <w:sz w:val="28"/>
          <w:szCs w:val="28"/>
        </w:rPr>
        <w:t xml:space="preserve">Назначить представителем главы города Владивостока </w:t>
      </w:r>
      <w:r w:rsidR="00E30C2A" w:rsidRPr="00314DDA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14DDA">
        <w:rPr>
          <w:rFonts w:ascii="Times New Roman" w:hAnsi="Times New Roman"/>
          <w:sz w:val="28"/>
          <w:szCs w:val="28"/>
        </w:rPr>
        <w:t xml:space="preserve">при рассмотрении данного </w:t>
      </w:r>
      <w:proofErr w:type="gramStart"/>
      <w:r w:rsidRPr="00314DDA">
        <w:rPr>
          <w:rFonts w:ascii="Times New Roman" w:hAnsi="Times New Roman"/>
          <w:sz w:val="28"/>
          <w:szCs w:val="28"/>
        </w:rPr>
        <w:t xml:space="preserve">вопроса </w:t>
      </w:r>
      <w:r w:rsidR="00314DDA" w:rsidRPr="00314DDA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51612B" w:rsidRPr="00314DDA">
        <w:rPr>
          <w:rFonts w:ascii="Times New Roman" w:hAnsi="Times New Roman"/>
          <w:sz w:val="28"/>
          <w:szCs w:val="28"/>
        </w:rPr>
        <w:t>города Владивосток</w:t>
      </w:r>
      <w:r w:rsidR="00EF517C" w:rsidRPr="00314DDA">
        <w:rPr>
          <w:rFonts w:ascii="Times New Roman" w:hAnsi="Times New Roman"/>
          <w:sz w:val="28"/>
          <w:szCs w:val="28"/>
        </w:rPr>
        <w:t>а</w:t>
      </w:r>
      <w:r w:rsidR="0051612B" w:rsidRPr="00314DDA">
        <w:rPr>
          <w:rFonts w:ascii="Times New Roman" w:hAnsi="Times New Roman"/>
          <w:sz w:val="28"/>
          <w:szCs w:val="28"/>
        </w:rPr>
        <w:t xml:space="preserve"> </w:t>
      </w:r>
      <w:r w:rsidR="00314DDA" w:rsidRPr="00314DDA">
        <w:rPr>
          <w:rFonts w:ascii="Times New Roman" w:hAnsi="Times New Roman"/>
          <w:sz w:val="28"/>
          <w:szCs w:val="28"/>
        </w:rPr>
        <w:t>Акульшина</w:t>
      </w:r>
      <w:proofErr w:type="gramEnd"/>
      <w:r w:rsidR="00314DDA" w:rsidRPr="00314DDA">
        <w:rPr>
          <w:rFonts w:ascii="Times New Roman" w:hAnsi="Times New Roman"/>
          <w:sz w:val="28"/>
          <w:szCs w:val="28"/>
        </w:rPr>
        <w:t xml:space="preserve"> М.И</w:t>
      </w:r>
      <w:r w:rsidR="0051612B" w:rsidRPr="00314DDA">
        <w:rPr>
          <w:rFonts w:ascii="Times New Roman" w:hAnsi="Times New Roman"/>
          <w:sz w:val="28"/>
          <w:szCs w:val="28"/>
        </w:rPr>
        <w:t>.</w:t>
      </w:r>
    </w:p>
    <w:p w:rsidR="004146FB" w:rsidRPr="00355452" w:rsidRDefault="004146FB" w:rsidP="004146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DBB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</w:t>
      </w:r>
      <w:r w:rsidRPr="00355452">
        <w:rPr>
          <w:rFonts w:ascii="Times New Roman" w:hAnsi="Times New Roman"/>
          <w:sz w:val="28"/>
          <w:szCs w:val="28"/>
        </w:rPr>
        <w:t xml:space="preserve">. </w:t>
      </w:r>
    </w:p>
    <w:p w:rsidR="004146FB" w:rsidRPr="00355452" w:rsidRDefault="004146FB" w:rsidP="005161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DDA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314D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4DD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314DDA" w:rsidRPr="00314DDA">
        <w:rPr>
          <w:rFonts w:ascii="Times New Roman" w:hAnsi="Times New Roman"/>
          <w:sz w:val="28"/>
          <w:szCs w:val="28"/>
        </w:rPr>
        <w:t>заместителя главы администрации города Владивостока Акульшина М.И</w:t>
      </w:r>
      <w:r w:rsidR="0067746F" w:rsidRPr="00314DDA">
        <w:rPr>
          <w:rFonts w:ascii="Times New Roman" w:hAnsi="Times New Roman"/>
          <w:sz w:val="28"/>
          <w:szCs w:val="28"/>
        </w:rPr>
        <w:t>.</w:t>
      </w:r>
      <w:r w:rsidRPr="00355452">
        <w:rPr>
          <w:rFonts w:ascii="Times New Roman" w:hAnsi="Times New Roman"/>
          <w:sz w:val="28"/>
          <w:szCs w:val="28"/>
        </w:rPr>
        <w:t xml:space="preserve"> </w:t>
      </w:r>
    </w:p>
    <w:p w:rsidR="00B27FE8" w:rsidRPr="00405464" w:rsidRDefault="00B27FE8" w:rsidP="00E30C2A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E30C2A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E30C2A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46FB" w:rsidRPr="00355452" w:rsidRDefault="00FC5B79" w:rsidP="00E30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452">
        <w:rPr>
          <w:rFonts w:ascii="Times New Roman" w:hAnsi="Times New Roman"/>
          <w:sz w:val="28"/>
          <w:szCs w:val="28"/>
        </w:rPr>
        <w:t>Г</w:t>
      </w:r>
      <w:r w:rsidR="004146FB" w:rsidRPr="00355452">
        <w:rPr>
          <w:rFonts w:ascii="Times New Roman" w:hAnsi="Times New Roman"/>
          <w:sz w:val="28"/>
          <w:szCs w:val="28"/>
        </w:rPr>
        <w:t>лав</w:t>
      </w:r>
      <w:r w:rsidRPr="00355452">
        <w:rPr>
          <w:rFonts w:ascii="Times New Roman" w:hAnsi="Times New Roman"/>
          <w:sz w:val="28"/>
          <w:szCs w:val="28"/>
        </w:rPr>
        <w:t>а</w:t>
      </w:r>
      <w:r w:rsidR="004146FB" w:rsidRPr="00355452">
        <w:rPr>
          <w:rFonts w:ascii="Times New Roman" w:hAnsi="Times New Roman"/>
          <w:sz w:val="28"/>
          <w:szCs w:val="28"/>
        </w:rPr>
        <w:t xml:space="preserve"> города                                                              </w:t>
      </w:r>
      <w:r w:rsidRPr="00355452">
        <w:rPr>
          <w:rFonts w:ascii="Times New Roman" w:hAnsi="Times New Roman"/>
          <w:sz w:val="28"/>
          <w:szCs w:val="28"/>
        </w:rPr>
        <w:t xml:space="preserve">  </w:t>
      </w:r>
      <w:r w:rsidR="004146FB" w:rsidRPr="00355452">
        <w:rPr>
          <w:rFonts w:ascii="Times New Roman" w:hAnsi="Times New Roman"/>
          <w:sz w:val="28"/>
          <w:szCs w:val="28"/>
        </w:rPr>
        <w:t xml:space="preserve">              </w:t>
      </w:r>
      <w:r w:rsidR="00780C44" w:rsidRPr="00355452">
        <w:rPr>
          <w:rFonts w:ascii="Times New Roman" w:hAnsi="Times New Roman"/>
          <w:sz w:val="28"/>
          <w:szCs w:val="28"/>
        </w:rPr>
        <w:t xml:space="preserve">         </w:t>
      </w:r>
      <w:r w:rsidR="004146FB" w:rsidRPr="00355452">
        <w:rPr>
          <w:rFonts w:ascii="Times New Roman" w:hAnsi="Times New Roman"/>
          <w:sz w:val="28"/>
          <w:szCs w:val="28"/>
        </w:rPr>
        <w:t xml:space="preserve">  </w:t>
      </w:r>
      <w:r w:rsidR="00C34CCE" w:rsidRPr="00355452">
        <w:rPr>
          <w:rFonts w:ascii="Times New Roman" w:hAnsi="Times New Roman"/>
          <w:sz w:val="28"/>
          <w:szCs w:val="28"/>
        </w:rPr>
        <w:t>К.В. Шестаков</w:t>
      </w:r>
    </w:p>
    <w:p w:rsidR="00780C44" w:rsidRPr="00405464" w:rsidRDefault="00780C44" w:rsidP="00E30C2A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80C44" w:rsidRPr="00405464" w:rsidRDefault="00780C44" w:rsidP="004146FB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471" w:type="dxa"/>
        <w:tblLook w:val="01E0" w:firstRow="1" w:lastRow="1" w:firstColumn="1" w:lastColumn="1" w:noHBand="0" w:noVBand="0"/>
      </w:tblPr>
      <w:tblGrid>
        <w:gridCol w:w="5495"/>
        <w:gridCol w:w="3976"/>
      </w:tblGrid>
      <w:tr w:rsidR="00355452" w:rsidRPr="00355452" w:rsidTr="00355452">
        <w:trPr>
          <w:trHeight w:val="2836"/>
        </w:trPr>
        <w:tc>
          <w:tcPr>
            <w:tcW w:w="5495" w:type="dxa"/>
          </w:tcPr>
          <w:p w:rsidR="004146FB" w:rsidRPr="00355452" w:rsidRDefault="004146FB" w:rsidP="004054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6" w:type="dxa"/>
          </w:tcPr>
          <w:p w:rsidR="004146FB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45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55452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452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 w:rsidR="00355452" w:rsidRPr="003554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452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</w:p>
          <w:p w:rsidR="004146FB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452">
              <w:rPr>
                <w:rFonts w:ascii="Times New Roman" w:hAnsi="Times New Roman"/>
                <w:sz w:val="28"/>
                <w:szCs w:val="28"/>
              </w:rPr>
              <w:t>города Владивостока</w:t>
            </w:r>
          </w:p>
          <w:p w:rsidR="004146FB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452">
              <w:rPr>
                <w:rFonts w:ascii="Times New Roman" w:hAnsi="Times New Roman"/>
                <w:sz w:val="28"/>
                <w:szCs w:val="28"/>
              </w:rPr>
              <w:t xml:space="preserve">от                        № </w:t>
            </w:r>
          </w:p>
          <w:p w:rsidR="004146FB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46FB" w:rsidRPr="00355452" w:rsidRDefault="004146FB" w:rsidP="004054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46FB" w:rsidRPr="00355452" w:rsidRDefault="004146FB" w:rsidP="00355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5452">
              <w:rPr>
                <w:rFonts w:ascii="Times New Roman" w:hAnsi="Times New Roman"/>
                <w:sz w:val="28"/>
                <w:szCs w:val="28"/>
              </w:rPr>
              <w:t>Проект подготовлен</w:t>
            </w:r>
            <w:r w:rsidR="00355452" w:rsidRPr="003554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452">
              <w:rPr>
                <w:rFonts w:ascii="Times New Roman" w:hAnsi="Times New Roman"/>
                <w:sz w:val="28"/>
                <w:szCs w:val="28"/>
              </w:rPr>
              <w:t>главой города</w:t>
            </w:r>
            <w:r w:rsidR="00355452" w:rsidRPr="003554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452">
              <w:rPr>
                <w:rFonts w:ascii="Times New Roman" w:hAnsi="Times New Roman"/>
                <w:sz w:val="28"/>
                <w:szCs w:val="28"/>
              </w:rPr>
              <w:t>Владивостока</w:t>
            </w:r>
          </w:p>
        </w:tc>
      </w:tr>
    </w:tbl>
    <w:p w:rsidR="004146FB" w:rsidRPr="00355452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C2A" w:rsidRPr="00355452" w:rsidRDefault="00E30C2A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C2A" w:rsidRPr="00355452" w:rsidRDefault="00E30C2A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355452" w:rsidRDefault="004146FB" w:rsidP="00414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5452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4146FB" w:rsidRPr="00355452" w:rsidRDefault="004146FB" w:rsidP="00414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6FB" w:rsidRPr="00355452" w:rsidRDefault="004146FB" w:rsidP="00414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5452">
        <w:rPr>
          <w:rFonts w:ascii="Times New Roman" w:hAnsi="Times New Roman"/>
          <w:sz w:val="28"/>
          <w:szCs w:val="28"/>
        </w:rPr>
        <w:t>РЕШЕНИЕ</w:t>
      </w: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C2A" w:rsidRPr="00C644C8" w:rsidRDefault="00E30C2A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C644C8" w:rsidRDefault="004146FB" w:rsidP="004146FB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 xml:space="preserve">О принятии муниципального правового акта города Владивостока </w:t>
      </w:r>
      <w:r w:rsidRPr="00C644C8">
        <w:rPr>
          <w:rFonts w:ascii="Times New Roman" w:hAnsi="Times New Roman"/>
          <w:sz w:val="28"/>
        </w:rPr>
        <w:t>«</w:t>
      </w:r>
      <w:r w:rsidR="00355452" w:rsidRPr="00C644C8">
        <w:rPr>
          <w:rFonts w:ascii="Times New Roman" w:hAnsi="Times New Roman"/>
          <w:sz w:val="28"/>
          <w:szCs w:val="28"/>
        </w:rPr>
        <w:t>О внесении изменений в муниципальный правовой акт города Владивостока от 09.09.2008 </w:t>
      </w:r>
      <w:r w:rsidR="00355452" w:rsidRPr="00C644C8">
        <w:rPr>
          <w:rFonts w:ascii="Times New Roman" w:hAnsi="Times New Roman"/>
          <w:sz w:val="28"/>
          <w:szCs w:val="28"/>
        </w:rPr>
        <w:br/>
        <w:t xml:space="preserve">№ 49-МПА «Порядок принятия решений </w:t>
      </w:r>
      <w:r w:rsidR="00355452" w:rsidRPr="00C644C8">
        <w:rPr>
          <w:rFonts w:ascii="Times New Roman" w:hAnsi="Times New Roman"/>
          <w:b/>
          <w:sz w:val="28"/>
          <w:szCs w:val="28"/>
        </w:rPr>
        <w:br/>
      </w:r>
      <w:r w:rsidR="00355452" w:rsidRPr="00C644C8">
        <w:rPr>
          <w:rFonts w:ascii="Times New Roman" w:hAnsi="Times New Roman"/>
          <w:sz w:val="28"/>
          <w:szCs w:val="28"/>
        </w:rPr>
        <w:t xml:space="preserve">об установлении тарифов на услуги (работы) муниципальных предприятий </w:t>
      </w:r>
      <w:r w:rsidR="00355452" w:rsidRPr="00C644C8">
        <w:rPr>
          <w:rFonts w:ascii="Times New Roman" w:hAnsi="Times New Roman"/>
          <w:b/>
          <w:sz w:val="28"/>
          <w:szCs w:val="28"/>
        </w:rPr>
        <w:br/>
      </w:r>
      <w:r w:rsidR="00355452" w:rsidRPr="00C644C8">
        <w:rPr>
          <w:rFonts w:ascii="Times New Roman" w:hAnsi="Times New Roman"/>
          <w:sz w:val="28"/>
          <w:szCs w:val="28"/>
        </w:rPr>
        <w:t>и казенных учреждений на территории города Владивостока</w:t>
      </w:r>
      <w:r w:rsidR="00D55B65" w:rsidRPr="00C644C8">
        <w:rPr>
          <w:rFonts w:ascii="Times New Roman" w:hAnsi="Times New Roman"/>
          <w:sz w:val="28"/>
        </w:rPr>
        <w:t>»</w:t>
      </w: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C644C8" w:rsidRDefault="004146FB" w:rsidP="004146F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>В соответствии с Федеральным зак</w:t>
      </w:r>
      <w:r w:rsidR="00D55B65" w:rsidRPr="00C644C8">
        <w:rPr>
          <w:rFonts w:ascii="Times New Roman" w:hAnsi="Times New Roman"/>
          <w:sz w:val="28"/>
          <w:szCs w:val="28"/>
        </w:rPr>
        <w:t>оном от 06.10.2003 № 131-ФЗ «Об </w:t>
      </w:r>
      <w:r w:rsidRPr="00C644C8">
        <w:rPr>
          <w:rFonts w:ascii="Times New Roman" w:hAnsi="Times New Roman"/>
          <w:sz w:val="28"/>
          <w:szCs w:val="28"/>
        </w:rPr>
        <w:t xml:space="preserve">общих принципах организации местного самоуправления в </w:t>
      </w:r>
      <w:r w:rsidR="00E30C2A" w:rsidRPr="00C644C8">
        <w:rPr>
          <w:rFonts w:ascii="Times New Roman" w:hAnsi="Times New Roman"/>
          <w:sz w:val="28"/>
          <w:szCs w:val="28"/>
        </w:rPr>
        <w:t xml:space="preserve">                </w:t>
      </w:r>
      <w:r w:rsidRPr="00C644C8">
        <w:rPr>
          <w:rFonts w:ascii="Times New Roman" w:hAnsi="Times New Roman"/>
          <w:sz w:val="28"/>
          <w:szCs w:val="28"/>
        </w:rPr>
        <w:t>Российской Федерации», Уставом города Владивостока Дума города Владивостока</w:t>
      </w: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C2A" w:rsidRPr="00C644C8" w:rsidRDefault="00E30C2A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>РЕШИЛА:</w:t>
      </w:r>
    </w:p>
    <w:p w:rsidR="004146FB" w:rsidRPr="00405464" w:rsidRDefault="004146FB" w:rsidP="004146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4146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46FB" w:rsidRPr="00C644C8" w:rsidRDefault="004146FB" w:rsidP="00371B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 xml:space="preserve">1. Принять муниципальный правовой акт города Владивостока </w:t>
      </w:r>
      <w:r w:rsidR="00C644C8" w:rsidRPr="00C644C8">
        <w:rPr>
          <w:rFonts w:ascii="Times New Roman" w:hAnsi="Times New Roman"/>
          <w:sz w:val="28"/>
          <w:szCs w:val="28"/>
        </w:rPr>
        <w:br/>
      </w:r>
      <w:r w:rsidRPr="00C644C8">
        <w:rPr>
          <w:rFonts w:ascii="Times New Roman" w:hAnsi="Times New Roman"/>
          <w:sz w:val="28"/>
          <w:szCs w:val="28"/>
        </w:rPr>
        <w:t>«</w:t>
      </w:r>
      <w:r w:rsidR="00C644C8" w:rsidRPr="00C644C8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акт города Владивостока от 09.09.2008 № 49-МПА «Порядок принятия решений об установлении тарифов на услуги (работы) муниципальных предприятий и казенных </w:t>
      </w:r>
      <w:r w:rsidR="00C644C8" w:rsidRPr="00C644C8">
        <w:rPr>
          <w:rFonts w:ascii="Times New Roman" w:hAnsi="Times New Roman"/>
          <w:sz w:val="28"/>
          <w:szCs w:val="28"/>
        </w:rPr>
        <w:lastRenderedPageBreak/>
        <w:t>учреждений на территории города Владивостока</w:t>
      </w:r>
      <w:r w:rsidR="00D55B65" w:rsidRPr="00C644C8">
        <w:rPr>
          <w:rFonts w:ascii="Times New Roman" w:hAnsi="Times New Roman"/>
          <w:sz w:val="28"/>
          <w:szCs w:val="28"/>
        </w:rPr>
        <w:t>»</w:t>
      </w:r>
      <w:r w:rsidRPr="00C644C8">
        <w:rPr>
          <w:rFonts w:ascii="Times New Roman" w:hAnsi="Times New Roman"/>
          <w:sz w:val="28"/>
          <w:szCs w:val="28"/>
        </w:rPr>
        <w:t>.</w:t>
      </w:r>
    </w:p>
    <w:p w:rsidR="004146FB" w:rsidRPr="00C644C8" w:rsidRDefault="004146FB" w:rsidP="00371B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4C8">
        <w:rPr>
          <w:rFonts w:ascii="Times New Roman" w:hAnsi="Times New Roman" w:cs="Times New Roman"/>
          <w:sz w:val="28"/>
          <w:szCs w:val="28"/>
        </w:rPr>
        <w:t>2. Направить указанный муниципальный правовой акт главе города Владивостока для подписания и обнародования.</w:t>
      </w:r>
      <w:r w:rsidRPr="00C644C8">
        <w:rPr>
          <w:szCs w:val="28"/>
        </w:rPr>
        <w:t xml:space="preserve"> </w:t>
      </w:r>
    </w:p>
    <w:p w:rsidR="004146FB" w:rsidRPr="00C644C8" w:rsidRDefault="004146FB" w:rsidP="00371BA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27FE8" w:rsidRPr="00405464" w:rsidRDefault="00B27FE8" w:rsidP="00371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371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371B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46FB" w:rsidRPr="00C644C8" w:rsidRDefault="004146FB" w:rsidP="00371BA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44C8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</w:t>
      </w:r>
      <w:r w:rsidR="00B27FE8" w:rsidRPr="00C644C8">
        <w:rPr>
          <w:rFonts w:ascii="Times New Roman" w:hAnsi="Times New Roman"/>
          <w:sz w:val="28"/>
          <w:szCs w:val="28"/>
        </w:rPr>
        <w:t xml:space="preserve">       </w:t>
      </w:r>
      <w:r w:rsidR="00780C44" w:rsidRPr="00C644C8">
        <w:rPr>
          <w:rFonts w:ascii="Times New Roman" w:hAnsi="Times New Roman"/>
          <w:sz w:val="28"/>
          <w:szCs w:val="28"/>
        </w:rPr>
        <w:t xml:space="preserve">                          </w:t>
      </w:r>
      <w:r w:rsidR="00896805" w:rsidRPr="00C644C8">
        <w:rPr>
          <w:rFonts w:ascii="Times New Roman" w:hAnsi="Times New Roman"/>
          <w:sz w:val="28"/>
          <w:szCs w:val="28"/>
        </w:rPr>
        <w:t xml:space="preserve"> </w:t>
      </w:r>
      <w:r w:rsidRPr="00C644C8">
        <w:rPr>
          <w:rFonts w:ascii="Times New Roman" w:hAnsi="Times New Roman"/>
          <w:sz w:val="28"/>
          <w:szCs w:val="28"/>
        </w:rPr>
        <w:t>А.П.</w:t>
      </w:r>
      <w:r w:rsidR="00780C44" w:rsidRPr="00C644C8">
        <w:rPr>
          <w:rFonts w:ascii="Times New Roman" w:hAnsi="Times New Roman"/>
          <w:sz w:val="28"/>
          <w:szCs w:val="28"/>
        </w:rPr>
        <w:t xml:space="preserve"> </w:t>
      </w:r>
      <w:r w:rsidRPr="00C644C8">
        <w:rPr>
          <w:rFonts w:ascii="Times New Roman" w:hAnsi="Times New Roman"/>
          <w:sz w:val="28"/>
          <w:szCs w:val="28"/>
        </w:rPr>
        <w:t>Б</w:t>
      </w:r>
      <w:r w:rsidR="00896805" w:rsidRPr="00C644C8">
        <w:rPr>
          <w:rFonts w:ascii="Times New Roman" w:hAnsi="Times New Roman"/>
          <w:sz w:val="28"/>
          <w:szCs w:val="28"/>
        </w:rPr>
        <w:t>рик</w:t>
      </w:r>
    </w:p>
    <w:p w:rsidR="00B27FE8" w:rsidRPr="00405464" w:rsidRDefault="00B27FE8" w:rsidP="00371BA9">
      <w:pPr>
        <w:widowControl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371BA9">
      <w:pPr>
        <w:widowControl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30C2A" w:rsidRPr="00405464" w:rsidRDefault="00E30C2A" w:rsidP="00371BA9">
      <w:pPr>
        <w:widowControl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371BA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0C2A" w:rsidRDefault="00E30C2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BA9" w:rsidRDefault="00371BA9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BA9" w:rsidRDefault="00371BA9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373A" w:rsidRDefault="00AB373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373A" w:rsidRDefault="00AB373A" w:rsidP="00D55B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6FB" w:rsidRPr="00130B18" w:rsidRDefault="00EC56D4" w:rsidP="00EC56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0B18">
        <w:rPr>
          <w:rFonts w:ascii="Times New Roman" w:hAnsi="Times New Roman"/>
          <w:sz w:val="28"/>
          <w:szCs w:val="28"/>
        </w:rPr>
        <w:lastRenderedPageBreak/>
        <w:t xml:space="preserve">МУНИЦИПАЛЬНЫЙ </w:t>
      </w:r>
      <w:r w:rsidR="004146FB" w:rsidRPr="00130B18">
        <w:rPr>
          <w:rFonts w:ascii="Times New Roman" w:hAnsi="Times New Roman"/>
          <w:sz w:val="28"/>
          <w:szCs w:val="28"/>
        </w:rPr>
        <w:t>ПРАВОВОЙ</w:t>
      </w:r>
      <w:r w:rsidRPr="00130B18">
        <w:rPr>
          <w:rFonts w:ascii="Times New Roman" w:hAnsi="Times New Roman"/>
          <w:sz w:val="28"/>
          <w:szCs w:val="28"/>
        </w:rPr>
        <w:t xml:space="preserve"> А</w:t>
      </w:r>
      <w:r w:rsidR="004146FB" w:rsidRPr="00130B18">
        <w:rPr>
          <w:rFonts w:ascii="Times New Roman" w:hAnsi="Times New Roman"/>
          <w:sz w:val="28"/>
          <w:szCs w:val="28"/>
        </w:rPr>
        <w:t>КТ</w:t>
      </w:r>
    </w:p>
    <w:p w:rsidR="004146FB" w:rsidRPr="00046016" w:rsidRDefault="004146FB" w:rsidP="00EC56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0B18">
        <w:rPr>
          <w:rFonts w:ascii="Times New Roman" w:hAnsi="Times New Roman"/>
          <w:sz w:val="28"/>
          <w:szCs w:val="28"/>
        </w:rPr>
        <w:t xml:space="preserve">ГОРОДА </w:t>
      </w:r>
      <w:r w:rsidRPr="00046016">
        <w:rPr>
          <w:rFonts w:ascii="Times New Roman" w:hAnsi="Times New Roman"/>
          <w:sz w:val="28"/>
          <w:szCs w:val="28"/>
        </w:rPr>
        <w:t xml:space="preserve">ВЛАДИВОСТОКА </w:t>
      </w:r>
    </w:p>
    <w:p w:rsidR="004146FB" w:rsidRPr="00046016" w:rsidRDefault="004146FB" w:rsidP="00414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6FB" w:rsidRPr="00C644C8" w:rsidRDefault="00C644C8" w:rsidP="00414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6016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</w:t>
      </w:r>
      <w:r w:rsidRPr="00C644C8">
        <w:rPr>
          <w:rFonts w:ascii="Times New Roman" w:hAnsi="Times New Roman"/>
          <w:sz w:val="28"/>
          <w:szCs w:val="28"/>
        </w:rPr>
        <w:t xml:space="preserve">акт города Владивостока </w:t>
      </w:r>
      <w:r w:rsidR="006B7EEB">
        <w:rPr>
          <w:rFonts w:ascii="Times New Roman" w:hAnsi="Times New Roman"/>
          <w:sz w:val="28"/>
          <w:szCs w:val="28"/>
        </w:rPr>
        <w:t xml:space="preserve">           </w:t>
      </w:r>
      <w:r w:rsidRPr="00C644C8">
        <w:rPr>
          <w:rFonts w:ascii="Times New Roman" w:hAnsi="Times New Roman"/>
          <w:sz w:val="28"/>
          <w:szCs w:val="28"/>
        </w:rPr>
        <w:t xml:space="preserve">от 09.09.2008 № 49-МПА «Порядок принятия решений об установлении тарифов на услуги (работы) муниципальных предприятий </w:t>
      </w:r>
      <w:r w:rsidRPr="00C644C8">
        <w:rPr>
          <w:rFonts w:ascii="Times New Roman" w:hAnsi="Times New Roman"/>
          <w:b/>
          <w:sz w:val="28"/>
          <w:szCs w:val="28"/>
        </w:rPr>
        <w:br/>
      </w:r>
      <w:r w:rsidRPr="00C644C8">
        <w:rPr>
          <w:rFonts w:ascii="Times New Roman" w:hAnsi="Times New Roman"/>
          <w:sz w:val="28"/>
          <w:szCs w:val="28"/>
        </w:rPr>
        <w:t>и казенных учреждений на территории города Владивостока</w:t>
      </w:r>
      <w:r w:rsidR="00D55B65" w:rsidRPr="00C644C8">
        <w:rPr>
          <w:rFonts w:ascii="Times New Roman" w:hAnsi="Times New Roman"/>
          <w:sz w:val="28"/>
          <w:szCs w:val="28"/>
        </w:rPr>
        <w:t>»</w:t>
      </w:r>
    </w:p>
    <w:p w:rsidR="004146FB" w:rsidRPr="00C644C8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C36F3B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6FB" w:rsidRPr="00620126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0126">
        <w:rPr>
          <w:rFonts w:ascii="Times New Roman" w:hAnsi="Times New Roman"/>
          <w:sz w:val="28"/>
          <w:szCs w:val="28"/>
        </w:rPr>
        <w:t>Принят</w:t>
      </w:r>
      <w:proofErr w:type="gramEnd"/>
      <w:r w:rsidRPr="00620126">
        <w:rPr>
          <w:rFonts w:ascii="Times New Roman" w:hAnsi="Times New Roman"/>
          <w:sz w:val="28"/>
          <w:szCs w:val="28"/>
        </w:rPr>
        <w:t xml:space="preserve"> Думой города </w:t>
      </w:r>
      <w:r w:rsidR="00B27FE8" w:rsidRPr="00620126">
        <w:rPr>
          <w:rFonts w:ascii="Times New Roman" w:hAnsi="Times New Roman"/>
          <w:sz w:val="28"/>
          <w:szCs w:val="28"/>
        </w:rPr>
        <w:t xml:space="preserve">Владивостока  </w:t>
      </w:r>
      <w:r w:rsidR="00731BE8" w:rsidRPr="00620126">
        <w:rPr>
          <w:rFonts w:ascii="Times New Roman" w:hAnsi="Times New Roman"/>
          <w:sz w:val="28"/>
          <w:szCs w:val="28"/>
        </w:rPr>
        <w:t xml:space="preserve">                            </w:t>
      </w:r>
      <w:r w:rsidR="00C34CCE" w:rsidRPr="00620126">
        <w:rPr>
          <w:rFonts w:ascii="Times New Roman" w:hAnsi="Times New Roman"/>
          <w:sz w:val="28"/>
          <w:szCs w:val="28"/>
        </w:rPr>
        <w:t>«___»_________202</w:t>
      </w:r>
      <w:r w:rsidR="006D68BA">
        <w:rPr>
          <w:rFonts w:ascii="Times New Roman" w:hAnsi="Times New Roman"/>
          <w:sz w:val="28"/>
          <w:szCs w:val="28"/>
        </w:rPr>
        <w:t>5</w:t>
      </w:r>
      <w:r w:rsidR="00896805" w:rsidRPr="00620126">
        <w:rPr>
          <w:rFonts w:ascii="Times New Roman" w:hAnsi="Times New Roman"/>
          <w:sz w:val="28"/>
          <w:szCs w:val="28"/>
        </w:rPr>
        <w:t xml:space="preserve"> </w:t>
      </w:r>
      <w:r w:rsidRPr="00620126">
        <w:rPr>
          <w:rFonts w:ascii="Times New Roman" w:hAnsi="Times New Roman"/>
          <w:sz w:val="28"/>
          <w:szCs w:val="28"/>
        </w:rPr>
        <w:t>года</w:t>
      </w:r>
    </w:p>
    <w:p w:rsidR="004146FB" w:rsidRPr="00620126" w:rsidRDefault="004146FB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C2A" w:rsidRPr="00000907" w:rsidRDefault="00E30C2A" w:rsidP="0041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07EB" w:rsidRPr="009A59D7" w:rsidRDefault="004146FB" w:rsidP="009A59D7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090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644C8" w:rsidRPr="00000907">
        <w:rPr>
          <w:rFonts w:ascii="Times New Roman" w:hAnsi="Times New Roman" w:cs="Times New Roman"/>
          <w:sz w:val="28"/>
          <w:szCs w:val="28"/>
        </w:rPr>
        <w:t xml:space="preserve">в </w:t>
      </w:r>
      <w:r w:rsidR="005C2A36" w:rsidRPr="00000907">
        <w:rPr>
          <w:rFonts w:ascii="Times New Roman" w:hAnsi="Times New Roman"/>
          <w:sz w:val="28"/>
          <w:szCs w:val="28"/>
        </w:rPr>
        <w:t>муниципальн</w:t>
      </w:r>
      <w:r w:rsidR="00C644C8" w:rsidRPr="00000907">
        <w:rPr>
          <w:rFonts w:ascii="Times New Roman" w:hAnsi="Times New Roman"/>
          <w:sz w:val="28"/>
          <w:szCs w:val="28"/>
        </w:rPr>
        <w:t>ый</w:t>
      </w:r>
      <w:r w:rsidR="005C2A36" w:rsidRPr="00000907">
        <w:rPr>
          <w:rFonts w:ascii="Times New Roman" w:hAnsi="Times New Roman"/>
          <w:sz w:val="28"/>
          <w:szCs w:val="28"/>
        </w:rPr>
        <w:t xml:space="preserve"> правово</w:t>
      </w:r>
      <w:r w:rsidR="00C644C8" w:rsidRPr="00000907">
        <w:rPr>
          <w:rFonts w:ascii="Times New Roman" w:hAnsi="Times New Roman"/>
          <w:sz w:val="28"/>
          <w:szCs w:val="28"/>
        </w:rPr>
        <w:t xml:space="preserve">й </w:t>
      </w:r>
      <w:r w:rsidRPr="00000907">
        <w:rPr>
          <w:rFonts w:ascii="Times New Roman" w:hAnsi="Times New Roman"/>
          <w:sz w:val="28"/>
          <w:szCs w:val="28"/>
        </w:rPr>
        <w:t xml:space="preserve">акт города Владивостока </w:t>
      </w:r>
      <w:r w:rsidR="00C644C8" w:rsidRPr="00000907">
        <w:rPr>
          <w:rFonts w:ascii="Times New Roman" w:hAnsi="Times New Roman"/>
          <w:sz w:val="28"/>
          <w:szCs w:val="28"/>
        </w:rPr>
        <w:br/>
        <w:t>от 09.09.2008 № 49-МПА «Порядок принятия решений об установлении тарифов на услуги (работы) муниципальных предприятий и казенных учреждений на территории города Владивостока</w:t>
      </w:r>
      <w:r w:rsidRPr="00000907">
        <w:rPr>
          <w:rFonts w:ascii="Times New Roman" w:hAnsi="Times New Roman"/>
          <w:sz w:val="28"/>
          <w:szCs w:val="28"/>
        </w:rPr>
        <w:t>»</w:t>
      </w:r>
      <w:r w:rsidR="00194BE2" w:rsidRPr="00000907">
        <w:rPr>
          <w:rFonts w:ascii="Times New Roman" w:hAnsi="Times New Roman"/>
          <w:sz w:val="28"/>
          <w:szCs w:val="28"/>
        </w:rPr>
        <w:t xml:space="preserve"> </w:t>
      </w:r>
      <w:r w:rsidR="003B40EC" w:rsidRPr="00000907">
        <w:rPr>
          <w:rFonts w:ascii="Times New Roman" w:hAnsi="Times New Roman"/>
          <w:sz w:val="28"/>
          <w:szCs w:val="28"/>
        </w:rPr>
        <w:t>следующие</w:t>
      </w:r>
      <w:r w:rsidRPr="00B63DBF">
        <w:rPr>
          <w:rFonts w:ascii="Times New Roman" w:hAnsi="Times New Roman"/>
          <w:sz w:val="28"/>
          <w:szCs w:val="28"/>
        </w:rPr>
        <w:t xml:space="preserve"> изменени</w:t>
      </w:r>
      <w:r w:rsidR="00904840" w:rsidRPr="00B63DBF">
        <w:rPr>
          <w:rFonts w:ascii="Times New Roman" w:hAnsi="Times New Roman"/>
          <w:sz w:val="28"/>
          <w:szCs w:val="28"/>
        </w:rPr>
        <w:t>я</w:t>
      </w:r>
      <w:r w:rsidR="00E4508D" w:rsidRPr="00B63DBF">
        <w:rPr>
          <w:rFonts w:ascii="Times New Roman" w:hAnsi="Times New Roman"/>
          <w:sz w:val="28"/>
          <w:szCs w:val="28"/>
        </w:rPr>
        <w:t>:</w:t>
      </w:r>
      <w:r w:rsidR="00D05A67" w:rsidRPr="00B63DBF">
        <w:rPr>
          <w:rFonts w:ascii="Times New Roman" w:hAnsi="Times New Roman"/>
          <w:sz w:val="28"/>
          <w:szCs w:val="28"/>
        </w:rPr>
        <w:t xml:space="preserve"> </w:t>
      </w:r>
      <w:r w:rsidR="009A59D7">
        <w:rPr>
          <w:rFonts w:ascii="Times New Roman" w:hAnsi="Times New Roman"/>
          <w:sz w:val="28"/>
          <w:szCs w:val="28"/>
        </w:rPr>
        <w:t>с</w:t>
      </w:r>
      <w:r w:rsidR="00FB07EB" w:rsidRPr="009A59D7">
        <w:rPr>
          <w:rFonts w:ascii="Times New Roman" w:hAnsi="Times New Roman" w:cs="Times New Roman"/>
          <w:sz w:val="28"/>
          <w:szCs w:val="28"/>
        </w:rPr>
        <w:t>тать</w:t>
      </w:r>
      <w:r w:rsidR="00857DC3" w:rsidRPr="009A59D7">
        <w:rPr>
          <w:rFonts w:ascii="Times New Roman" w:hAnsi="Times New Roman" w:cs="Times New Roman"/>
          <w:sz w:val="28"/>
          <w:szCs w:val="28"/>
        </w:rPr>
        <w:t>ю</w:t>
      </w:r>
      <w:r w:rsidR="00FB07EB" w:rsidRPr="009A59D7">
        <w:rPr>
          <w:rFonts w:ascii="Times New Roman" w:hAnsi="Times New Roman" w:cs="Times New Roman"/>
          <w:sz w:val="28"/>
          <w:szCs w:val="28"/>
        </w:rPr>
        <w:t xml:space="preserve"> 3 дополнить пунк</w:t>
      </w:r>
      <w:r w:rsidR="00B63DBF" w:rsidRPr="009A59D7">
        <w:rPr>
          <w:rFonts w:ascii="Times New Roman" w:hAnsi="Times New Roman" w:cs="Times New Roman"/>
          <w:sz w:val="28"/>
          <w:szCs w:val="28"/>
        </w:rPr>
        <w:t>том</w:t>
      </w:r>
      <w:r w:rsidR="00FB07EB" w:rsidRPr="009A59D7">
        <w:rPr>
          <w:rFonts w:ascii="Times New Roman" w:hAnsi="Times New Roman" w:cs="Times New Roman"/>
          <w:sz w:val="28"/>
          <w:szCs w:val="28"/>
        </w:rPr>
        <w:t xml:space="preserve"> </w:t>
      </w:r>
      <w:r w:rsidR="00112BDA" w:rsidRPr="009A59D7">
        <w:rPr>
          <w:rFonts w:ascii="Times New Roman" w:hAnsi="Times New Roman" w:cs="Times New Roman"/>
          <w:sz w:val="28"/>
          <w:szCs w:val="28"/>
        </w:rPr>
        <w:t>7</w:t>
      </w:r>
      <w:r w:rsidR="00C31A9A" w:rsidRPr="009A59D7">
        <w:rPr>
          <w:rFonts w:ascii="Times New Roman" w:hAnsi="Times New Roman" w:cs="Times New Roman"/>
          <w:sz w:val="28"/>
          <w:szCs w:val="28"/>
        </w:rPr>
        <w:t xml:space="preserve"> </w:t>
      </w:r>
      <w:r w:rsidR="00FB07EB" w:rsidRPr="009A59D7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B07EB" w:rsidRPr="00112BDA" w:rsidRDefault="00FB07EB" w:rsidP="00112BDA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63DBF">
        <w:rPr>
          <w:rFonts w:ascii="Times New Roman" w:hAnsi="Times New Roman" w:cs="Times New Roman"/>
          <w:sz w:val="28"/>
          <w:szCs w:val="28"/>
        </w:rPr>
        <w:t>«</w:t>
      </w:r>
      <w:r w:rsidR="00112BDA">
        <w:rPr>
          <w:rFonts w:ascii="Times New Roman" w:hAnsi="Times New Roman" w:cs="Times New Roman"/>
          <w:sz w:val="28"/>
          <w:szCs w:val="28"/>
        </w:rPr>
        <w:t>7.</w:t>
      </w:r>
      <w:r w:rsidRPr="00B63D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2BDA">
        <w:rPr>
          <w:rFonts w:ascii="Times New Roman" w:hAnsi="Times New Roman" w:cs="Times New Roman"/>
          <w:sz w:val="28"/>
          <w:szCs w:val="28"/>
        </w:rPr>
        <w:t>При р</w:t>
      </w:r>
      <w:r w:rsidRPr="00B63DBF">
        <w:rPr>
          <w:rFonts w:ascii="Times New Roman" w:hAnsi="Times New Roman"/>
          <w:bCs/>
          <w:sz w:val="28"/>
          <w:szCs w:val="28"/>
        </w:rPr>
        <w:t>асчет</w:t>
      </w:r>
      <w:r w:rsidR="00112BDA">
        <w:rPr>
          <w:rFonts w:ascii="Times New Roman" w:hAnsi="Times New Roman"/>
          <w:bCs/>
          <w:sz w:val="28"/>
          <w:szCs w:val="28"/>
        </w:rPr>
        <w:t>е</w:t>
      </w:r>
      <w:r w:rsidRPr="00B63DBF">
        <w:rPr>
          <w:rFonts w:ascii="Times New Roman" w:hAnsi="Times New Roman"/>
          <w:bCs/>
          <w:sz w:val="28"/>
          <w:szCs w:val="28"/>
        </w:rPr>
        <w:t xml:space="preserve"> </w:t>
      </w:r>
      <w:r w:rsidRPr="001F0AF6">
        <w:rPr>
          <w:rFonts w:ascii="Times New Roman" w:hAnsi="Times New Roman"/>
          <w:bCs/>
          <w:sz w:val="28"/>
          <w:szCs w:val="28"/>
        </w:rPr>
        <w:t>тарифов на услуги по предоставлению парковочных мест</w:t>
      </w:r>
      <w:r w:rsidR="004271DF" w:rsidRPr="001F0AF6">
        <w:rPr>
          <w:rFonts w:ascii="Times New Roman" w:hAnsi="Times New Roman"/>
          <w:bCs/>
          <w:sz w:val="28"/>
          <w:szCs w:val="28"/>
        </w:rPr>
        <w:t xml:space="preserve"> </w:t>
      </w:r>
      <w:r w:rsidR="004271DF" w:rsidRPr="001F0AF6">
        <w:rPr>
          <w:rFonts w:ascii="Times New Roman" w:hAnsi="Times New Roman" w:cs="Times New Roman"/>
          <w:sz w:val="28"/>
          <w:szCs w:val="28"/>
        </w:rPr>
        <w:t>на муниципальных парковках, расположенных на территории Влад</w:t>
      </w:r>
      <w:r w:rsidR="00F344B2">
        <w:rPr>
          <w:rFonts w:ascii="Times New Roman" w:hAnsi="Times New Roman" w:cs="Times New Roman"/>
          <w:sz w:val="28"/>
          <w:szCs w:val="28"/>
        </w:rPr>
        <w:t xml:space="preserve">ивостокского городского округа </w:t>
      </w:r>
      <w:r w:rsidR="004271DF" w:rsidRPr="001F0AF6">
        <w:rPr>
          <w:rFonts w:ascii="Times New Roman" w:hAnsi="Times New Roman" w:cs="Times New Roman"/>
          <w:sz w:val="28"/>
          <w:szCs w:val="28"/>
        </w:rPr>
        <w:t>вне автомобильных дорог общего пользования местного значения Владивостокского городского округа</w:t>
      </w:r>
      <w:r w:rsidR="00C37D66" w:rsidRPr="001F0AF6">
        <w:rPr>
          <w:rFonts w:ascii="Times New Roman" w:hAnsi="Times New Roman" w:cs="Times New Roman"/>
          <w:sz w:val="28"/>
          <w:szCs w:val="28"/>
        </w:rPr>
        <w:t xml:space="preserve"> (далее - тариф</w:t>
      </w:r>
      <w:r w:rsidR="00112BDA">
        <w:rPr>
          <w:rFonts w:ascii="Times New Roman" w:hAnsi="Times New Roman" w:cs="Times New Roman"/>
          <w:sz w:val="28"/>
          <w:szCs w:val="28"/>
        </w:rPr>
        <w:t>ы</w:t>
      </w:r>
      <w:r w:rsidR="00C37D66" w:rsidRPr="001F0AF6">
        <w:rPr>
          <w:rFonts w:ascii="Times New Roman" w:hAnsi="Times New Roman" w:cs="Times New Roman"/>
          <w:sz w:val="28"/>
          <w:szCs w:val="28"/>
        </w:rPr>
        <w:t xml:space="preserve"> на услуги по предоставлению парковочных мест)</w:t>
      </w:r>
      <w:r w:rsidR="00371BA9">
        <w:rPr>
          <w:rFonts w:ascii="Times New Roman" w:hAnsi="Times New Roman" w:cs="Times New Roman"/>
          <w:sz w:val="28"/>
          <w:szCs w:val="28"/>
        </w:rPr>
        <w:t>,</w:t>
      </w:r>
      <w:r w:rsidR="00112BDA">
        <w:rPr>
          <w:rFonts w:ascii="Times New Roman" w:hAnsi="Times New Roman"/>
          <w:bCs/>
          <w:sz w:val="28"/>
          <w:szCs w:val="28"/>
        </w:rPr>
        <w:t xml:space="preserve"> </w:t>
      </w:r>
      <w:r w:rsidRPr="00FB07EB">
        <w:rPr>
          <w:rFonts w:ascii="Times New Roman" w:hAnsi="Times New Roman" w:cs="Times New Roman"/>
          <w:sz w:val="28"/>
          <w:szCs w:val="28"/>
        </w:rPr>
        <w:t xml:space="preserve">учитывается </w:t>
      </w:r>
      <w:r w:rsidR="003F74D5">
        <w:rPr>
          <w:rFonts w:ascii="Times New Roman" w:hAnsi="Times New Roman" w:cs="Times New Roman"/>
          <w:sz w:val="28"/>
          <w:szCs w:val="28"/>
        </w:rPr>
        <w:t>величина среднедушевого дохода по Приморскому краю</w:t>
      </w:r>
      <w:r w:rsidR="00C31A9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E1DC7">
        <w:rPr>
          <w:rFonts w:ascii="Times New Roman" w:hAnsi="Times New Roman" w:cs="Times New Roman"/>
          <w:sz w:val="28"/>
          <w:szCs w:val="28"/>
        </w:rPr>
        <w:t>размер платы</w:t>
      </w:r>
      <w:r w:rsidR="00FE1DC7" w:rsidRPr="00FE1DC7">
        <w:rPr>
          <w:rFonts w:ascii="Times New Roman" w:hAnsi="Times New Roman" w:cs="Times New Roman"/>
          <w:sz w:val="28"/>
          <w:szCs w:val="28"/>
        </w:rPr>
        <w:t xml:space="preserve"> за проезд на общественном транспорте (автобусе) во Владивостокском городском округе</w:t>
      </w:r>
      <w:r w:rsidRPr="00FB07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07EB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112BDA">
        <w:rPr>
          <w:rFonts w:ascii="Times New Roman" w:hAnsi="Times New Roman" w:cs="Times New Roman"/>
          <w:sz w:val="28"/>
          <w:szCs w:val="28"/>
        </w:rPr>
        <w:t>ы</w:t>
      </w:r>
      <w:r w:rsidRPr="00FB07EB">
        <w:rPr>
          <w:rFonts w:ascii="Times New Roman" w:hAnsi="Times New Roman" w:cs="Times New Roman"/>
          <w:sz w:val="28"/>
          <w:szCs w:val="28"/>
        </w:rPr>
        <w:t xml:space="preserve"> на услуги по предоставлению парковочных мест за один час определя</w:t>
      </w:r>
      <w:r w:rsidR="003F74D5">
        <w:rPr>
          <w:rFonts w:ascii="Times New Roman" w:hAnsi="Times New Roman" w:cs="Times New Roman"/>
          <w:sz w:val="28"/>
          <w:szCs w:val="28"/>
        </w:rPr>
        <w:t>ю</w:t>
      </w:r>
      <w:r w:rsidRPr="00FB07EB">
        <w:rPr>
          <w:rFonts w:ascii="Times New Roman" w:hAnsi="Times New Roman" w:cs="Times New Roman"/>
          <w:sz w:val="28"/>
          <w:szCs w:val="28"/>
        </w:rPr>
        <w:t>тся по следующей формуле:</w:t>
      </w:r>
    </w:p>
    <w:p w:rsidR="00000907" w:rsidRDefault="00E52DD8" w:rsidP="00FB07EB">
      <w:pPr>
        <w:pStyle w:val="ConsPlusNormal"/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31A9A">
        <w:rPr>
          <w:rFonts w:ascii="Times New Roman" w:hAnsi="Times New Roman" w:cs="Times New Roman"/>
          <w:sz w:val="28"/>
          <w:szCs w:val="28"/>
        </w:rPr>
        <w:t xml:space="preserve"> =</w:t>
      </w:r>
      <w:r w:rsidR="002648BF">
        <w:rPr>
          <w:rFonts w:ascii="Times New Roman" w:hAnsi="Times New Roman" w:cs="Times New Roman"/>
          <w:sz w:val="28"/>
          <w:szCs w:val="28"/>
        </w:rPr>
        <w:t xml:space="preserve"> </w:t>
      </w:r>
      <w:r w:rsidR="00C31A9A">
        <w:rPr>
          <w:rFonts w:ascii="Times New Roman" w:hAnsi="Times New Roman" w:cs="Times New Roman"/>
          <w:sz w:val="28"/>
          <w:szCs w:val="28"/>
        </w:rPr>
        <w:t>(</w:t>
      </w:r>
      <w:r w:rsidR="00FB07EB" w:rsidRPr="00FB07EB">
        <w:rPr>
          <w:rFonts w:ascii="Times New Roman" w:hAnsi="Times New Roman" w:cs="Times New Roman"/>
          <w:sz w:val="28"/>
          <w:szCs w:val="28"/>
        </w:rPr>
        <w:t>1/2 (Сот*</w:t>
      </w:r>
      <w:r w:rsidR="00FB07EB" w:rsidRPr="00B63DBF">
        <w:rPr>
          <w:rFonts w:ascii="Times New Roman" w:hAnsi="Times New Roman" w:cs="Times New Roman"/>
          <w:sz w:val="28"/>
          <w:szCs w:val="28"/>
        </w:rPr>
        <w:t>К1+Дср*К2))</w:t>
      </w:r>
      <w:r w:rsidR="000E25CF">
        <w:rPr>
          <w:rFonts w:ascii="Times New Roman" w:hAnsi="Times New Roman" w:cs="Times New Roman"/>
          <w:sz w:val="28"/>
          <w:szCs w:val="28"/>
        </w:rPr>
        <w:t>*К3</w:t>
      </w:r>
      <w:r w:rsidR="00FB07EB" w:rsidRPr="00B63DBF">
        <w:rPr>
          <w:rFonts w:ascii="Times New Roman" w:hAnsi="Times New Roman" w:cs="Times New Roman"/>
          <w:sz w:val="28"/>
          <w:szCs w:val="28"/>
        </w:rPr>
        <w:t>,</w:t>
      </w:r>
    </w:p>
    <w:p w:rsidR="00FB07EB" w:rsidRPr="00FB07EB" w:rsidRDefault="00FB07EB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EB">
        <w:rPr>
          <w:rFonts w:ascii="Times New Roman" w:hAnsi="Times New Roman" w:cs="Times New Roman"/>
          <w:sz w:val="28"/>
          <w:szCs w:val="28"/>
        </w:rPr>
        <w:t>где</w:t>
      </w:r>
    </w:p>
    <w:p w:rsidR="00FB07EB" w:rsidRPr="00FB07EB" w:rsidRDefault="00E52DD8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- </w:t>
      </w:r>
      <w:r w:rsidRPr="00E52DD8">
        <w:rPr>
          <w:rFonts w:ascii="Times New Roman" w:hAnsi="Times New Roman" w:cs="Times New Roman"/>
          <w:sz w:val="28"/>
          <w:szCs w:val="28"/>
        </w:rPr>
        <w:t>тариф на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2DD8">
        <w:rPr>
          <w:rFonts w:ascii="Times New Roman" w:hAnsi="Times New Roman" w:cs="Times New Roman"/>
          <w:sz w:val="28"/>
          <w:szCs w:val="28"/>
        </w:rPr>
        <w:t xml:space="preserve"> по предоставлению парковочн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2DD8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за один ч</w:t>
      </w:r>
      <w:r w:rsidR="006B7EEB">
        <w:rPr>
          <w:rFonts w:ascii="Times New Roman" w:hAnsi="Times New Roman" w:cs="Times New Roman"/>
          <w:sz w:val="28"/>
          <w:szCs w:val="28"/>
        </w:rPr>
        <w:t>ас пользования парковкой, руб.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(рекомендуется округлять в большую сторону до величины, кратной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7EB" w:rsidRPr="00FB07EB">
        <w:rPr>
          <w:rFonts w:ascii="Times New Roman" w:hAnsi="Times New Roman" w:cs="Times New Roman"/>
          <w:sz w:val="28"/>
          <w:szCs w:val="28"/>
        </w:rPr>
        <w:t>5 рублям);</w:t>
      </w:r>
    </w:p>
    <w:p w:rsidR="00FB07EB" w:rsidRPr="00FB07EB" w:rsidRDefault="006B7EEB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</w:t>
      </w:r>
      <w:r w:rsidR="00372703">
        <w:rPr>
          <w:rFonts w:ascii="Times New Roman" w:hAnsi="Times New Roman" w:cs="Times New Roman"/>
          <w:sz w:val="28"/>
          <w:szCs w:val="28"/>
        </w:rPr>
        <w:t>-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</w:t>
      </w:r>
      <w:r w:rsidR="003F74D5">
        <w:rPr>
          <w:rFonts w:ascii="Times New Roman" w:hAnsi="Times New Roman" w:cs="Times New Roman"/>
          <w:sz w:val="28"/>
          <w:szCs w:val="28"/>
        </w:rPr>
        <w:t>размер платы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за проезд на общественном транспорте</w:t>
      </w:r>
      <w:r w:rsidR="00B61FA5">
        <w:rPr>
          <w:rFonts w:ascii="Times New Roman" w:hAnsi="Times New Roman" w:cs="Times New Roman"/>
          <w:sz w:val="28"/>
          <w:szCs w:val="28"/>
        </w:rPr>
        <w:t xml:space="preserve"> (автобусе)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во Владивост</w:t>
      </w:r>
      <w:r>
        <w:rPr>
          <w:rFonts w:ascii="Times New Roman" w:hAnsi="Times New Roman" w:cs="Times New Roman"/>
          <w:sz w:val="28"/>
          <w:szCs w:val="28"/>
        </w:rPr>
        <w:t>окском городском округе, руб</w:t>
      </w:r>
      <w:r w:rsidR="00B61FA5">
        <w:rPr>
          <w:rFonts w:ascii="Times New Roman" w:hAnsi="Times New Roman" w:cs="Times New Roman"/>
          <w:sz w:val="28"/>
          <w:szCs w:val="28"/>
        </w:rPr>
        <w:t xml:space="preserve">. </w:t>
      </w:r>
      <w:r w:rsidR="00857DC3" w:rsidRPr="00857DC3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F74D5">
        <w:rPr>
          <w:rFonts w:ascii="Times New Roman" w:hAnsi="Times New Roman" w:cs="Times New Roman"/>
          <w:sz w:val="28"/>
          <w:szCs w:val="28"/>
        </w:rPr>
        <w:t>размер платы</w:t>
      </w:r>
      <w:r w:rsidR="00857DC3" w:rsidRPr="00857DC3">
        <w:rPr>
          <w:rFonts w:ascii="Times New Roman" w:hAnsi="Times New Roman" w:cs="Times New Roman"/>
          <w:sz w:val="28"/>
          <w:szCs w:val="28"/>
        </w:rPr>
        <w:t xml:space="preserve"> является дифференцированным, то для расчета берется среднее значение;</w:t>
      </w:r>
    </w:p>
    <w:p w:rsidR="00FB07EB" w:rsidRPr="00FB07EB" w:rsidRDefault="006B7EEB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proofErr w:type="gramStart"/>
      <w:r w:rsidR="00914E4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14E45">
        <w:rPr>
          <w:rFonts w:ascii="Times New Roman" w:hAnsi="Times New Roman" w:cs="Times New Roman"/>
          <w:sz w:val="28"/>
          <w:szCs w:val="28"/>
        </w:rPr>
        <w:t xml:space="preserve"> - эмпирический коэффициент</w:t>
      </w:r>
      <w:r w:rsidR="00E131E6">
        <w:rPr>
          <w:rFonts w:ascii="Times New Roman" w:hAnsi="Times New Roman" w:cs="Times New Roman"/>
          <w:sz w:val="28"/>
          <w:szCs w:val="28"/>
        </w:rPr>
        <w:t>, равный</w:t>
      </w:r>
      <w:r w:rsidR="00914E45">
        <w:rPr>
          <w:rFonts w:ascii="Times New Roman" w:hAnsi="Times New Roman" w:cs="Times New Roman"/>
          <w:sz w:val="28"/>
          <w:szCs w:val="28"/>
        </w:rPr>
        <w:t xml:space="preserve"> </w:t>
      </w:r>
      <w:r w:rsidR="00FB07EB" w:rsidRPr="00FB07EB">
        <w:rPr>
          <w:rFonts w:ascii="Times New Roman" w:hAnsi="Times New Roman" w:cs="Times New Roman"/>
          <w:sz w:val="28"/>
          <w:szCs w:val="28"/>
        </w:rPr>
        <w:t>0,5;</w:t>
      </w:r>
    </w:p>
    <w:p w:rsidR="00FB07EB" w:rsidRPr="00FB07EB" w:rsidRDefault="006B7EEB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Дср</w:t>
      </w:r>
      <w:proofErr w:type="spellEnd"/>
      <w:r w:rsidR="00FB07EB" w:rsidRPr="00FB07EB">
        <w:rPr>
          <w:rFonts w:ascii="Times New Roman" w:hAnsi="Times New Roman" w:cs="Times New Roman"/>
          <w:sz w:val="28"/>
          <w:szCs w:val="28"/>
        </w:rPr>
        <w:t xml:space="preserve"> - величина среднедушевого денежного дохода населения </w:t>
      </w:r>
      <w:r w:rsidR="00914E45">
        <w:rPr>
          <w:rFonts w:ascii="Times New Roman" w:hAnsi="Times New Roman" w:cs="Times New Roman"/>
          <w:sz w:val="28"/>
          <w:szCs w:val="28"/>
        </w:rPr>
        <w:t>в Приморском крае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7EB" w:rsidRPr="00FB07EB">
        <w:rPr>
          <w:rFonts w:ascii="Times New Roman" w:hAnsi="Times New Roman" w:cs="Times New Roman"/>
          <w:sz w:val="28"/>
          <w:szCs w:val="28"/>
        </w:rPr>
        <w:t>в месяц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FB07EB">
        <w:rPr>
          <w:rFonts w:ascii="Times New Roman" w:hAnsi="Times New Roman" w:cs="Times New Roman"/>
          <w:sz w:val="28"/>
          <w:szCs w:val="28"/>
        </w:rPr>
        <w:t xml:space="preserve"> </w:t>
      </w:r>
      <w:r w:rsidR="00FB07EB" w:rsidRPr="00FB07EB">
        <w:rPr>
          <w:rFonts w:ascii="Times New Roman" w:hAnsi="Times New Roman" w:cs="Times New Roman"/>
          <w:sz w:val="28"/>
          <w:szCs w:val="28"/>
        </w:rPr>
        <w:t xml:space="preserve">(по </w:t>
      </w:r>
      <w:r w:rsidR="00857DC3" w:rsidRPr="00857DC3">
        <w:rPr>
          <w:rFonts w:ascii="Times New Roman" w:hAnsi="Times New Roman" w:cs="Times New Roman"/>
          <w:sz w:val="28"/>
          <w:szCs w:val="28"/>
        </w:rPr>
        <w:t>данным Федеральной службы государственной статистики</w:t>
      </w:r>
      <w:r w:rsidR="00FB07EB" w:rsidRPr="00FB07EB">
        <w:rPr>
          <w:rFonts w:ascii="Times New Roman" w:hAnsi="Times New Roman" w:cs="Times New Roman"/>
          <w:sz w:val="28"/>
          <w:szCs w:val="28"/>
        </w:rPr>
        <w:t>);</w:t>
      </w:r>
    </w:p>
    <w:p w:rsidR="00C578F1" w:rsidRDefault="006B7EEB" w:rsidP="00FB07EB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B07EB" w:rsidRPr="00FB07EB">
        <w:rPr>
          <w:rFonts w:ascii="Times New Roman" w:hAnsi="Times New Roman" w:cs="Times New Roman"/>
          <w:sz w:val="28"/>
          <w:szCs w:val="28"/>
        </w:rPr>
        <w:t>2 - эмпирический коэффициент</w:t>
      </w:r>
      <w:r w:rsidR="00E131E6">
        <w:rPr>
          <w:rFonts w:ascii="Times New Roman" w:hAnsi="Times New Roman" w:cs="Times New Roman"/>
          <w:sz w:val="28"/>
          <w:szCs w:val="28"/>
        </w:rPr>
        <w:t>, равный</w:t>
      </w:r>
      <w:bookmarkStart w:id="0" w:name="_GoBack"/>
      <w:bookmarkEnd w:id="0"/>
      <w:r w:rsidR="00FB07EB" w:rsidRPr="00FB07EB">
        <w:rPr>
          <w:rFonts w:ascii="Times New Roman" w:hAnsi="Times New Roman" w:cs="Times New Roman"/>
          <w:sz w:val="28"/>
          <w:szCs w:val="28"/>
        </w:rPr>
        <w:t xml:space="preserve"> 0,0015</w:t>
      </w:r>
      <w:r w:rsidR="00C578F1">
        <w:rPr>
          <w:rFonts w:ascii="Times New Roman" w:hAnsi="Times New Roman" w:cs="Times New Roman"/>
          <w:sz w:val="28"/>
          <w:szCs w:val="28"/>
        </w:rPr>
        <w:t>;</w:t>
      </w:r>
    </w:p>
    <w:p w:rsidR="000E25CF" w:rsidRDefault="002648BF" w:rsidP="009A59D7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К3 -</w:t>
      </w:r>
      <w:r w:rsidR="000E25CF">
        <w:rPr>
          <w:rFonts w:ascii="Times New Roman" w:hAnsi="Times New Roman" w:cs="Times New Roman"/>
          <w:sz w:val="28"/>
          <w:szCs w:val="28"/>
        </w:rPr>
        <w:t xml:space="preserve"> дифференцир</w:t>
      </w:r>
      <w:r w:rsidR="00F57344">
        <w:rPr>
          <w:rFonts w:ascii="Times New Roman" w:hAnsi="Times New Roman" w:cs="Times New Roman"/>
          <w:sz w:val="28"/>
          <w:szCs w:val="28"/>
        </w:rPr>
        <w:t>ованный</w:t>
      </w:r>
      <w:r w:rsidR="000E25CF">
        <w:rPr>
          <w:rFonts w:ascii="Times New Roman" w:hAnsi="Times New Roman" w:cs="Times New Roman"/>
          <w:sz w:val="28"/>
          <w:szCs w:val="28"/>
        </w:rPr>
        <w:t xml:space="preserve"> коэффициент, </w:t>
      </w:r>
      <w:r w:rsidR="000E25CF" w:rsidRPr="000E25CF">
        <w:rPr>
          <w:rFonts w:ascii="Times New Roman" w:hAnsi="Times New Roman" w:cs="Times New Roman"/>
          <w:sz w:val="28"/>
          <w:szCs w:val="28"/>
        </w:rPr>
        <w:t>учитывающий габаритные характеристики</w:t>
      </w:r>
      <w:r w:rsidR="00F57344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r w:rsidR="000E25CF" w:rsidRPr="000E25CF">
        <w:rPr>
          <w:rFonts w:ascii="Times New Roman" w:hAnsi="Times New Roman" w:cs="Times New Roman"/>
          <w:sz w:val="28"/>
          <w:szCs w:val="28"/>
        </w:rPr>
        <w:t>, установленные в соответствии со статьей 25 Фе</w:t>
      </w:r>
      <w:r w:rsidR="009A59D7">
        <w:rPr>
          <w:rFonts w:ascii="Times New Roman" w:hAnsi="Times New Roman" w:cs="Times New Roman"/>
          <w:sz w:val="28"/>
          <w:szCs w:val="28"/>
        </w:rPr>
        <w:t>дерального закона от 10.12.</w:t>
      </w:r>
      <w:r w:rsidR="000E25CF" w:rsidRPr="000E25CF">
        <w:rPr>
          <w:rFonts w:ascii="Times New Roman" w:hAnsi="Times New Roman" w:cs="Times New Roman"/>
          <w:sz w:val="28"/>
          <w:szCs w:val="28"/>
        </w:rPr>
        <w:t>1995</w:t>
      </w:r>
      <w:r w:rsidR="009A59D7">
        <w:rPr>
          <w:rFonts w:ascii="Times New Roman" w:hAnsi="Times New Roman" w:cs="Times New Roman"/>
          <w:sz w:val="28"/>
          <w:szCs w:val="28"/>
        </w:rPr>
        <w:t xml:space="preserve"> </w:t>
      </w:r>
      <w:r w:rsidR="000E25CF">
        <w:rPr>
          <w:rFonts w:ascii="Times New Roman" w:hAnsi="Times New Roman" w:cs="Times New Roman"/>
          <w:sz w:val="28"/>
          <w:szCs w:val="28"/>
        </w:rPr>
        <w:t>№</w:t>
      </w:r>
      <w:r w:rsidR="000E25CF" w:rsidRPr="000E25CF">
        <w:rPr>
          <w:rFonts w:ascii="Times New Roman" w:hAnsi="Times New Roman" w:cs="Times New Roman"/>
          <w:sz w:val="28"/>
          <w:szCs w:val="28"/>
        </w:rPr>
        <w:t xml:space="preserve"> 196-ФЗ </w:t>
      </w:r>
      <w:r w:rsidR="000E25CF">
        <w:rPr>
          <w:rFonts w:ascii="Times New Roman" w:hAnsi="Times New Roman" w:cs="Times New Roman"/>
          <w:sz w:val="28"/>
          <w:szCs w:val="28"/>
        </w:rPr>
        <w:t>«</w:t>
      </w:r>
      <w:r w:rsidR="000E25CF" w:rsidRPr="000E25CF">
        <w:rPr>
          <w:rFonts w:ascii="Times New Roman" w:hAnsi="Times New Roman" w:cs="Times New Roman"/>
          <w:sz w:val="28"/>
          <w:szCs w:val="28"/>
        </w:rPr>
        <w:t>О безопасности дорожного движения</w:t>
      </w:r>
      <w:r w:rsidR="000E25CF">
        <w:rPr>
          <w:rFonts w:ascii="Times New Roman" w:hAnsi="Times New Roman" w:cs="Times New Roman"/>
          <w:sz w:val="28"/>
          <w:szCs w:val="28"/>
        </w:rPr>
        <w:t>»</w:t>
      </w:r>
      <w:r w:rsidR="000E25CF" w:rsidRPr="000E25CF">
        <w:rPr>
          <w:rFonts w:ascii="Times New Roman" w:hAnsi="Times New Roman" w:cs="Times New Roman"/>
          <w:sz w:val="28"/>
          <w:szCs w:val="28"/>
        </w:rPr>
        <w:t>, принимается равным:</w:t>
      </w:r>
    </w:p>
    <w:p w:rsidR="000E25CF" w:rsidRPr="000E25CF" w:rsidRDefault="000E25CF" w:rsidP="009A59D7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«</w:t>
      </w:r>
      <w:r w:rsidRPr="000E25CF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25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«M»</w:t>
      </w:r>
      <w:r w:rsidRPr="000E25CF">
        <w:rPr>
          <w:rFonts w:ascii="Times New Roman" w:hAnsi="Times New Roman" w:cs="Times New Roman"/>
          <w:sz w:val="28"/>
          <w:szCs w:val="28"/>
        </w:rPr>
        <w:t xml:space="preserve"> - 0,5;</w:t>
      </w:r>
    </w:p>
    <w:p w:rsidR="000E25CF" w:rsidRPr="000E25CF" w:rsidRDefault="000E25CF" w:rsidP="009A59D7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5CF">
        <w:rPr>
          <w:rFonts w:ascii="Times New Roman" w:hAnsi="Times New Roman" w:cs="Times New Roman"/>
          <w:sz w:val="28"/>
          <w:szCs w:val="28"/>
        </w:rPr>
        <w:t xml:space="preserve">категория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25CF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25CF">
        <w:rPr>
          <w:rFonts w:ascii="Times New Roman" w:hAnsi="Times New Roman" w:cs="Times New Roman"/>
          <w:sz w:val="28"/>
          <w:szCs w:val="28"/>
        </w:rPr>
        <w:t xml:space="preserve"> - 1;</w:t>
      </w:r>
    </w:p>
    <w:p w:rsidR="000E25CF" w:rsidRDefault="000E25CF" w:rsidP="009A59D7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5CF">
        <w:rPr>
          <w:rFonts w:ascii="Times New Roman" w:hAnsi="Times New Roman" w:cs="Times New Roman"/>
          <w:sz w:val="28"/>
          <w:szCs w:val="28"/>
        </w:rPr>
        <w:t xml:space="preserve">категория </w:t>
      </w:r>
      <w:r>
        <w:rPr>
          <w:rFonts w:ascii="Times New Roman" w:hAnsi="Times New Roman" w:cs="Times New Roman"/>
          <w:sz w:val="28"/>
          <w:szCs w:val="28"/>
        </w:rPr>
        <w:t>«C»</w:t>
      </w:r>
      <w:r w:rsidRPr="000E25C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1,5</w:t>
      </w:r>
      <w:r w:rsidR="00F57344">
        <w:rPr>
          <w:rFonts w:ascii="Times New Roman" w:hAnsi="Times New Roman" w:cs="Times New Roman"/>
          <w:sz w:val="28"/>
          <w:szCs w:val="28"/>
        </w:rPr>
        <w:t>;</w:t>
      </w:r>
    </w:p>
    <w:p w:rsidR="00F57344" w:rsidRPr="00372703" w:rsidRDefault="00F57344" w:rsidP="009A59D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7EEB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>категории</w:t>
      </w:r>
      <w:r w:rsidRPr="00372703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F57344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372703">
        <w:rPr>
          <w:rFonts w:ascii="Times New Roman" w:hAnsi="Times New Roman"/>
          <w:sz w:val="28"/>
          <w:szCs w:val="28"/>
          <w:lang w:eastAsia="ru-RU"/>
        </w:rPr>
        <w:t>», «</w:t>
      </w:r>
      <w:r w:rsidRPr="00F57344">
        <w:rPr>
          <w:rFonts w:ascii="Times New Roman" w:hAnsi="Times New Roman"/>
          <w:sz w:val="28"/>
          <w:szCs w:val="28"/>
          <w:lang w:val="en-US" w:eastAsia="ru-RU"/>
        </w:rPr>
        <w:t>BE</w:t>
      </w:r>
      <w:r w:rsidRPr="00372703">
        <w:rPr>
          <w:rFonts w:ascii="Times New Roman" w:hAnsi="Times New Roman"/>
          <w:sz w:val="28"/>
          <w:szCs w:val="28"/>
          <w:lang w:eastAsia="ru-RU"/>
        </w:rPr>
        <w:t>», «</w:t>
      </w:r>
      <w:r w:rsidRPr="00F57344">
        <w:rPr>
          <w:rFonts w:ascii="Times New Roman" w:hAnsi="Times New Roman"/>
          <w:sz w:val="28"/>
          <w:szCs w:val="28"/>
          <w:lang w:val="en-US" w:eastAsia="ru-RU"/>
        </w:rPr>
        <w:t>CE</w:t>
      </w:r>
      <w:r w:rsidRPr="00372703">
        <w:rPr>
          <w:rFonts w:ascii="Times New Roman" w:hAnsi="Times New Roman"/>
          <w:sz w:val="28"/>
          <w:szCs w:val="28"/>
          <w:lang w:eastAsia="ru-RU"/>
        </w:rPr>
        <w:t>», «</w:t>
      </w:r>
      <w:r w:rsidRPr="00F57344">
        <w:rPr>
          <w:rFonts w:ascii="Times New Roman" w:hAnsi="Times New Roman"/>
          <w:sz w:val="28"/>
          <w:szCs w:val="28"/>
          <w:lang w:val="en-US" w:eastAsia="ru-RU"/>
        </w:rPr>
        <w:t>DE</w:t>
      </w:r>
      <w:r w:rsidRPr="00372703">
        <w:rPr>
          <w:rFonts w:ascii="Times New Roman" w:hAnsi="Times New Roman"/>
          <w:sz w:val="28"/>
          <w:szCs w:val="28"/>
          <w:lang w:eastAsia="ru-RU"/>
        </w:rPr>
        <w:t>» - 3».</w:t>
      </w:r>
      <w:r w:rsidR="009A59D7" w:rsidRPr="00372703">
        <w:rPr>
          <w:rFonts w:ascii="Times New Roman" w:hAnsi="Times New Roman"/>
          <w:sz w:val="28"/>
          <w:szCs w:val="28"/>
          <w:lang w:eastAsia="ru-RU"/>
        </w:rPr>
        <w:t>».</w:t>
      </w:r>
    </w:p>
    <w:p w:rsidR="00671FD3" w:rsidRPr="00BA42A4" w:rsidRDefault="00671FD3" w:rsidP="009A59D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26"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 w:rsidRPr="00620126">
        <w:rPr>
          <w:rFonts w:ascii="Times New Roman" w:hAnsi="Times New Roman"/>
          <w:sz w:val="28"/>
          <w:szCs w:val="28"/>
        </w:rPr>
        <w:t>кт вст</w:t>
      </w:r>
      <w:proofErr w:type="gramEnd"/>
      <w:r w:rsidRPr="00620126">
        <w:rPr>
          <w:rFonts w:ascii="Times New Roman" w:hAnsi="Times New Roman"/>
          <w:sz w:val="28"/>
          <w:szCs w:val="28"/>
        </w:rPr>
        <w:t>упает в силу со дня</w:t>
      </w:r>
      <w:r w:rsidRPr="00BA42A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671FD3" w:rsidRPr="00BA42A4" w:rsidRDefault="00671FD3" w:rsidP="00671FD3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671FD3" w:rsidRDefault="00671FD3" w:rsidP="009A59D7">
      <w:pPr>
        <w:pStyle w:val="ConsPlusNormal"/>
        <w:spacing w:before="240"/>
        <w:ind w:firstLine="0"/>
        <w:rPr>
          <w:rFonts w:ascii="Times New Roman" w:hAnsi="Times New Roman"/>
          <w:sz w:val="28"/>
          <w:szCs w:val="28"/>
        </w:rPr>
      </w:pPr>
      <w:r w:rsidRPr="00130B18">
        <w:rPr>
          <w:rFonts w:ascii="Times New Roman" w:hAnsi="Times New Roman"/>
          <w:sz w:val="28"/>
          <w:szCs w:val="28"/>
        </w:rPr>
        <w:t xml:space="preserve">Глава города                                                                              </w:t>
      </w:r>
      <w:r w:rsidR="00E30C2A">
        <w:rPr>
          <w:rFonts w:ascii="Times New Roman" w:hAnsi="Times New Roman"/>
          <w:sz w:val="28"/>
          <w:szCs w:val="28"/>
        </w:rPr>
        <w:t xml:space="preserve">           </w:t>
      </w:r>
      <w:r w:rsidRPr="00130B18">
        <w:rPr>
          <w:rFonts w:ascii="Times New Roman" w:hAnsi="Times New Roman"/>
          <w:sz w:val="28"/>
          <w:szCs w:val="28"/>
        </w:rPr>
        <w:t xml:space="preserve"> </w:t>
      </w:r>
      <w:r w:rsidR="00C34CCE" w:rsidRPr="00130B18">
        <w:rPr>
          <w:rFonts w:ascii="Times New Roman" w:hAnsi="Times New Roman"/>
          <w:sz w:val="28"/>
          <w:szCs w:val="28"/>
        </w:rPr>
        <w:t>К.В. Шестаков</w:t>
      </w:r>
    </w:p>
    <w:p w:rsidR="00AB373A" w:rsidRPr="00AB373A" w:rsidRDefault="00AB373A" w:rsidP="00671FD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AB373A" w:rsidRPr="00AB373A" w:rsidRDefault="00AB373A" w:rsidP="00671FD3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D05A67" w:rsidRPr="00AB373A" w:rsidRDefault="00D05A67" w:rsidP="00AB373A">
      <w:pPr>
        <w:pStyle w:val="ConsPlusNormal"/>
        <w:rPr>
          <w:rFonts w:ascii="Times New Roman" w:hAnsi="Times New Roman"/>
          <w:sz w:val="24"/>
          <w:szCs w:val="24"/>
        </w:rPr>
      </w:pPr>
    </w:p>
    <w:p w:rsidR="00D05A67" w:rsidRPr="00D05A67" w:rsidRDefault="00D05A67" w:rsidP="00D05A6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D05A67">
        <w:rPr>
          <w:rFonts w:ascii="Times New Roman" w:hAnsi="Times New Roman"/>
          <w:sz w:val="28"/>
          <w:szCs w:val="28"/>
        </w:rPr>
        <w:t>г. Владивосток</w:t>
      </w:r>
    </w:p>
    <w:p w:rsidR="00D05A67" w:rsidRPr="00D05A67" w:rsidRDefault="00D05A67" w:rsidP="00D05A6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D05A67">
        <w:rPr>
          <w:rFonts w:ascii="Times New Roman" w:hAnsi="Times New Roman"/>
          <w:sz w:val="28"/>
          <w:szCs w:val="28"/>
        </w:rPr>
        <w:t>___________20</w:t>
      </w:r>
      <w:r>
        <w:rPr>
          <w:rFonts w:ascii="Times New Roman" w:hAnsi="Times New Roman"/>
          <w:sz w:val="28"/>
          <w:szCs w:val="28"/>
        </w:rPr>
        <w:t>2</w:t>
      </w:r>
      <w:r w:rsidR="00E55715">
        <w:rPr>
          <w:rFonts w:ascii="Times New Roman" w:hAnsi="Times New Roman"/>
          <w:sz w:val="28"/>
          <w:szCs w:val="28"/>
        </w:rPr>
        <w:t>5</w:t>
      </w:r>
      <w:r w:rsidRPr="00D05A67">
        <w:rPr>
          <w:rFonts w:ascii="Times New Roman" w:hAnsi="Times New Roman"/>
          <w:sz w:val="28"/>
          <w:szCs w:val="28"/>
        </w:rPr>
        <w:t xml:space="preserve"> года</w:t>
      </w:r>
    </w:p>
    <w:p w:rsidR="00897156" w:rsidRPr="00130B18" w:rsidRDefault="00D05A67" w:rsidP="002B377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D05A67">
        <w:rPr>
          <w:rFonts w:ascii="Times New Roman" w:hAnsi="Times New Roman"/>
          <w:sz w:val="28"/>
          <w:szCs w:val="28"/>
        </w:rPr>
        <w:t>№_________</w:t>
      </w:r>
    </w:p>
    <w:sectPr w:rsidR="00897156" w:rsidRPr="00130B18" w:rsidSect="00B15AAE">
      <w:headerReference w:type="default" do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5E3" w:rsidRDefault="009F65E3">
      <w:pPr>
        <w:spacing w:after="0" w:line="240" w:lineRule="auto"/>
      </w:pPr>
      <w:r>
        <w:separator/>
      </w:r>
    </w:p>
  </w:endnote>
  <w:endnote w:type="continuationSeparator" w:id="0">
    <w:p w:rsidR="009F65E3" w:rsidRDefault="009F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5E3" w:rsidRDefault="009F65E3">
      <w:pPr>
        <w:spacing w:after="0" w:line="240" w:lineRule="auto"/>
      </w:pPr>
      <w:r>
        <w:separator/>
      </w:r>
    </w:p>
  </w:footnote>
  <w:footnote w:type="continuationSeparator" w:id="0">
    <w:p w:rsidR="009F65E3" w:rsidRDefault="009F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44" w:rsidRDefault="00F5734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131E6">
      <w:rPr>
        <w:noProof/>
      </w:rPr>
      <w:t>6</w:t>
    </w:r>
    <w:r>
      <w:fldChar w:fldCharType="end"/>
    </w:r>
  </w:p>
  <w:p w:rsidR="00F57344" w:rsidRDefault="00F573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5A9B"/>
    <w:multiLevelType w:val="multilevel"/>
    <w:tmpl w:val="593CA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">
    <w:nsid w:val="57E069E4"/>
    <w:multiLevelType w:val="hybridMultilevel"/>
    <w:tmpl w:val="09288BD4"/>
    <w:lvl w:ilvl="0" w:tplc="DC82F3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E608DD"/>
    <w:multiLevelType w:val="hybridMultilevel"/>
    <w:tmpl w:val="B338133E"/>
    <w:lvl w:ilvl="0" w:tplc="56CAD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117F98"/>
    <w:multiLevelType w:val="multilevel"/>
    <w:tmpl w:val="4296DB26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4">
    <w:nsid w:val="75922523"/>
    <w:multiLevelType w:val="hybridMultilevel"/>
    <w:tmpl w:val="D7EC05E0"/>
    <w:lvl w:ilvl="0" w:tplc="8BF0F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D4"/>
    <w:rsid w:val="00000907"/>
    <w:rsid w:val="000017E9"/>
    <w:rsid w:val="000025E2"/>
    <w:rsid w:val="00005EC1"/>
    <w:rsid w:val="00007CB2"/>
    <w:rsid w:val="00020B17"/>
    <w:rsid w:val="000225ED"/>
    <w:rsid w:val="000273C6"/>
    <w:rsid w:val="00035D30"/>
    <w:rsid w:val="00036CC2"/>
    <w:rsid w:val="00040CCD"/>
    <w:rsid w:val="00040EE2"/>
    <w:rsid w:val="00042838"/>
    <w:rsid w:val="00044DCD"/>
    <w:rsid w:val="00045219"/>
    <w:rsid w:val="00046016"/>
    <w:rsid w:val="000502D0"/>
    <w:rsid w:val="000564C0"/>
    <w:rsid w:val="00062A77"/>
    <w:rsid w:val="0007129B"/>
    <w:rsid w:val="000837A3"/>
    <w:rsid w:val="00085001"/>
    <w:rsid w:val="00087FC1"/>
    <w:rsid w:val="000919A5"/>
    <w:rsid w:val="00091BEC"/>
    <w:rsid w:val="00091C57"/>
    <w:rsid w:val="00092112"/>
    <w:rsid w:val="000A1956"/>
    <w:rsid w:val="000A34E9"/>
    <w:rsid w:val="000A3A1C"/>
    <w:rsid w:val="000A3AAD"/>
    <w:rsid w:val="000A49EF"/>
    <w:rsid w:val="000A4F4F"/>
    <w:rsid w:val="000A538F"/>
    <w:rsid w:val="000A6853"/>
    <w:rsid w:val="000A6E78"/>
    <w:rsid w:val="000B7B98"/>
    <w:rsid w:val="000C0714"/>
    <w:rsid w:val="000C0F65"/>
    <w:rsid w:val="000C1BC4"/>
    <w:rsid w:val="000C1E07"/>
    <w:rsid w:val="000C464B"/>
    <w:rsid w:val="000C6642"/>
    <w:rsid w:val="000D06CA"/>
    <w:rsid w:val="000D0BC3"/>
    <w:rsid w:val="000D52C8"/>
    <w:rsid w:val="000D604D"/>
    <w:rsid w:val="000E25CF"/>
    <w:rsid w:val="000E471D"/>
    <w:rsid w:val="000E74C3"/>
    <w:rsid w:val="000F3C3B"/>
    <w:rsid w:val="00101353"/>
    <w:rsid w:val="001118FB"/>
    <w:rsid w:val="00112BDA"/>
    <w:rsid w:val="00115BAB"/>
    <w:rsid w:val="00123779"/>
    <w:rsid w:val="00125C81"/>
    <w:rsid w:val="00130B18"/>
    <w:rsid w:val="00154D8D"/>
    <w:rsid w:val="00166874"/>
    <w:rsid w:val="001671AB"/>
    <w:rsid w:val="00174579"/>
    <w:rsid w:val="001860E5"/>
    <w:rsid w:val="00194BE2"/>
    <w:rsid w:val="00195BF6"/>
    <w:rsid w:val="00196ADB"/>
    <w:rsid w:val="001A0DE4"/>
    <w:rsid w:val="001B07F2"/>
    <w:rsid w:val="001C1070"/>
    <w:rsid w:val="001D79FD"/>
    <w:rsid w:val="001E532A"/>
    <w:rsid w:val="001E5AE1"/>
    <w:rsid w:val="001E5E03"/>
    <w:rsid w:val="001E7493"/>
    <w:rsid w:val="001F0AF6"/>
    <w:rsid w:val="001F2866"/>
    <w:rsid w:val="001F2E9D"/>
    <w:rsid w:val="002006F7"/>
    <w:rsid w:val="002014FD"/>
    <w:rsid w:val="0020406D"/>
    <w:rsid w:val="00204B2B"/>
    <w:rsid w:val="00211207"/>
    <w:rsid w:val="0021333B"/>
    <w:rsid w:val="002157D1"/>
    <w:rsid w:val="00215C76"/>
    <w:rsid w:val="00222373"/>
    <w:rsid w:val="00223DEC"/>
    <w:rsid w:val="002242F6"/>
    <w:rsid w:val="00226A5B"/>
    <w:rsid w:val="0023151C"/>
    <w:rsid w:val="002362C6"/>
    <w:rsid w:val="002474F9"/>
    <w:rsid w:val="0025357C"/>
    <w:rsid w:val="00254664"/>
    <w:rsid w:val="002577EC"/>
    <w:rsid w:val="00261D20"/>
    <w:rsid w:val="002628D1"/>
    <w:rsid w:val="0026390F"/>
    <w:rsid w:val="002648BF"/>
    <w:rsid w:val="002657E6"/>
    <w:rsid w:val="00266028"/>
    <w:rsid w:val="0027407B"/>
    <w:rsid w:val="0027491A"/>
    <w:rsid w:val="0028040B"/>
    <w:rsid w:val="002808DA"/>
    <w:rsid w:val="00293A55"/>
    <w:rsid w:val="002A220B"/>
    <w:rsid w:val="002B3777"/>
    <w:rsid w:val="002C4C23"/>
    <w:rsid w:val="002D29BF"/>
    <w:rsid w:val="002D2CD1"/>
    <w:rsid w:val="002D4A0E"/>
    <w:rsid w:val="002E39E9"/>
    <w:rsid w:val="002E3EDA"/>
    <w:rsid w:val="002E4C3A"/>
    <w:rsid w:val="002E6C5E"/>
    <w:rsid w:val="002F166E"/>
    <w:rsid w:val="002F2CD2"/>
    <w:rsid w:val="002F31A9"/>
    <w:rsid w:val="0031008D"/>
    <w:rsid w:val="00313280"/>
    <w:rsid w:val="00314DDA"/>
    <w:rsid w:val="00315117"/>
    <w:rsid w:val="003201B9"/>
    <w:rsid w:val="00322066"/>
    <w:rsid w:val="0032475D"/>
    <w:rsid w:val="00324CB9"/>
    <w:rsid w:val="003331B6"/>
    <w:rsid w:val="003332E1"/>
    <w:rsid w:val="003378B0"/>
    <w:rsid w:val="00337A76"/>
    <w:rsid w:val="00341D4C"/>
    <w:rsid w:val="00343B41"/>
    <w:rsid w:val="00344319"/>
    <w:rsid w:val="003450C3"/>
    <w:rsid w:val="00351F6B"/>
    <w:rsid w:val="00355452"/>
    <w:rsid w:val="0036179E"/>
    <w:rsid w:val="00366FE2"/>
    <w:rsid w:val="00371BA9"/>
    <w:rsid w:val="00372703"/>
    <w:rsid w:val="00390B2F"/>
    <w:rsid w:val="00390F25"/>
    <w:rsid w:val="003927BF"/>
    <w:rsid w:val="003B0415"/>
    <w:rsid w:val="003B0A94"/>
    <w:rsid w:val="003B40EC"/>
    <w:rsid w:val="003B4E3A"/>
    <w:rsid w:val="003B680C"/>
    <w:rsid w:val="003C16E7"/>
    <w:rsid w:val="003C7918"/>
    <w:rsid w:val="003D3A17"/>
    <w:rsid w:val="003E3C9C"/>
    <w:rsid w:val="003E5EA5"/>
    <w:rsid w:val="003F4513"/>
    <w:rsid w:val="003F6349"/>
    <w:rsid w:val="003F74D5"/>
    <w:rsid w:val="0040347B"/>
    <w:rsid w:val="004041E4"/>
    <w:rsid w:val="00404ECB"/>
    <w:rsid w:val="00405464"/>
    <w:rsid w:val="0040581E"/>
    <w:rsid w:val="00411811"/>
    <w:rsid w:val="00411CE2"/>
    <w:rsid w:val="004137B0"/>
    <w:rsid w:val="004146FB"/>
    <w:rsid w:val="00416EB4"/>
    <w:rsid w:val="00417250"/>
    <w:rsid w:val="004216F2"/>
    <w:rsid w:val="004271DF"/>
    <w:rsid w:val="00430281"/>
    <w:rsid w:val="00437C9A"/>
    <w:rsid w:val="004409F5"/>
    <w:rsid w:val="00440FD0"/>
    <w:rsid w:val="00442156"/>
    <w:rsid w:val="004467AF"/>
    <w:rsid w:val="00447124"/>
    <w:rsid w:val="0044715A"/>
    <w:rsid w:val="00450506"/>
    <w:rsid w:val="00450FF9"/>
    <w:rsid w:val="00454856"/>
    <w:rsid w:val="00457C17"/>
    <w:rsid w:val="00457C64"/>
    <w:rsid w:val="00462FF2"/>
    <w:rsid w:val="00464529"/>
    <w:rsid w:val="0046589A"/>
    <w:rsid w:val="00466583"/>
    <w:rsid w:val="00467A28"/>
    <w:rsid w:val="00471023"/>
    <w:rsid w:val="00472390"/>
    <w:rsid w:val="004734CB"/>
    <w:rsid w:val="00474DBC"/>
    <w:rsid w:val="0047791E"/>
    <w:rsid w:val="004838C3"/>
    <w:rsid w:val="004940FC"/>
    <w:rsid w:val="00496E28"/>
    <w:rsid w:val="004A144D"/>
    <w:rsid w:val="004A392E"/>
    <w:rsid w:val="004B18A6"/>
    <w:rsid w:val="004B2E89"/>
    <w:rsid w:val="004B3B29"/>
    <w:rsid w:val="004B6598"/>
    <w:rsid w:val="004C7151"/>
    <w:rsid w:val="004C7491"/>
    <w:rsid w:val="004D1563"/>
    <w:rsid w:val="004D44A2"/>
    <w:rsid w:val="004D7009"/>
    <w:rsid w:val="004E3A99"/>
    <w:rsid w:val="004E418B"/>
    <w:rsid w:val="004E4499"/>
    <w:rsid w:val="004F1DC8"/>
    <w:rsid w:val="004F1EE1"/>
    <w:rsid w:val="004F3A08"/>
    <w:rsid w:val="004F6911"/>
    <w:rsid w:val="004F6D56"/>
    <w:rsid w:val="005021F8"/>
    <w:rsid w:val="00510A94"/>
    <w:rsid w:val="0051117B"/>
    <w:rsid w:val="005124E8"/>
    <w:rsid w:val="005131FA"/>
    <w:rsid w:val="0051612B"/>
    <w:rsid w:val="00517D48"/>
    <w:rsid w:val="00520947"/>
    <w:rsid w:val="00522123"/>
    <w:rsid w:val="00524588"/>
    <w:rsid w:val="00532DCB"/>
    <w:rsid w:val="005337B9"/>
    <w:rsid w:val="00534606"/>
    <w:rsid w:val="00537B4B"/>
    <w:rsid w:val="00540FE0"/>
    <w:rsid w:val="005447E6"/>
    <w:rsid w:val="00551038"/>
    <w:rsid w:val="005548F6"/>
    <w:rsid w:val="00554D1E"/>
    <w:rsid w:val="005564F8"/>
    <w:rsid w:val="00567ADA"/>
    <w:rsid w:val="005745AB"/>
    <w:rsid w:val="005830E2"/>
    <w:rsid w:val="00583533"/>
    <w:rsid w:val="00587109"/>
    <w:rsid w:val="00590A1B"/>
    <w:rsid w:val="0059160B"/>
    <w:rsid w:val="00594294"/>
    <w:rsid w:val="005A449B"/>
    <w:rsid w:val="005A4B6F"/>
    <w:rsid w:val="005A508B"/>
    <w:rsid w:val="005C1C23"/>
    <w:rsid w:val="005C281E"/>
    <w:rsid w:val="005C2A36"/>
    <w:rsid w:val="005D2B84"/>
    <w:rsid w:val="005D46CE"/>
    <w:rsid w:val="005D76E0"/>
    <w:rsid w:val="005E2C1D"/>
    <w:rsid w:val="005E39A4"/>
    <w:rsid w:val="005E437B"/>
    <w:rsid w:val="005E488D"/>
    <w:rsid w:val="005F0A9C"/>
    <w:rsid w:val="005F0D29"/>
    <w:rsid w:val="005F474E"/>
    <w:rsid w:val="005F666E"/>
    <w:rsid w:val="005F777C"/>
    <w:rsid w:val="00600B50"/>
    <w:rsid w:val="00600C04"/>
    <w:rsid w:val="00601C78"/>
    <w:rsid w:val="00602F85"/>
    <w:rsid w:val="00604666"/>
    <w:rsid w:val="0060639A"/>
    <w:rsid w:val="00611B27"/>
    <w:rsid w:val="00617486"/>
    <w:rsid w:val="00620126"/>
    <w:rsid w:val="0062332A"/>
    <w:rsid w:val="00624062"/>
    <w:rsid w:val="0065038D"/>
    <w:rsid w:val="00651DB5"/>
    <w:rsid w:val="00664387"/>
    <w:rsid w:val="00665A3E"/>
    <w:rsid w:val="00671FD3"/>
    <w:rsid w:val="00675A88"/>
    <w:rsid w:val="0067746F"/>
    <w:rsid w:val="00681E92"/>
    <w:rsid w:val="00694424"/>
    <w:rsid w:val="00697CEC"/>
    <w:rsid w:val="006A1971"/>
    <w:rsid w:val="006A31E9"/>
    <w:rsid w:val="006A34AF"/>
    <w:rsid w:val="006B6E91"/>
    <w:rsid w:val="006B7EEB"/>
    <w:rsid w:val="006C4046"/>
    <w:rsid w:val="006D68BA"/>
    <w:rsid w:val="006E1033"/>
    <w:rsid w:val="006E142C"/>
    <w:rsid w:val="006E19BC"/>
    <w:rsid w:val="006E1F99"/>
    <w:rsid w:val="006E7460"/>
    <w:rsid w:val="006F4F3F"/>
    <w:rsid w:val="007019E5"/>
    <w:rsid w:val="00701A11"/>
    <w:rsid w:val="00701A65"/>
    <w:rsid w:val="00702715"/>
    <w:rsid w:val="00711794"/>
    <w:rsid w:val="00717EEF"/>
    <w:rsid w:val="00724C96"/>
    <w:rsid w:val="00731BE8"/>
    <w:rsid w:val="00733CAE"/>
    <w:rsid w:val="00736AB0"/>
    <w:rsid w:val="0073709B"/>
    <w:rsid w:val="00746659"/>
    <w:rsid w:val="00751B6F"/>
    <w:rsid w:val="00753F88"/>
    <w:rsid w:val="00756C50"/>
    <w:rsid w:val="0075718A"/>
    <w:rsid w:val="0076056A"/>
    <w:rsid w:val="00765CBD"/>
    <w:rsid w:val="00774569"/>
    <w:rsid w:val="00775B33"/>
    <w:rsid w:val="00780C44"/>
    <w:rsid w:val="0078240D"/>
    <w:rsid w:val="00792315"/>
    <w:rsid w:val="00792321"/>
    <w:rsid w:val="00794BA5"/>
    <w:rsid w:val="007A1B0C"/>
    <w:rsid w:val="007A6AF7"/>
    <w:rsid w:val="007B0D10"/>
    <w:rsid w:val="007B4B59"/>
    <w:rsid w:val="007D40B5"/>
    <w:rsid w:val="007E1D03"/>
    <w:rsid w:val="007E3963"/>
    <w:rsid w:val="007F3365"/>
    <w:rsid w:val="007F6D89"/>
    <w:rsid w:val="007F77CD"/>
    <w:rsid w:val="0080790A"/>
    <w:rsid w:val="00817D78"/>
    <w:rsid w:val="00821369"/>
    <w:rsid w:val="008218CD"/>
    <w:rsid w:val="00823A6A"/>
    <w:rsid w:val="008255E2"/>
    <w:rsid w:val="008263EC"/>
    <w:rsid w:val="008318EF"/>
    <w:rsid w:val="008377FA"/>
    <w:rsid w:val="00841D50"/>
    <w:rsid w:val="008554B1"/>
    <w:rsid w:val="00856F73"/>
    <w:rsid w:val="00857DC3"/>
    <w:rsid w:val="0086195B"/>
    <w:rsid w:val="00864DBB"/>
    <w:rsid w:val="00870DFA"/>
    <w:rsid w:val="00871313"/>
    <w:rsid w:val="0087286A"/>
    <w:rsid w:val="00874AB5"/>
    <w:rsid w:val="00881802"/>
    <w:rsid w:val="00881F67"/>
    <w:rsid w:val="00887F8B"/>
    <w:rsid w:val="0089512A"/>
    <w:rsid w:val="008956BB"/>
    <w:rsid w:val="00896805"/>
    <w:rsid w:val="00897156"/>
    <w:rsid w:val="008A3126"/>
    <w:rsid w:val="008A6BEA"/>
    <w:rsid w:val="008B0942"/>
    <w:rsid w:val="008B382F"/>
    <w:rsid w:val="008C1050"/>
    <w:rsid w:val="008C1D09"/>
    <w:rsid w:val="008C368B"/>
    <w:rsid w:val="008C647E"/>
    <w:rsid w:val="008C7479"/>
    <w:rsid w:val="008D7490"/>
    <w:rsid w:val="008E029C"/>
    <w:rsid w:val="008E5C3F"/>
    <w:rsid w:val="008F15BB"/>
    <w:rsid w:val="008F2E30"/>
    <w:rsid w:val="00904840"/>
    <w:rsid w:val="00904842"/>
    <w:rsid w:val="009048D6"/>
    <w:rsid w:val="0091424E"/>
    <w:rsid w:val="00914E45"/>
    <w:rsid w:val="00922186"/>
    <w:rsid w:val="00922DFC"/>
    <w:rsid w:val="00924CE0"/>
    <w:rsid w:val="00934D65"/>
    <w:rsid w:val="009361E1"/>
    <w:rsid w:val="0094772C"/>
    <w:rsid w:val="00947B1F"/>
    <w:rsid w:val="009511B5"/>
    <w:rsid w:val="00960593"/>
    <w:rsid w:val="009663C4"/>
    <w:rsid w:val="00971658"/>
    <w:rsid w:val="0097436E"/>
    <w:rsid w:val="00976DC1"/>
    <w:rsid w:val="00981ADA"/>
    <w:rsid w:val="00981D00"/>
    <w:rsid w:val="00991BAE"/>
    <w:rsid w:val="00996E0B"/>
    <w:rsid w:val="009A3F23"/>
    <w:rsid w:val="009A59D7"/>
    <w:rsid w:val="009A6BFF"/>
    <w:rsid w:val="009A6EA5"/>
    <w:rsid w:val="009B1209"/>
    <w:rsid w:val="009B1502"/>
    <w:rsid w:val="009B1ABD"/>
    <w:rsid w:val="009B765D"/>
    <w:rsid w:val="009C32EC"/>
    <w:rsid w:val="009C38F2"/>
    <w:rsid w:val="009D149D"/>
    <w:rsid w:val="009D74FB"/>
    <w:rsid w:val="009E5C61"/>
    <w:rsid w:val="009F1487"/>
    <w:rsid w:val="009F519E"/>
    <w:rsid w:val="009F65E3"/>
    <w:rsid w:val="00A010A0"/>
    <w:rsid w:val="00A0411C"/>
    <w:rsid w:val="00A067DB"/>
    <w:rsid w:val="00A20C91"/>
    <w:rsid w:val="00A22703"/>
    <w:rsid w:val="00A42141"/>
    <w:rsid w:val="00A47634"/>
    <w:rsid w:val="00A5570F"/>
    <w:rsid w:val="00A563C2"/>
    <w:rsid w:val="00A57118"/>
    <w:rsid w:val="00A606EE"/>
    <w:rsid w:val="00A64688"/>
    <w:rsid w:val="00A650DB"/>
    <w:rsid w:val="00A74175"/>
    <w:rsid w:val="00A85E04"/>
    <w:rsid w:val="00AA1D35"/>
    <w:rsid w:val="00AA666C"/>
    <w:rsid w:val="00AB373A"/>
    <w:rsid w:val="00AB6896"/>
    <w:rsid w:val="00AB6CBC"/>
    <w:rsid w:val="00AC3E06"/>
    <w:rsid w:val="00AC5D44"/>
    <w:rsid w:val="00AD477A"/>
    <w:rsid w:val="00AD5658"/>
    <w:rsid w:val="00AD5AFF"/>
    <w:rsid w:val="00AF2424"/>
    <w:rsid w:val="00AF4B54"/>
    <w:rsid w:val="00AF4D14"/>
    <w:rsid w:val="00AF78EE"/>
    <w:rsid w:val="00B12940"/>
    <w:rsid w:val="00B12EB1"/>
    <w:rsid w:val="00B15AAE"/>
    <w:rsid w:val="00B179F9"/>
    <w:rsid w:val="00B27FE8"/>
    <w:rsid w:val="00B3205F"/>
    <w:rsid w:val="00B4192A"/>
    <w:rsid w:val="00B42767"/>
    <w:rsid w:val="00B42995"/>
    <w:rsid w:val="00B45375"/>
    <w:rsid w:val="00B4724E"/>
    <w:rsid w:val="00B503A3"/>
    <w:rsid w:val="00B5074D"/>
    <w:rsid w:val="00B5181D"/>
    <w:rsid w:val="00B5298B"/>
    <w:rsid w:val="00B55FD3"/>
    <w:rsid w:val="00B566F7"/>
    <w:rsid w:val="00B603F8"/>
    <w:rsid w:val="00B608E9"/>
    <w:rsid w:val="00B61FA5"/>
    <w:rsid w:val="00B63DBF"/>
    <w:rsid w:val="00B67602"/>
    <w:rsid w:val="00B840E7"/>
    <w:rsid w:val="00B84E73"/>
    <w:rsid w:val="00B8572B"/>
    <w:rsid w:val="00B85CBD"/>
    <w:rsid w:val="00B908E1"/>
    <w:rsid w:val="00B92431"/>
    <w:rsid w:val="00B93275"/>
    <w:rsid w:val="00BA11D7"/>
    <w:rsid w:val="00BA42A4"/>
    <w:rsid w:val="00BA5255"/>
    <w:rsid w:val="00BA52C3"/>
    <w:rsid w:val="00BB28B0"/>
    <w:rsid w:val="00BB592B"/>
    <w:rsid w:val="00BB618B"/>
    <w:rsid w:val="00BC0200"/>
    <w:rsid w:val="00BC596A"/>
    <w:rsid w:val="00BD6C18"/>
    <w:rsid w:val="00BE0A45"/>
    <w:rsid w:val="00BE113B"/>
    <w:rsid w:val="00BE47B2"/>
    <w:rsid w:val="00BF62CB"/>
    <w:rsid w:val="00C0214E"/>
    <w:rsid w:val="00C10DEB"/>
    <w:rsid w:val="00C11BCD"/>
    <w:rsid w:val="00C11E75"/>
    <w:rsid w:val="00C13A74"/>
    <w:rsid w:val="00C31A9A"/>
    <w:rsid w:val="00C34CCE"/>
    <w:rsid w:val="00C34E9B"/>
    <w:rsid w:val="00C36F3B"/>
    <w:rsid w:val="00C37771"/>
    <w:rsid w:val="00C37D66"/>
    <w:rsid w:val="00C406CD"/>
    <w:rsid w:val="00C421F8"/>
    <w:rsid w:val="00C433EA"/>
    <w:rsid w:val="00C43FB2"/>
    <w:rsid w:val="00C544E7"/>
    <w:rsid w:val="00C578F1"/>
    <w:rsid w:val="00C616E1"/>
    <w:rsid w:val="00C644C8"/>
    <w:rsid w:val="00C66E99"/>
    <w:rsid w:val="00C675CC"/>
    <w:rsid w:val="00C714AD"/>
    <w:rsid w:val="00C71D05"/>
    <w:rsid w:val="00C7283C"/>
    <w:rsid w:val="00C76193"/>
    <w:rsid w:val="00C817CE"/>
    <w:rsid w:val="00C837BE"/>
    <w:rsid w:val="00C94B7A"/>
    <w:rsid w:val="00CA7247"/>
    <w:rsid w:val="00CA7506"/>
    <w:rsid w:val="00CB181C"/>
    <w:rsid w:val="00CC1348"/>
    <w:rsid w:val="00CC20B2"/>
    <w:rsid w:val="00CC43AE"/>
    <w:rsid w:val="00CC5414"/>
    <w:rsid w:val="00CD57D7"/>
    <w:rsid w:val="00CD5857"/>
    <w:rsid w:val="00CD6181"/>
    <w:rsid w:val="00CE65A1"/>
    <w:rsid w:val="00CE721D"/>
    <w:rsid w:val="00CE7D7F"/>
    <w:rsid w:val="00CF2FF3"/>
    <w:rsid w:val="00CF755D"/>
    <w:rsid w:val="00D03367"/>
    <w:rsid w:val="00D05A67"/>
    <w:rsid w:val="00D13052"/>
    <w:rsid w:val="00D26921"/>
    <w:rsid w:val="00D26BB0"/>
    <w:rsid w:val="00D32A0D"/>
    <w:rsid w:val="00D40D10"/>
    <w:rsid w:val="00D42A2B"/>
    <w:rsid w:val="00D42CBB"/>
    <w:rsid w:val="00D455F4"/>
    <w:rsid w:val="00D5275E"/>
    <w:rsid w:val="00D55B65"/>
    <w:rsid w:val="00D5788D"/>
    <w:rsid w:val="00D61C94"/>
    <w:rsid w:val="00D66209"/>
    <w:rsid w:val="00D720CF"/>
    <w:rsid w:val="00D92016"/>
    <w:rsid w:val="00DA52C7"/>
    <w:rsid w:val="00DA6D27"/>
    <w:rsid w:val="00DB0F02"/>
    <w:rsid w:val="00DD7433"/>
    <w:rsid w:val="00DF5013"/>
    <w:rsid w:val="00E050B5"/>
    <w:rsid w:val="00E066B2"/>
    <w:rsid w:val="00E11571"/>
    <w:rsid w:val="00E131E6"/>
    <w:rsid w:val="00E16255"/>
    <w:rsid w:val="00E21674"/>
    <w:rsid w:val="00E22904"/>
    <w:rsid w:val="00E27CFB"/>
    <w:rsid w:val="00E30C2A"/>
    <w:rsid w:val="00E42C49"/>
    <w:rsid w:val="00E43615"/>
    <w:rsid w:val="00E4508D"/>
    <w:rsid w:val="00E50B43"/>
    <w:rsid w:val="00E52DD8"/>
    <w:rsid w:val="00E52FCD"/>
    <w:rsid w:val="00E55715"/>
    <w:rsid w:val="00E64849"/>
    <w:rsid w:val="00E809DD"/>
    <w:rsid w:val="00E83992"/>
    <w:rsid w:val="00E84D47"/>
    <w:rsid w:val="00E875F5"/>
    <w:rsid w:val="00E8789E"/>
    <w:rsid w:val="00EA5BA5"/>
    <w:rsid w:val="00EB6448"/>
    <w:rsid w:val="00EB6D24"/>
    <w:rsid w:val="00EC3B13"/>
    <w:rsid w:val="00EC56D4"/>
    <w:rsid w:val="00ED2920"/>
    <w:rsid w:val="00ED354B"/>
    <w:rsid w:val="00ED6AD6"/>
    <w:rsid w:val="00ED76FC"/>
    <w:rsid w:val="00EE0065"/>
    <w:rsid w:val="00EF00E5"/>
    <w:rsid w:val="00EF1E66"/>
    <w:rsid w:val="00EF4B2F"/>
    <w:rsid w:val="00EF517C"/>
    <w:rsid w:val="00F02FD7"/>
    <w:rsid w:val="00F05605"/>
    <w:rsid w:val="00F108D0"/>
    <w:rsid w:val="00F12850"/>
    <w:rsid w:val="00F15819"/>
    <w:rsid w:val="00F23D92"/>
    <w:rsid w:val="00F23F1A"/>
    <w:rsid w:val="00F344B2"/>
    <w:rsid w:val="00F35750"/>
    <w:rsid w:val="00F42BCC"/>
    <w:rsid w:val="00F4319D"/>
    <w:rsid w:val="00F44609"/>
    <w:rsid w:val="00F5244B"/>
    <w:rsid w:val="00F52A82"/>
    <w:rsid w:val="00F57344"/>
    <w:rsid w:val="00F57482"/>
    <w:rsid w:val="00F60C4F"/>
    <w:rsid w:val="00F64CFF"/>
    <w:rsid w:val="00F85961"/>
    <w:rsid w:val="00F873FC"/>
    <w:rsid w:val="00F8760A"/>
    <w:rsid w:val="00F91515"/>
    <w:rsid w:val="00F93DBB"/>
    <w:rsid w:val="00F94521"/>
    <w:rsid w:val="00F959A6"/>
    <w:rsid w:val="00FB07EB"/>
    <w:rsid w:val="00FB0D3F"/>
    <w:rsid w:val="00FB51F5"/>
    <w:rsid w:val="00FC53E2"/>
    <w:rsid w:val="00FC5B79"/>
    <w:rsid w:val="00FD4360"/>
    <w:rsid w:val="00FD6015"/>
    <w:rsid w:val="00FE1DC7"/>
    <w:rsid w:val="00FE2346"/>
    <w:rsid w:val="00FE31F0"/>
    <w:rsid w:val="00FE6018"/>
    <w:rsid w:val="00FE6F63"/>
    <w:rsid w:val="00FF1819"/>
    <w:rsid w:val="00FF1974"/>
    <w:rsid w:val="00FF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146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4146F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rsid w:val="004146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unhideWhenUsed/>
    <w:rsid w:val="008968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6805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D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292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F9151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146F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4146F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rsid w:val="004146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unhideWhenUsed/>
    <w:rsid w:val="008968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6805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D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292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F9151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57904-CA67-4CC2-966E-B2D95368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28</TotalTime>
  <Pages>6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VladimirVV</dc:creator>
  <cp:lastModifiedBy>Анжелика Александровна Бакулина</cp:lastModifiedBy>
  <cp:revision>8</cp:revision>
  <cp:lastPrinted>2022-04-04T05:17:00Z</cp:lastPrinted>
  <dcterms:created xsi:type="dcterms:W3CDTF">2025-06-17T07:13:00Z</dcterms:created>
  <dcterms:modified xsi:type="dcterms:W3CDTF">2025-06-18T00:05:00Z</dcterms:modified>
</cp:coreProperties>
</file>